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11D6F" w14:textId="72733915" w:rsidR="00E81036" w:rsidRDefault="00E81036" w:rsidP="00D86756">
      <w:pPr>
        <w:pStyle w:val="OZNPROJEKTUwskazaniedatylubwersjiprojektu"/>
        <w:keepNext/>
      </w:pPr>
      <w:bookmarkStart w:id="0" w:name="_GoBack"/>
      <w:bookmarkEnd w:id="0"/>
      <w:r>
        <w:t>Projekt</w:t>
      </w:r>
      <w:r w:rsidR="00650225">
        <w:t xml:space="preserve"> z </w:t>
      </w:r>
      <w:r>
        <w:t xml:space="preserve">dnia </w:t>
      </w:r>
      <w:r w:rsidR="00F67CED">
        <w:t>31</w:t>
      </w:r>
      <w:r w:rsidR="00495D4F">
        <w:t>.</w:t>
      </w:r>
      <w:r w:rsidR="00145FEC">
        <w:t>0</w:t>
      </w:r>
      <w:r w:rsidR="00B047FA">
        <w:t>8</w:t>
      </w:r>
      <w:r w:rsidR="006E6956">
        <w:t>.202</w:t>
      </w:r>
      <w:r w:rsidR="00FB7F2E">
        <w:t>1</w:t>
      </w:r>
      <w:r w:rsidR="00650225">
        <w:t> </w:t>
      </w:r>
      <w:r w:rsidR="006E6956">
        <w:t>r.</w:t>
      </w:r>
    </w:p>
    <w:p w14:paraId="7D55777B" w14:textId="77777777" w:rsidR="006F0C01" w:rsidRPr="006F0C01" w:rsidRDefault="006F0C01" w:rsidP="006F0C01">
      <w:pPr>
        <w:pStyle w:val="OZNRODZAKTUtznustawalubrozporzdzenieiorganwydajcy"/>
      </w:pPr>
    </w:p>
    <w:p w14:paraId="55C32DA0" w14:textId="6B4BCC84" w:rsidR="00E81036" w:rsidRPr="006E6956" w:rsidRDefault="00E81036" w:rsidP="006E6956">
      <w:pPr>
        <w:pStyle w:val="OZNRODZAKTUtznustawalubrozporzdzenieiorganwydajcy"/>
      </w:pPr>
      <w:r w:rsidRPr="006E6956">
        <w:t>USTAW</w:t>
      </w:r>
      <w:r w:rsidR="0050450F">
        <w:t>A</w:t>
      </w:r>
    </w:p>
    <w:p w14:paraId="3BBA282B" w14:textId="77777777" w:rsidR="00E81036" w:rsidRPr="006E6956" w:rsidRDefault="00E81036" w:rsidP="006E6956">
      <w:pPr>
        <w:pStyle w:val="DATAAKTUdatauchwalenialubwydaniaaktu"/>
      </w:pPr>
      <w:r w:rsidRPr="006E6956">
        <w:t>z …………………………… r.</w:t>
      </w:r>
    </w:p>
    <w:p w14:paraId="6FA3D9AD" w14:textId="3C46F9DA" w:rsidR="00E81036" w:rsidRPr="006E6956" w:rsidRDefault="00E81036" w:rsidP="00D86756">
      <w:pPr>
        <w:pStyle w:val="TYTUAKTUprzedmiotregulacjiustawylubrozporzdzenia"/>
      </w:pPr>
      <w:r w:rsidRPr="006E6956">
        <w:t>o zmianie</w:t>
      </w:r>
      <w:r w:rsidR="006F0C01">
        <w:t xml:space="preserve"> ustawy – Prawo budowlane oraz</w:t>
      </w:r>
      <w:r w:rsidR="00CE7733">
        <w:t xml:space="preserve"> o </w:t>
      </w:r>
      <w:r w:rsidR="004E29C8">
        <w:t>zmianie niektórych innych ustaw</w:t>
      </w:r>
      <w:r w:rsidR="00D954E1">
        <w:rPr>
          <w:rStyle w:val="Odwoanieprzypisudolnego"/>
        </w:rPr>
        <w:footnoteReference w:id="1"/>
      </w:r>
      <w:r w:rsidR="00D954E1" w:rsidRPr="00D954E1">
        <w:rPr>
          <w:rStyle w:val="IGindeksgrny"/>
        </w:rPr>
        <w:t>)</w:t>
      </w:r>
    </w:p>
    <w:p w14:paraId="7BE2BCCD" w14:textId="5995488C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 1.</w:t>
      </w:r>
      <w:r w:rsidR="00650225" w:rsidRPr="00EE78CA">
        <w:t xml:space="preserve"> W </w:t>
      </w:r>
      <w:r w:rsidRPr="00EE78CA">
        <w:t>ustawie</w:t>
      </w:r>
      <w:r w:rsidR="00650225" w:rsidRPr="00EE78CA">
        <w:t xml:space="preserve"> z </w:t>
      </w:r>
      <w:r w:rsidRPr="00EE78CA">
        <w:t xml:space="preserve">dnia </w:t>
      </w:r>
      <w:r w:rsidR="00650225" w:rsidRPr="00EE78CA">
        <w:t>7 </w:t>
      </w:r>
      <w:r w:rsidRPr="00EE78CA">
        <w:t>lipca 199</w:t>
      </w:r>
      <w:r w:rsidR="00650225" w:rsidRPr="00EE78CA">
        <w:t>4 </w:t>
      </w:r>
      <w:r w:rsidRPr="00EE78CA">
        <w:t xml:space="preserve">r. </w:t>
      </w:r>
      <w:bookmarkStart w:id="1" w:name="_Hlk76562004"/>
      <w:r w:rsidRPr="00EE78CA">
        <w:t xml:space="preserve">– </w:t>
      </w:r>
      <w:bookmarkEnd w:id="1"/>
      <w:r w:rsidRPr="00EE78CA">
        <w:t xml:space="preserve"> </w:t>
      </w:r>
      <w:r w:rsidR="006F0C01" w:rsidRPr="00EE78CA">
        <w:t>Prawo budowlane (</w:t>
      </w:r>
      <w:r w:rsidR="00CE7733">
        <w:t>Dz. U.</w:t>
      </w:r>
      <w:r w:rsidR="00650225" w:rsidRPr="00EE78CA">
        <w:t xml:space="preserve"> z </w:t>
      </w:r>
      <w:r w:rsidR="006F0C01" w:rsidRPr="00EE78CA">
        <w:t>202</w:t>
      </w:r>
      <w:r w:rsidR="00650225" w:rsidRPr="00EE78CA">
        <w:t>0 </w:t>
      </w:r>
      <w:r w:rsidRPr="00EE78CA">
        <w:t>r.</w:t>
      </w:r>
      <w:r w:rsidR="00CE7733">
        <w:t xml:space="preserve"> poz. </w:t>
      </w:r>
      <w:r w:rsidRPr="00EE78CA">
        <w:t>1333</w:t>
      </w:r>
      <w:r w:rsidR="001947F1" w:rsidRPr="00EE78CA">
        <w:t>,</w:t>
      </w:r>
      <w:r w:rsidR="00CE7733" w:rsidRPr="00EE78CA">
        <w:t xml:space="preserve"> </w:t>
      </w:r>
      <w:r w:rsidR="00CE7733">
        <w:t>z </w:t>
      </w:r>
      <w:proofErr w:type="spellStart"/>
      <w:r w:rsidR="00D954E1">
        <w:t>późn</w:t>
      </w:r>
      <w:proofErr w:type="spellEnd"/>
      <w:r w:rsidR="00D954E1">
        <w:t>. zm.</w:t>
      </w:r>
      <w:r w:rsidR="00D954E1">
        <w:rPr>
          <w:rStyle w:val="Odwoanieprzypisudolnego"/>
        </w:rPr>
        <w:footnoteReference w:id="2"/>
      </w:r>
      <w:r w:rsidR="00D954E1" w:rsidRPr="00D954E1">
        <w:rPr>
          <w:rStyle w:val="IGindeksgrny"/>
        </w:rPr>
        <w:t>)</w:t>
      </w:r>
      <w:r w:rsidRPr="00EE78CA">
        <w:t>) w</w:t>
      </w:r>
      <w:r w:rsidR="006F0C01" w:rsidRPr="00EE78CA">
        <w:t>prowadza się następujące zmiany</w:t>
      </w:r>
      <w:r w:rsidRPr="00EE78CA">
        <w:t>:</w:t>
      </w:r>
    </w:p>
    <w:p w14:paraId="65976DAE" w14:textId="11744435" w:rsidR="00E81036" w:rsidRPr="00390DA8" w:rsidRDefault="00E81036" w:rsidP="000C38AD">
      <w:pPr>
        <w:pStyle w:val="PKTpunkt"/>
        <w:keepNext/>
      </w:pPr>
      <w:r w:rsidRPr="00390DA8">
        <w:t>1)</w:t>
      </w:r>
      <w:r w:rsidRPr="00390DA8">
        <w:tab/>
        <w:t>w</w:t>
      </w:r>
      <w:r w:rsidR="00CE7733">
        <w:t xml:space="preserve"> art. </w:t>
      </w:r>
      <w:r w:rsidR="00CE7733" w:rsidRPr="00390DA8">
        <w:t>3</w:t>
      </w:r>
      <w:r w:rsidR="00CE7733">
        <w:t xml:space="preserve"> pkt </w:t>
      </w:r>
      <w:r w:rsidRPr="00390DA8">
        <w:t>1</w:t>
      </w:r>
      <w:r w:rsidR="00650225" w:rsidRPr="00390DA8">
        <w:t>3</w:t>
      </w:r>
      <w:r w:rsidR="00650225">
        <w:t> </w:t>
      </w:r>
      <w:r w:rsidRPr="00390DA8">
        <w:t>otrzymuje brzmienie:</w:t>
      </w:r>
    </w:p>
    <w:p w14:paraId="14461AE4" w14:textId="3CE75AE2" w:rsidR="008F73C6" w:rsidRDefault="00D86756" w:rsidP="00EE78CA">
      <w:pPr>
        <w:pStyle w:val="ZPKTzmpktartykuempunktem"/>
      </w:pPr>
      <w:r>
        <w:t>„</w:t>
      </w:r>
      <w:r w:rsidR="00E81036" w:rsidRPr="006E6956">
        <w:t>13)</w:t>
      </w:r>
      <w:r w:rsidR="00E81036" w:rsidRPr="006E6956">
        <w:tab/>
        <w:t xml:space="preserve">dokumentacji budowy </w:t>
      </w:r>
      <w:r w:rsidR="00306528" w:rsidRPr="00EE78CA">
        <w:t>–</w:t>
      </w:r>
      <w:r w:rsidR="00CA7B6D">
        <w:t xml:space="preserve"> </w:t>
      </w:r>
      <w:r w:rsidR="00E81036" w:rsidRPr="006E6956">
        <w:t>należy przez to rozumieć pozwolenie na budowę lub zgłoszenie wraz</w:t>
      </w:r>
      <w:r w:rsidR="00650225" w:rsidRPr="006E6956">
        <w:t xml:space="preserve"> z</w:t>
      </w:r>
      <w:r w:rsidR="00650225">
        <w:t> </w:t>
      </w:r>
      <w:r w:rsidR="00E81036" w:rsidRPr="006E6956">
        <w:t>załączonym projektem budowlanym, dziennik budowy, protokoły odbiorów częściowych</w:t>
      </w:r>
      <w:r w:rsidR="00650225" w:rsidRPr="006E6956">
        <w:t xml:space="preserve"> i</w:t>
      </w:r>
      <w:r w:rsidR="00650225">
        <w:t> </w:t>
      </w:r>
      <w:r w:rsidR="00E81036" w:rsidRPr="006E6956">
        <w:t>końcowych,</w:t>
      </w:r>
      <w:r w:rsidR="00650225" w:rsidRPr="006E6956">
        <w:t xml:space="preserve"> w</w:t>
      </w:r>
      <w:r w:rsidR="00650225">
        <w:t> </w:t>
      </w:r>
      <w:r w:rsidR="00E81036" w:rsidRPr="006E6956">
        <w:t>miarę potrzeby</w:t>
      </w:r>
      <w:r w:rsidR="006F0C01">
        <w:t xml:space="preserve"> </w:t>
      </w:r>
      <w:r w:rsidR="00576C4C">
        <w:t>–</w:t>
      </w:r>
      <w:r w:rsidR="00CA7B6D">
        <w:t xml:space="preserve"> </w:t>
      </w:r>
      <w:r w:rsidR="00E81036" w:rsidRPr="006E6956">
        <w:t>rysunki</w:t>
      </w:r>
      <w:r w:rsidR="00650225" w:rsidRPr="006E6956">
        <w:t xml:space="preserve"> i</w:t>
      </w:r>
      <w:r w:rsidR="00650225">
        <w:t> </w:t>
      </w:r>
      <w:r w:rsidR="00E81036" w:rsidRPr="006E6956">
        <w:t xml:space="preserve">opisy służące realizacji obiektu, </w:t>
      </w:r>
      <w:r w:rsidR="001E5EC4">
        <w:t>dokument</w:t>
      </w:r>
      <w:r w:rsidR="00E81036" w:rsidRPr="006E6956">
        <w:t>y geodezyjne</w:t>
      </w:r>
      <w:r w:rsidR="00650225" w:rsidRPr="006E6956">
        <w:t xml:space="preserve"> i</w:t>
      </w:r>
      <w:r w:rsidR="00650225">
        <w:t> </w:t>
      </w:r>
      <w:r w:rsidR="00E81036" w:rsidRPr="006E6956">
        <w:t>książkę obmiarów;</w:t>
      </w:r>
      <w:r>
        <w:t>”</w:t>
      </w:r>
      <w:r w:rsidR="002122C4">
        <w:t>;</w:t>
      </w:r>
    </w:p>
    <w:p w14:paraId="517B153E" w14:textId="0F22B68C" w:rsidR="007E6AA9" w:rsidRDefault="007E6AA9" w:rsidP="007E6AA9">
      <w:pPr>
        <w:pStyle w:val="PKTpunkt"/>
      </w:pPr>
      <w:r>
        <w:t>2)</w:t>
      </w:r>
      <w:r w:rsidR="00576C4C">
        <w:tab/>
      </w:r>
      <w:r w:rsidR="00CA7B6D" w:rsidRPr="00CE00F8">
        <w:t>w</w:t>
      </w:r>
      <w:r w:rsidR="00CE7733">
        <w:t xml:space="preserve"> art. </w:t>
      </w:r>
      <w:r w:rsidR="00CE7733" w:rsidRPr="00CE00F8">
        <w:t>9</w:t>
      </w:r>
      <w:r w:rsidR="00CE7733">
        <w:t xml:space="preserve"> w ust. </w:t>
      </w:r>
      <w:r w:rsidRPr="00CE00F8">
        <w:t>5</w:t>
      </w:r>
      <w:r>
        <w:t> </w:t>
      </w:r>
      <w:r w:rsidRPr="00CE00F8">
        <w:t xml:space="preserve">wyrazy </w:t>
      </w:r>
      <w:r>
        <w:t>„</w:t>
      </w:r>
      <w:r w:rsidRPr="00CE00F8">
        <w:t>w rozdzia</w:t>
      </w:r>
      <w:r>
        <w:t>le 5a” zastępuje się wyrazami „</w:t>
      </w:r>
      <w:r w:rsidRPr="00CE00F8">
        <w:t>w rozdziale 5b</w:t>
      </w:r>
      <w:r>
        <w:t>”</w:t>
      </w:r>
      <w:r w:rsidRPr="00CE00F8">
        <w:t>;</w:t>
      </w:r>
    </w:p>
    <w:p w14:paraId="44643FCE" w14:textId="65E433C4" w:rsidR="00E81036" w:rsidRDefault="00A101B2" w:rsidP="00D86756">
      <w:pPr>
        <w:pStyle w:val="PKTpunkt"/>
        <w:keepNext/>
      </w:pPr>
      <w:r>
        <w:t>3</w:t>
      </w:r>
      <w:r w:rsidR="00E81036">
        <w:t>)</w:t>
      </w:r>
      <w:r w:rsidR="00E81036">
        <w:tab/>
      </w:r>
      <w:r w:rsidR="00E81036" w:rsidRPr="00390DA8">
        <w:t>w</w:t>
      </w:r>
      <w:r w:rsidR="00CE7733">
        <w:t xml:space="preserve"> art. </w:t>
      </w:r>
      <w:r w:rsidR="00E81036" w:rsidRPr="00390DA8">
        <w:t>12:</w:t>
      </w:r>
    </w:p>
    <w:p w14:paraId="24A78FAB" w14:textId="797090AD" w:rsidR="00D7757E" w:rsidRPr="00D7757E" w:rsidRDefault="00D7757E" w:rsidP="00D7757E">
      <w:pPr>
        <w:pStyle w:val="LITlitera"/>
      </w:pPr>
      <w:r>
        <w:t>a</w:t>
      </w:r>
      <w:r w:rsidRPr="00390DA8">
        <w:t>)</w:t>
      </w:r>
      <w:r w:rsidRPr="00390DA8">
        <w:tab/>
      </w:r>
      <w:r w:rsidR="001844A7" w:rsidRPr="001844A7">
        <w:t>po</w:t>
      </w:r>
      <w:r w:rsidR="00CE7733">
        <w:t xml:space="preserve"> ust. </w:t>
      </w:r>
      <w:r w:rsidR="001844A7" w:rsidRPr="001844A7">
        <w:t>4i dodaje się</w:t>
      </w:r>
      <w:r w:rsidR="00CE7733">
        <w:t xml:space="preserve"> ust. </w:t>
      </w:r>
      <w:r w:rsidR="001844A7" w:rsidRPr="001844A7">
        <w:t>4j</w:t>
      </w:r>
      <w:r w:rsidR="00CE7733" w:rsidRPr="001844A7">
        <w:t xml:space="preserve"> i</w:t>
      </w:r>
      <w:r w:rsidR="00CE7733">
        <w:t> </w:t>
      </w:r>
      <w:r w:rsidR="001844A7" w:rsidRPr="001844A7">
        <w:t>4k</w:t>
      </w:r>
      <w:r w:rsidR="00CE7733" w:rsidRPr="001844A7">
        <w:t xml:space="preserve"> w</w:t>
      </w:r>
      <w:r w:rsidR="00CE7733">
        <w:t> </w:t>
      </w:r>
      <w:r w:rsidR="001844A7" w:rsidRPr="001844A7">
        <w:t>brzmieniu:</w:t>
      </w:r>
    </w:p>
    <w:p w14:paraId="4B3F5ECC" w14:textId="356107A8" w:rsidR="00D7757E" w:rsidRPr="000770B0" w:rsidRDefault="00D7757E" w:rsidP="00D7757E">
      <w:pPr>
        <w:pStyle w:val="ZLITUSTzmustliter"/>
      </w:pPr>
      <w:r w:rsidRPr="00BC3AF8" w:rsidDel="004F06E2">
        <w:t xml:space="preserve"> </w:t>
      </w:r>
      <w:r>
        <w:t>„4j</w:t>
      </w:r>
      <w:r w:rsidRPr="00390DA8">
        <w:t>.</w:t>
      </w:r>
      <w:r w:rsidR="00CE7733">
        <w:t xml:space="preserve"> </w:t>
      </w:r>
      <w:r w:rsidR="00CE7733" w:rsidRPr="000770B0">
        <w:t>W</w:t>
      </w:r>
      <w:r w:rsidR="00CE7733">
        <w:t> </w:t>
      </w:r>
      <w:r w:rsidRPr="000770B0">
        <w:t>okresie stanu zagrożenia epidemicznego albo stanu epidemii właściwa izba samorządu zawodowego może odstąpić od wymogu,</w:t>
      </w:r>
      <w:r w:rsidR="00CE7733" w:rsidRPr="000770B0">
        <w:t xml:space="preserve"> o</w:t>
      </w:r>
      <w:r w:rsidR="00CE7733">
        <w:t> </w:t>
      </w:r>
      <w:r w:rsidRPr="000770B0">
        <w:t>którym mowa</w:t>
      </w:r>
      <w:r w:rsidR="00CE7733" w:rsidRPr="000770B0">
        <w:t xml:space="preserve"> w</w:t>
      </w:r>
      <w:r w:rsidR="00CE7733">
        <w:t> art. </w:t>
      </w:r>
      <w:r w:rsidRPr="000770B0">
        <w:t>1</w:t>
      </w:r>
      <w:r w:rsidR="00CE7733" w:rsidRPr="000770B0">
        <w:t>2</w:t>
      </w:r>
      <w:r w:rsidR="00CE7733">
        <w:t xml:space="preserve"> ust. </w:t>
      </w:r>
      <w:r w:rsidRPr="000770B0">
        <w:t>4e.</w:t>
      </w:r>
    </w:p>
    <w:p w14:paraId="5924A37B" w14:textId="7995A32A" w:rsidR="00D7757E" w:rsidRDefault="00D7757E" w:rsidP="00D7757E">
      <w:pPr>
        <w:pStyle w:val="ZLITUSTzmustliter"/>
      </w:pPr>
      <w:r>
        <w:t>4k</w:t>
      </w:r>
      <w:r w:rsidRPr="000770B0">
        <w:t>. Do okresu ważności pozytywnego wyniku części pisemnej egzaminu,</w:t>
      </w:r>
      <w:r w:rsidR="00CE7733" w:rsidRPr="000770B0">
        <w:t xml:space="preserve"> o</w:t>
      </w:r>
      <w:r w:rsidR="00CE7733">
        <w:t> </w:t>
      </w:r>
      <w:r w:rsidRPr="000770B0">
        <w:t>którym mowa</w:t>
      </w:r>
      <w:r w:rsidR="00CE7733" w:rsidRPr="000770B0">
        <w:t xml:space="preserve"> w</w:t>
      </w:r>
      <w:r w:rsidR="00CE7733">
        <w:t> ust. </w:t>
      </w:r>
      <w:r w:rsidRPr="000770B0">
        <w:t>4i</w:t>
      </w:r>
      <w:r>
        <w:t>,</w:t>
      </w:r>
      <w:r w:rsidRPr="000770B0">
        <w:t xml:space="preserve"> nie wlicza się okresu </w:t>
      </w:r>
      <w:r>
        <w:t>trwania</w:t>
      </w:r>
      <w:r w:rsidRPr="000770B0">
        <w:t xml:space="preserve"> stanu zagrożenia epidemicznego lub stanu epidemii.</w:t>
      </w:r>
      <w:r>
        <w:t>”,</w:t>
      </w:r>
    </w:p>
    <w:p w14:paraId="54F0AE08" w14:textId="336469EB" w:rsidR="00E81036" w:rsidRPr="00390DA8" w:rsidRDefault="005D1168" w:rsidP="00D86756">
      <w:pPr>
        <w:pStyle w:val="LITlitera"/>
        <w:keepNext/>
      </w:pPr>
      <w:r>
        <w:t>b</w:t>
      </w:r>
      <w:r w:rsidR="00E81036" w:rsidRPr="00390DA8">
        <w:t>)</w:t>
      </w:r>
      <w:r w:rsidR="00E81036" w:rsidRPr="00390DA8">
        <w:tab/>
        <w:t>po</w:t>
      </w:r>
      <w:r w:rsidR="00CE7733">
        <w:t xml:space="preserve"> ust. </w:t>
      </w:r>
      <w:r>
        <w:t>5f </w:t>
      </w:r>
      <w:r w:rsidR="00E81036" w:rsidRPr="006E6956">
        <w:t>dodaje</w:t>
      </w:r>
      <w:r w:rsidR="00E81036" w:rsidRPr="00390DA8">
        <w:t xml:space="preserve"> się</w:t>
      </w:r>
      <w:r w:rsidR="00CE7733">
        <w:t xml:space="preserve"> ust. </w:t>
      </w:r>
      <w:r>
        <w:t>5g</w:t>
      </w:r>
      <w:r w:rsidR="00306528" w:rsidRPr="00EE78CA">
        <w:t>–</w:t>
      </w:r>
      <w:r>
        <w:t xml:space="preserve">5i </w:t>
      </w:r>
      <w:r w:rsidR="00650225" w:rsidRPr="00390DA8">
        <w:t>w</w:t>
      </w:r>
      <w:r w:rsidR="00650225">
        <w:t> </w:t>
      </w:r>
      <w:r w:rsidR="00E81036" w:rsidRPr="00390DA8">
        <w:t>brzmieniu:</w:t>
      </w:r>
    </w:p>
    <w:p w14:paraId="30514DD6" w14:textId="58408711" w:rsidR="00E81036" w:rsidRPr="00D86756" w:rsidRDefault="00D86756" w:rsidP="00D86756">
      <w:pPr>
        <w:pStyle w:val="ZLITUSTzmustliter"/>
      </w:pPr>
      <w:r>
        <w:t>„</w:t>
      </w:r>
      <w:r w:rsidR="005D1168">
        <w:t>5g</w:t>
      </w:r>
      <w:r w:rsidR="00E81036" w:rsidRPr="00390DA8">
        <w:t xml:space="preserve">. </w:t>
      </w:r>
      <w:r w:rsidR="00E81036" w:rsidRPr="00D86756">
        <w:t>Dane identyfikujące uprawnienia budowlane oraz dane dotyczące osoby, która nabyła te uprawnienia, podlegają wpisowi do centralnego rejestru osób posiadających uprawnienia budowlane.</w:t>
      </w:r>
    </w:p>
    <w:p w14:paraId="49076B34" w14:textId="304E910B" w:rsidR="00033EB2" w:rsidRDefault="005D1168" w:rsidP="00FC72E2">
      <w:pPr>
        <w:pStyle w:val="ZLITUSTzmustliter"/>
      </w:pPr>
      <w:r>
        <w:t>5h</w:t>
      </w:r>
      <w:r w:rsidR="00E81036" w:rsidRPr="00D86756">
        <w:t xml:space="preserve">. </w:t>
      </w:r>
      <w:r w:rsidR="00033EB2" w:rsidRPr="00033EB2">
        <w:t>Niezwłocznie po dniu,</w:t>
      </w:r>
      <w:r w:rsidR="00CE7733" w:rsidRPr="00033EB2">
        <w:t xml:space="preserve"> w</w:t>
      </w:r>
      <w:r w:rsidR="00CE7733">
        <w:t> </w:t>
      </w:r>
      <w:r w:rsidR="00033EB2" w:rsidRPr="00033EB2">
        <w:t>którym decyzja</w:t>
      </w:r>
      <w:r w:rsidR="00CE7733" w:rsidRPr="00033EB2">
        <w:t xml:space="preserve"> o</w:t>
      </w:r>
      <w:r w:rsidR="00CE7733">
        <w:t> </w:t>
      </w:r>
      <w:r w:rsidR="00033EB2" w:rsidRPr="00033EB2">
        <w:t>nadaniu uprawnień stała się ostateczna, właściwa okręgowa komisja kwalifikacyjna izby samorządu zawodowego przekazuje Głównemu Inspektorowi Nadzoru Budowlanego dane,</w:t>
      </w:r>
      <w:r w:rsidR="00CE7733" w:rsidRPr="00033EB2">
        <w:t xml:space="preserve"> </w:t>
      </w:r>
      <w:r w:rsidR="00CE7733" w:rsidRPr="00033EB2">
        <w:lastRenderedPageBreak/>
        <w:t>o</w:t>
      </w:r>
      <w:r w:rsidR="00CE7733">
        <w:t> </w:t>
      </w:r>
      <w:r w:rsidR="00033EB2" w:rsidRPr="00033EB2">
        <w:t>których mowa</w:t>
      </w:r>
      <w:r w:rsidR="00CE7733" w:rsidRPr="00033EB2">
        <w:t xml:space="preserve"> w</w:t>
      </w:r>
      <w:r w:rsidR="00CE7733">
        <w:t> ust. </w:t>
      </w:r>
      <w:r w:rsidR="00D7757E">
        <w:t>5g</w:t>
      </w:r>
      <w:r w:rsidR="00033EB2" w:rsidRPr="00033EB2">
        <w:t xml:space="preserve">, za pośrednictwem systemu </w:t>
      </w:r>
      <w:r w:rsidR="00FC72E2" w:rsidRPr="00FC72E2">
        <w:t xml:space="preserve">Centralny </w:t>
      </w:r>
      <w:r w:rsidR="00FC72E2">
        <w:t>R</w:t>
      </w:r>
      <w:r w:rsidR="00FC72E2" w:rsidRPr="00FC72E2">
        <w:t xml:space="preserve">ejestr </w:t>
      </w:r>
      <w:r w:rsidR="00FC72E2">
        <w:t>O</w:t>
      </w:r>
      <w:r w:rsidR="00FC72E2" w:rsidRPr="00FC72E2">
        <w:t xml:space="preserve">sób </w:t>
      </w:r>
      <w:r w:rsidR="00FC72E2">
        <w:t>P</w:t>
      </w:r>
      <w:r w:rsidR="00FC72E2" w:rsidRPr="00FC72E2">
        <w:t xml:space="preserve">osiadających </w:t>
      </w:r>
      <w:r w:rsidR="00FC72E2">
        <w:t>U</w:t>
      </w:r>
      <w:r w:rsidR="00FC72E2" w:rsidRPr="00FC72E2">
        <w:t xml:space="preserve">prawnienia </w:t>
      </w:r>
      <w:r w:rsidR="00FC72E2">
        <w:t>B</w:t>
      </w:r>
      <w:r w:rsidR="00FC72E2" w:rsidRPr="00FC72E2">
        <w:t>udowlane</w:t>
      </w:r>
      <w:r w:rsidR="00FC72E2">
        <w:t>, zwan</w:t>
      </w:r>
      <w:r w:rsidR="00924348">
        <w:t>ego</w:t>
      </w:r>
      <w:r w:rsidR="00FC72E2">
        <w:t xml:space="preserve"> dalej </w:t>
      </w:r>
      <w:r w:rsidR="00924348">
        <w:t>"</w:t>
      </w:r>
      <w:r w:rsidR="00FC72E2">
        <w:t>system</w:t>
      </w:r>
      <w:r w:rsidR="00924348">
        <w:t>em</w:t>
      </w:r>
      <w:r w:rsidR="00FC72E2" w:rsidRPr="00FC72E2">
        <w:t xml:space="preserve"> e</w:t>
      </w:r>
      <w:r w:rsidR="00CE7733">
        <w:softHyphen/>
      </w:r>
      <w:r w:rsidR="00CE7733">
        <w:noBreakHyphen/>
      </w:r>
      <w:r w:rsidR="00FC72E2" w:rsidRPr="00FC72E2">
        <w:t>CRUB</w:t>
      </w:r>
      <w:r w:rsidR="00FC72E2">
        <w:t>"</w:t>
      </w:r>
      <w:r w:rsidR="00033EB2" w:rsidRPr="00033EB2">
        <w:t>, przy użyciu elektronicznych formularzy, których wzory zostały określone</w:t>
      </w:r>
      <w:r w:rsidR="00CE7733" w:rsidRPr="00033EB2">
        <w:t xml:space="preserve"> w</w:t>
      </w:r>
      <w:r w:rsidR="00CE7733">
        <w:t> </w:t>
      </w:r>
      <w:r w:rsidR="00033EB2" w:rsidRPr="00033EB2">
        <w:t>przepisach wydanych na podstawie</w:t>
      </w:r>
      <w:r w:rsidR="00CE7733">
        <w:t xml:space="preserve"> art. </w:t>
      </w:r>
      <w:r w:rsidR="00033EB2" w:rsidRPr="00033EB2">
        <w:t>88a</w:t>
      </w:r>
      <w:r w:rsidR="00CE7733">
        <w:t xml:space="preserve"> ust. </w:t>
      </w:r>
      <w:r w:rsidR="00033EB2" w:rsidRPr="00033EB2">
        <w:t>6.</w:t>
      </w:r>
    </w:p>
    <w:p w14:paraId="23741F58" w14:textId="7BC07151" w:rsidR="00E81036" w:rsidRPr="00390DA8" w:rsidRDefault="005D1168" w:rsidP="00033EB2">
      <w:pPr>
        <w:pStyle w:val="ZLITUSTzmustliter"/>
      </w:pPr>
      <w:bookmarkStart w:id="2" w:name="_Hlk45628523"/>
      <w:r>
        <w:t>5i</w:t>
      </w:r>
      <w:r w:rsidR="00E81036" w:rsidRPr="00D86756">
        <w:t>.</w:t>
      </w:r>
      <w:r w:rsidR="00650225" w:rsidRPr="00D86756">
        <w:t xml:space="preserve"> W</w:t>
      </w:r>
      <w:r w:rsidR="00650225">
        <w:t> </w:t>
      </w:r>
      <w:bookmarkStart w:id="3" w:name="_Hlk45608392"/>
      <w:r w:rsidR="00E81036" w:rsidRPr="00D86756">
        <w:t>przypadku stwierdzenia nieprawidłowości danych,</w:t>
      </w:r>
      <w:r w:rsidR="00650225" w:rsidRPr="00D86756">
        <w:t xml:space="preserve"> o</w:t>
      </w:r>
      <w:r w:rsidR="00650225">
        <w:t> </w:t>
      </w:r>
      <w:r w:rsidR="00E81036" w:rsidRPr="00D86756">
        <w:t>których mowa</w:t>
      </w:r>
      <w:r w:rsidR="00CE7733" w:rsidRPr="00D86756">
        <w:t xml:space="preserve"> w</w:t>
      </w:r>
      <w:r w:rsidR="00CE7733">
        <w:t> ust. </w:t>
      </w:r>
      <w:r>
        <w:t>5g</w:t>
      </w:r>
      <w:r w:rsidR="00E81036" w:rsidRPr="00D86756">
        <w:t xml:space="preserve">, przekazanych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D86756">
        <w:t xml:space="preserve"> Główny Inspektor Nadzoru Budowlanego </w:t>
      </w:r>
      <w:r w:rsidR="00E81036">
        <w:t xml:space="preserve">wzywa </w:t>
      </w:r>
      <w:r w:rsidR="00FB1D1A">
        <w:t xml:space="preserve">właściwą </w:t>
      </w:r>
      <w:r w:rsidR="00FB1D1A" w:rsidRPr="00FB1D1A">
        <w:t>okręgow</w:t>
      </w:r>
      <w:r w:rsidR="00FB1D1A">
        <w:t>ą</w:t>
      </w:r>
      <w:r w:rsidR="00FB1D1A" w:rsidRPr="00FB1D1A">
        <w:t xml:space="preserve"> komisj</w:t>
      </w:r>
      <w:r w:rsidR="00FB1D1A">
        <w:t>ę</w:t>
      </w:r>
      <w:r w:rsidR="00FB1D1A" w:rsidRPr="00FB1D1A">
        <w:t xml:space="preserve"> kwalifikacyjn</w:t>
      </w:r>
      <w:r w:rsidR="00FB1D1A">
        <w:t xml:space="preserve">ą izby </w:t>
      </w:r>
      <w:r w:rsidR="00E81036">
        <w:t>samorządu zawodowego do zweryfikowania</w:t>
      </w:r>
      <w:r w:rsidR="00E81036" w:rsidRPr="00390DA8">
        <w:t xml:space="preserve"> danych, określając </w:t>
      </w:r>
      <w:r w:rsidR="00E81036">
        <w:t xml:space="preserve">stwierdzone </w:t>
      </w:r>
      <w:r w:rsidR="00E81036" w:rsidRPr="00390DA8">
        <w:t>nie</w:t>
      </w:r>
      <w:r w:rsidR="00E81036">
        <w:t>prawidłowości</w:t>
      </w:r>
      <w:bookmarkEnd w:id="3"/>
      <w:r w:rsidR="00E81036" w:rsidRPr="00390DA8">
        <w:t>.</w:t>
      </w:r>
      <w:r w:rsidR="00033EB2">
        <w:t>",</w:t>
      </w:r>
      <w:bookmarkEnd w:id="2"/>
    </w:p>
    <w:p w14:paraId="38E3283E" w14:textId="1A1A2FA4" w:rsidR="00E81036" w:rsidRPr="00390DA8" w:rsidRDefault="00BC3AF8" w:rsidP="00D86756">
      <w:pPr>
        <w:pStyle w:val="LITlitera"/>
        <w:keepNext/>
      </w:pPr>
      <w:r>
        <w:t>c)</w:t>
      </w:r>
      <w:r w:rsidR="00576C4C">
        <w:tab/>
      </w:r>
      <w:r w:rsidR="00E81036" w:rsidRPr="00390DA8">
        <w:t xml:space="preserve">ust. </w:t>
      </w:r>
      <w:r w:rsidR="00650225" w:rsidRPr="00390DA8">
        <w:t>7</w:t>
      </w:r>
      <w:r w:rsidR="00650225">
        <w:t> </w:t>
      </w:r>
      <w:r w:rsidR="00E81036" w:rsidRPr="006E6956">
        <w:t>otrzymuje</w:t>
      </w:r>
      <w:r w:rsidR="00E81036" w:rsidRPr="00390DA8">
        <w:t xml:space="preserve"> brzmienie:</w:t>
      </w:r>
    </w:p>
    <w:p w14:paraId="7D8BB1FB" w14:textId="1C4BE18C" w:rsidR="00E81036" w:rsidRPr="00390DA8" w:rsidRDefault="00D86756" w:rsidP="006E6956">
      <w:pPr>
        <w:pStyle w:val="ZLITUSTzmustliter"/>
      </w:pPr>
      <w:r>
        <w:t>„</w:t>
      </w:r>
      <w:r w:rsidR="00E81036" w:rsidRPr="00390DA8">
        <w:t xml:space="preserve">7. </w:t>
      </w:r>
      <w:r w:rsidR="00E81036" w:rsidRPr="006E6956">
        <w:t>Podstawę do wykonywania samodzielnych funkcji technicznych</w:t>
      </w:r>
      <w:r w:rsidR="00650225" w:rsidRPr="006E6956">
        <w:t xml:space="preserve"> w</w:t>
      </w:r>
      <w:r w:rsidR="00650225">
        <w:t> </w:t>
      </w:r>
      <w:r w:rsidR="00E81036" w:rsidRPr="006E6956">
        <w:t>budownictwie stanowi wpis na listę członków właściwej izby samorządu zawodowego, potwierdzony</w:t>
      </w:r>
      <w:r w:rsidR="00E81036" w:rsidRPr="00390DA8">
        <w:t xml:space="preserve"> zaświadczeniem wydanym przez tę izbę</w:t>
      </w:r>
      <w:r w:rsidR="00650225" w:rsidRPr="00390DA8">
        <w:t xml:space="preserve"> z</w:t>
      </w:r>
      <w:r w:rsidR="00650225">
        <w:t> </w:t>
      </w:r>
      <w:r w:rsidR="00E81036" w:rsidRPr="00390DA8">
        <w:t>określonym</w:t>
      </w:r>
      <w:r w:rsidR="00650225" w:rsidRPr="00390DA8">
        <w:t xml:space="preserve"> w</w:t>
      </w:r>
      <w:r w:rsidR="00650225">
        <w:t> </w:t>
      </w:r>
      <w:r w:rsidR="00E81036" w:rsidRPr="00390DA8">
        <w:t>nim terminem ważności.</w:t>
      </w:r>
      <w:r>
        <w:t>”</w:t>
      </w:r>
      <w:r w:rsidR="00E81036">
        <w:t>,</w:t>
      </w:r>
    </w:p>
    <w:p w14:paraId="7337D3C1" w14:textId="59D3EE38" w:rsidR="00E81036" w:rsidRDefault="00BC3AF8" w:rsidP="00D86756">
      <w:pPr>
        <w:pStyle w:val="LITlitera"/>
        <w:keepNext/>
      </w:pPr>
      <w:r>
        <w:t>d</w:t>
      </w:r>
      <w:r w:rsidR="00E81036" w:rsidRPr="00390DA8">
        <w:t>)</w:t>
      </w:r>
      <w:r w:rsidR="00E81036" w:rsidRPr="00390DA8">
        <w:tab/>
      </w:r>
      <w:r w:rsidR="00E81036">
        <w:t>po</w:t>
      </w:r>
      <w:r w:rsidR="00CE7733">
        <w:t xml:space="preserve"> ust. </w:t>
      </w:r>
      <w:r w:rsidR="00650225">
        <w:t>7 </w:t>
      </w:r>
      <w:r w:rsidR="00E81036" w:rsidRPr="006E6956">
        <w:t>dodaje</w:t>
      </w:r>
      <w:r w:rsidR="00E81036">
        <w:t xml:space="preserve"> się</w:t>
      </w:r>
      <w:r w:rsidR="00CE7733">
        <w:t xml:space="preserve"> ust. </w:t>
      </w:r>
      <w:r w:rsidR="00E81036">
        <w:t>7a</w:t>
      </w:r>
      <w:r w:rsidR="00650225">
        <w:t xml:space="preserve"> w </w:t>
      </w:r>
      <w:r w:rsidR="00E81036">
        <w:t>brzmieniu:</w:t>
      </w:r>
    </w:p>
    <w:p w14:paraId="3FC390C5" w14:textId="7B98B6D0" w:rsidR="00E81036" w:rsidRDefault="00D86756" w:rsidP="00E81036">
      <w:pPr>
        <w:pStyle w:val="ZLITUSTzmustliter"/>
      </w:pPr>
      <w:r>
        <w:t>„</w:t>
      </w:r>
      <w:r w:rsidR="00E81036">
        <w:t>7a. Wymogu</w:t>
      </w:r>
      <w:r w:rsidR="00650225">
        <w:t xml:space="preserve"> w </w:t>
      </w:r>
      <w:r w:rsidR="00E81036">
        <w:t xml:space="preserve">zakresie </w:t>
      </w:r>
      <w:r w:rsidR="00CE7F7F">
        <w:t xml:space="preserve">przedkładania </w:t>
      </w:r>
      <w:r w:rsidR="00E81036" w:rsidRPr="00757062">
        <w:t>zaświadczeni</w:t>
      </w:r>
      <w:r w:rsidR="00E81036">
        <w:t>a,</w:t>
      </w:r>
      <w:r w:rsidR="00650225">
        <w:t xml:space="preserve"> o </w:t>
      </w:r>
      <w:r w:rsidR="00E81036">
        <w:t>którym mowa</w:t>
      </w:r>
      <w:r w:rsidR="00CE7733">
        <w:t xml:space="preserve"> w ust. </w:t>
      </w:r>
      <w:r w:rsidR="00E81036">
        <w:t>7, nie stosuje się</w:t>
      </w:r>
      <w:r w:rsidR="00650225">
        <w:t xml:space="preserve"> w </w:t>
      </w:r>
      <w:r w:rsidR="00E81036">
        <w:t xml:space="preserve">stosunku do osób wpisanych do </w:t>
      </w:r>
      <w:r w:rsidR="00E81036" w:rsidRPr="00757062">
        <w:t>centralnego rejestru osób posiadających uprawnienia budowlane</w:t>
      </w:r>
      <w:r w:rsidR="00E81036">
        <w:t>.</w:t>
      </w:r>
      <w:r>
        <w:t>”</w:t>
      </w:r>
      <w:r w:rsidR="00E81036">
        <w:t>,</w:t>
      </w:r>
    </w:p>
    <w:p w14:paraId="4C95A092" w14:textId="765CB383" w:rsidR="00E81036" w:rsidRPr="00390DA8" w:rsidRDefault="00BC3AF8" w:rsidP="00D86756">
      <w:pPr>
        <w:pStyle w:val="LITlitera"/>
        <w:keepNext/>
      </w:pPr>
      <w:bookmarkStart w:id="4" w:name="_Hlk44942543"/>
      <w:r>
        <w:t>e</w:t>
      </w:r>
      <w:r w:rsidR="00E81036">
        <w:t>)</w:t>
      </w:r>
      <w:r w:rsidR="00E81036">
        <w:tab/>
      </w:r>
      <w:r w:rsidR="00E81036" w:rsidRPr="00390DA8">
        <w:t xml:space="preserve">ust. </w:t>
      </w:r>
      <w:r w:rsidR="00650225" w:rsidRPr="00390DA8">
        <w:t>9</w:t>
      </w:r>
      <w:r w:rsidR="00650225">
        <w:t> </w:t>
      </w:r>
      <w:r w:rsidR="00E81036" w:rsidRPr="006E6956">
        <w:t>otrzymuje</w:t>
      </w:r>
      <w:r w:rsidR="00E81036" w:rsidRPr="00390DA8">
        <w:t xml:space="preserve"> brzmienie:</w:t>
      </w:r>
    </w:p>
    <w:bookmarkEnd w:id="4"/>
    <w:p w14:paraId="233DD410" w14:textId="5AF7BF8B" w:rsidR="00E81036" w:rsidRDefault="00D86756" w:rsidP="00E81036">
      <w:pPr>
        <w:pStyle w:val="ZLITUSTzmustliter"/>
      </w:pPr>
      <w:r>
        <w:t>„</w:t>
      </w:r>
      <w:r w:rsidR="00E81036" w:rsidRPr="00390DA8">
        <w:t xml:space="preserve">9. Organy samorządu zawodowego </w:t>
      </w:r>
      <w:r w:rsidR="00E81036">
        <w:t>przekazują</w:t>
      </w:r>
      <w:r w:rsidR="00E81036" w:rsidRPr="00390DA8">
        <w:t xml:space="preserve"> </w:t>
      </w:r>
      <w:r w:rsidR="00EE1ED0">
        <w:t>nie</w:t>
      </w:r>
      <w:r w:rsidR="00EE1ED0" w:rsidRPr="00390DA8">
        <w:t>zwłocznie</w:t>
      </w:r>
      <w:r w:rsidR="00E81036" w:rsidRPr="00390DA8">
        <w:t xml:space="preserve">, za </w:t>
      </w:r>
      <w:r w:rsidR="00924348" w:rsidRPr="00390DA8">
        <w:t>po</w:t>
      </w:r>
      <w:r w:rsidR="00924348">
        <w:t xml:space="preserve">średnictwem </w:t>
      </w:r>
      <w:r w:rsidR="00E81036" w:rsidRPr="00390DA8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390DA8">
        <w:t xml:space="preserve"> informacje</w:t>
      </w:r>
      <w:r w:rsidR="00650225" w:rsidRPr="00390DA8">
        <w:t xml:space="preserve"> o</w:t>
      </w:r>
      <w:r w:rsidR="00650225">
        <w:t> </w:t>
      </w:r>
      <w:r w:rsidR="00E81036" w:rsidRPr="00390DA8">
        <w:t>wpisie na listę członków właściwej izby samorządu zawodowego oraz</w:t>
      </w:r>
      <w:r w:rsidR="00650225" w:rsidRPr="00390DA8">
        <w:t xml:space="preserve"> o</w:t>
      </w:r>
      <w:r w:rsidR="00650225">
        <w:t> </w:t>
      </w:r>
      <w:r w:rsidR="00E81036" w:rsidRPr="00390DA8">
        <w:t>wykreśleniu</w:t>
      </w:r>
      <w:r w:rsidR="00650225" w:rsidRPr="00390DA8">
        <w:t xml:space="preserve"> z</w:t>
      </w:r>
      <w:r w:rsidR="00650225">
        <w:t> </w:t>
      </w:r>
      <w:r w:rsidR="00E81036" w:rsidRPr="00390DA8">
        <w:t>tej listy</w:t>
      </w:r>
      <w:r w:rsidR="00E81036">
        <w:t xml:space="preserve"> lub </w:t>
      </w:r>
      <w:r w:rsidR="00E81036" w:rsidRPr="00881521">
        <w:t>zawieszeni</w:t>
      </w:r>
      <w:r w:rsidR="00E81036">
        <w:t>u</w:t>
      </w:r>
      <w:r w:rsidR="00650225" w:rsidRPr="00881521">
        <w:t xml:space="preserve"> w</w:t>
      </w:r>
      <w:r w:rsidR="00650225">
        <w:t> </w:t>
      </w:r>
      <w:r w:rsidR="00E81036" w:rsidRPr="00881521">
        <w:t>prawach członka</w:t>
      </w:r>
      <w:r w:rsidR="00E81036" w:rsidRPr="00390DA8">
        <w:t>,</w:t>
      </w:r>
      <w:r w:rsidR="00650225" w:rsidRPr="00390DA8">
        <w:t xml:space="preserve"> w</w:t>
      </w:r>
      <w:r w:rsidR="00650225">
        <w:t> </w:t>
      </w:r>
      <w:r w:rsidR="00E81036" w:rsidRPr="00390DA8">
        <w:t>celu ujawnienia</w:t>
      </w:r>
      <w:r w:rsidR="00650225" w:rsidRPr="00390DA8">
        <w:t xml:space="preserve"> w</w:t>
      </w:r>
      <w:r w:rsidR="00650225">
        <w:t> </w:t>
      </w:r>
      <w:r w:rsidR="00FC72E2">
        <w:t xml:space="preserve">centralnym </w:t>
      </w:r>
      <w:r w:rsidR="00E81036" w:rsidRPr="00390DA8">
        <w:t>rejestrze</w:t>
      </w:r>
      <w:r w:rsidR="00FC72E2" w:rsidRPr="00FC72E2">
        <w:t xml:space="preserve"> osób posiadających uprawnienia budowlane</w:t>
      </w:r>
      <w:r w:rsidR="00E81036" w:rsidRPr="00390DA8">
        <w:t>.</w:t>
      </w:r>
      <w:r>
        <w:t>”</w:t>
      </w:r>
      <w:r w:rsidR="00E81036">
        <w:t>,</w:t>
      </w:r>
    </w:p>
    <w:p w14:paraId="15FD272F" w14:textId="13F52518" w:rsidR="00E81036" w:rsidRPr="00390DA8" w:rsidRDefault="00BC3AF8" w:rsidP="00D86756">
      <w:pPr>
        <w:pStyle w:val="LITlitera"/>
        <w:keepNext/>
      </w:pPr>
      <w:r>
        <w:t>f</w:t>
      </w:r>
      <w:r w:rsidR="00E81036">
        <w:t>)</w:t>
      </w:r>
      <w:r w:rsidR="00E81036">
        <w:tab/>
        <w:t>dodaje się</w:t>
      </w:r>
      <w:r w:rsidR="00CE7733">
        <w:t xml:space="preserve"> ust. </w:t>
      </w:r>
      <w:r w:rsidR="00E81036">
        <w:t>1</w:t>
      </w:r>
      <w:r w:rsidR="00CA7B6D">
        <w:t>0</w:t>
      </w:r>
      <w:r w:rsidR="00306528" w:rsidRPr="00EE78CA">
        <w:t>–</w:t>
      </w:r>
      <w:r w:rsidR="00821DD2">
        <w:t>1</w:t>
      </w:r>
      <w:r w:rsidR="00CE7733">
        <w:t>6 w </w:t>
      </w:r>
      <w:r w:rsidR="00E81036">
        <w:t>brzmieniu</w:t>
      </w:r>
      <w:r w:rsidR="00E81036" w:rsidRPr="00390DA8">
        <w:t>:</w:t>
      </w:r>
    </w:p>
    <w:p w14:paraId="2BD4E07C" w14:textId="33114942" w:rsidR="00E81036" w:rsidRPr="00410953" w:rsidRDefault="00D86756" w:rsidP="006E6956">
      <w:pPr>
        <w:pStyle w:val="ZLITUSTzmustliter"/>
      </w:pPr>
      <w:r>
        <w:t>„</w:t>
      </w:r>
      <w:r w:rsidR="00E81036" w:rsidRPr="00410953">
        <w:t>10. Osob</w:t>
      </w:r>
      <w:r w:rsidR="00E81036">
        <w:t>a</w:t>
      </w:r>
      <w:r w:rsidR="00E81036" w:rsidRPr="00410953">
        <w:t>, któr</w:t>
      </w:r>
      <w:r w:rsidR="00E81036">
        <w:t>a</w:t>
      </w:r>
      <w:r w:rsidR="00E81036" w:rsidRPr="00410953">
        <w:t xml:space="preserve"> nabył</w:t>
      </w:r>
      <w:r w:rsidR="00E81036">
        <w:t>a</w:t>
      </w:r>
      <w:r w:rsidR="00E81036" w:rsidRPr="00410953">
        <w:t xml:space="preserve"> uprawnienia budowlane przed dniem </w:t>
      </w:r>
      <w:r w:rsidR="00650225" w:rsidRPr="00410953">
        <w:t>1</w:t>
      </w:r>
      <w:r w:rsidR="00650225">
        <w:t> </w:t>
      </w:r>
      <w:r w:rsidR="00E81036" w:rsidRPr="00410953">
        <w:t>stycznia 1995 r.</w:t>
      </w:r>
      <w:r w:rsidR="00CE7733" w:rsidRPr="00410953">
        <w:t xml:space="preserve"> </w:t>
      </w:r>
      <w:r w:rsidR="00CE7733" w:rsidRPr="00926C44">
        <w:t>i</w:t>
      </w:r>
      <w:r w:rsidR="00CE7733">
        <w:t> </w:t>
      </w:r>
      <w:r w:rsidR="00926C44" w:rsidRPr="00926C44">
        <w:t>jest członkiem izby samorządu zawodowego</w:t>
      </w:r>
      <w:r w:rsidR="001113C5">
        <w:t>,</w:t>
      </w:r>
      <w:r w:rsidR="00926C44" w:rsidRPr="00926C44">
        <w:t xml:space="preserve"> </w:t>
      </w:r>
      <w:r w:rsidR="00E81036" w:rsidRPr="00410953">
        <w:t>mo</w:t>
      </w:r>
      <w:r w:rsidR="00E81036">
        <w:t>że</w:t>
      </w:r>
      <w:r w:rsidR="00E81036" w:rsidRPr="00410953">
        <w:t xml:space="preserve"> wystąpić do </w:t>
      </w:r>
      <w:bookmarkStart w:id="5" w:name="_Hlk65588961"/>
      <w:r w:rsidR="00DA4C96">
        <w:t xml:space="preserve">właściwej </w:t>
      </w:r>
      <w:r w:rsidR="00E81036" w:rsidRPr="00410953">
        <w:t>okręgowej komisji kwalifikacyjnej</w:t>
      </w:r>
      <w:r w:rsidR="00425545" w:rsidRPr="00425545">
        <w:t xml:space="preserve"> właściwej ze względu na specjalność</w:t>
      </w:r>
      <w:r w:rsidR="00CE7733" w:rsidRPr="00425545">
        <w:t xml:space="preserve"> i</w:t>
      </w:r>
      <w:r w:rsidR="00CE7733">
        <w:t> </w:t>
      </w:r>
      <w:r w:rsidR="00425545" w:rsidRPr="00425545">
        <w:t>zakres posiadanych uprawnień</w:t>
      </w:r>
      <w:r w:rsidR="00E81036" w:rsidRPr="00410953">
        <w:t xml:space="preserve"> </w:t>
      </w:r>
      <w:bookmarkEnd w:id="5"/>
      <w:r w:rsidR="00E81036" w:rsidRPr="00410953">
        <w:t>izby samorządu zawodowego</w:t>
      </w:r>
      <w:r w:rsidR="00650225" w:rsidRPr="00410953">
        <w:t xml:space="preserve"> z</w:t>
      </w:r>
      <w:r w:rsidR="00650225">
        <w:t> </w:t>
      </w:r>
      <w:r w:rsidR="00E81036" w:rsidRPr="00410953">
        <w:t>wnioskiem</w:t>
      </w:r>
      <w:r w:rsidR="00650225" w:rsidRPr="00410953">
        <w:t xml:space="preserve"> o</w:t>
      </w:r>
      <w:r w:rsidR="00650225">
        <w:t> </w:t>
      </w:r>
      <w:r w:rsidR="00E81036" w:rsidRPr="00410953">
        <w:t xml:space="preserve">przekazanie do Głównego Inspektora Nadzoru Budowlanego za </w:t>
      </w:r>
      <w:r w:rsidR="00924348" w:rsidRPr="006E6956">
        <w:t>po</w:t>
      </w:r>
      <w:r w:rsidR="00924348">
        <w:t>średnictwem</w:t>
      </w:r>
      <w:r w:rsidR="00924348" w:rsidRPr="00410953">
        <w:t xml:space="preserve"> </w:t>
      </w:r>
      <w:r w:rsidR="00E81036" w:rsidRPr="00410953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>
        <w:t xml:space="preserve"> </w:t>
      </w:r>
      <w:r w:rsidR="00E81036" w:rsidRPr="00410953">
        <w:t>danych identyfikujących uprawnienia budowlane wraz</w:t>
      </w:r>
      <w:r w:rsidR="00650225" w:rsidRPr="00410953">
        <w:t xml:space="preserve"> z</w:t>
      </w:r>
      <w:r w:rsidR="00650225">
        <w:t> </w:t>
      </w:r>
      <w:r w:rsidR="00E81036" w:rsidRPr="00410953">
        <w:t>kopią tych uprawnień oraz danych dotyczących osoby, która nabyła te uprawnienia,</w:t>
      </w:r>
      <w:r w:rsidR="00650225">
        <w:t xml:space="preserve"> w </w:t>
      </w:r>
      <w:r w:rsidR="00E81036">
        <w:t xml:space="preserve">tym </w:t>
      </w:r>
      <w:r w:rsidR="00E81036" w:rsidRPr="00410953">
        <w:t>informacji</w:t>
      </w:r>
      <w:r w:rsidR="00650225" w:rsidRPr="00410953">
        <w:t xml:space="preserve"> o</w:t>
      </w:r>
      <w:r w:rsidR="00650225">
        <w:t> </w:t>
      </w:r>
      <w:r w:rsidR="00E81036" w:rsidRPr="00410953">
        <w:t xml:space="preserve">dotychczasowych wpisach na listę członków właściwej izby </w:t>
      </w:r>
      <w:r w:rsidR="00E81036" w:rsidRPr="00410953">
        <w:lastRenderedPageBreak/>
        <w:t>samorządu zawodowego oraz wykreśleniach</w:t>
      </w:r>
      <w:r w:rsidR="00650225" w:rsidRPr="00410953">
        <w:t xml:space="preserve"> z</w:t>
      </w:r>
      <w:r w:rsidR="00650225">
        <w:t> </w:t>
      </w:r>
      <w:r w:rsidR="00E81036" w:rsidRPr="00410953">
        <w:t xml:space="preserve">tej listy </w:t>
      </w:r>
      <w:r w:rsidR="00E81036">
        <w:t>lub</w:t>
      </w:r>
      <w:r w:rsidR="00E81036" w:rsidRPr="00410953">
        <w:t xml:space="preserve"> </w:t>
      </w:r>
      <w:proofErr w:type="spellStart"/>
      <w:r w:rsidR="00E81036" w:rsidRPr="00410953">
        <w:t>zawieszeniach</w:t>
      </w:r>
      <w:proofErr w:type="spellEnd"/>
      <w:r w:rsidR="00E81036" w:rsidRPr="00410953">
        <w:t xml:space="preserve"> w prawach członka</w:t>
      </w:r>
      <w:r w:rsidR="00E81036">
        <w:t xml:space="preserve"> </w:t>
      </w:r>
      <w:r w:rsidR="00E81036" w:rsidRPr="00410953">
        <w:t>przy użyciu elektronicznych formularzy, których wzory</w:t>
      </w:r>
      <w:r w:rsidR="00E81036">
        <w:t xml:space="preserve"> zostały określone</w:t>
      </w:r>
      <w:r w:rsidR="00E81036" w:rsidRPr="00410953">
        <w:t xml:space="preserve"> w </w:t>
      </w:r>
      <w:r w:rsidR="00E81036">
        <w:t xml:space="preserve">przepisach </w:t>
      </w:r>
      <w:r w:rsidR="00E81036" w:rsidRPr="00410953">
        <w:t>wydany</w:t>
      </w:r>
      <w:r w:rsidR="00E81036">
        <w:t>ch</w:t>
      </w:r>
      <w:r w:rsidR="00E81036" w:rsidRPr="00410953">
        <w:t xml:space="preserve"> na podstawie</w:t>
      </w:r>
      <w:r w:rsidR="00CE7733">
        <w:t xml:space="preserve"> art. </w:t>
      </w:r>
      <w:r w:rsidR="00E81036" w:rsidRPr="00410953">
        <w:t>88a</w:t>
      </w:r>
      <w:r w:rsidR="00CE7733">
        <w:t xml:space="preserve"> ust. </w:t>
      </w:r>
      <w:r w:rsidR="00E81036" w:rsidRPr="00410953">
        <w:t>6.</w:t>
      </w:r>
    </w:p>
    <w:p w14:paraId="20B4C78C" w14:textId="490E84B5" w:rsidR="00E81036" w:rsidRPr="00410953" w:rsidRDefault="00E81036" w:rsidP="00D86756">
      <w:pPr>
        <w:pStyle w:val="ZLITUSTzmustliter"/>
        <w:keepNext/>
      </w:pPr>
      <w:r w:rsidRPr="00410953">
        <w:t>11. Wniosek,</w:t>
      </w:r>
      <w:r w:rsidR="00650225" w:rsidRPr="00410953">
        <w:t xml:space="preserve"> o</w:t>
      </w:r>
      <w:r w:rsidR="00650225">
        <w:t> </w:t>
      </w:r>
      <w:r w:rsidRPr="00410953">
        <w:t>którym mowa</w:t>
      </w:r>
      <w:r w:rsidR="00CE7733" w:rsidRPr="00410953">
        <w:t xml:space="preserve"> w</w:t>
      </w:r>
      <w:r w:rsidR="00CE7733">
        <w:t> ust. </w:t>
      </w:r>
      <w:r w:rsidRPr="00410953">
        <w:t xml:space="preserve">10, </w:t>
      </w:r>
      <w:r w:rsidRPr="006E6956">
        <w:t>zawiera</w:t>
      </w:r>
      <w:r w:rsidRPr="00410953">
        <w:t>:</w:t>
      </w:r>
    </w:p>
    <w:p w14:paraId="5257F8CF" w14:textId="0E5ED55B" w:rsidR="00E81036" w:rsidRPr="00D86756" w:rsidRDefault="00B902EA" w:rsidP="00B902EA">
      <w:pPr>
        <w:pStyle w:val="ZLITPKTzmpktliter"/>
      </w:pPr>
      <w:r>
        <w:t>1)</w:t>
      </w:r>
      <w:r>
        <w:tab/>
      </w:r>
      <w:r w:rsidR="00E81036" w:rsidRPr="007D6B1C">
        <w:t>imię (imiona)</w:t>
      </w:r>
      <w:r w:rsidR="00650225" w:rsidRPr="007D6B1C">
        <w:t xml:space="preserve"> i</w:t>
      </w:r>
      <w:r w:rsidR="00650225">
        <w:t> </w:t>
      </w:r>
      <w:r w:rsidR="00E81036" w:rsidRPr="00D86756">
        <w:t>nazwisko;</w:t>
      </w:r>
    </w:p>
    <w:p w14:paraId="2138EA2A" w14:textId="406E00AD" w:rsidR="00E81036" w:rsidRPr="00D86756" w:rsidRDefault="001113C5" w:rsidP="00B902EA">
      <w:pPr>
        <w:pStyle w:val="ZLITPKTzmpktliter"/>
      </w:pPr>
      <w:r>
        <w:t>2</w:t>
      </w:r>
      <w:r w:rsidR="00B902EA">
        <w:t>)</w:t>
      </w:r>
      <w:r w:rsidR="00B902EA">
        <w:tab/>
      </w:r>
      <w:r w:rsidR="00E81036" w:rsidRPr="00D86756">
        <w:t>adres zamieszkania;</w:t>
      </w:r>
    </w:p>
    <w:p w14:paraId="0216A69E" w14:textId="40D8FB7A" w:rsidR="00001A08" w:rsidRDefault="001113C5" w:rsidP="00650225">
      <w:pPr>
        <w:pStyle w:val="ZLITLITzmlitliter"/>
      </w:pPr>
      <w:r>
        <w:t>3</w:t>
      </w:r>
      <w:r w:rsidR="00B902EA">
        <w:t>)</w:t>
      </w:r>
      <w:r w:rsidR="00B902EA">
        <w:tab/>
      </w:r>
      <w:r w:rsidR="00E81036" w:rsidRPr="00D86756">
        <w:t xml:space="preserve">numer PESEL </w:t>
      </w:r>
      <w:r w:rsidR="00306528" w:rsidRPr="00EE78CA">
        <w:t xml:space="preserve">– </w:t>
      </w:r>
      <w:r w:rsidR="00650225" w:rsidRPr="00D86756">
        <w:t>w</w:t>
      </w:r>
      <w:r w:rsidR="00650225">
        <w:t> </w:t>
      </w:r>
      <w:r w:rsidR="00E81036" w:rsidRPr="00D86756">
        <w:t>przypadku osób posiada</w:t>
      </w:r>
      <w:r w:rsidR="00D86756">
        <w:t>jących obywatelstwo polskie</w:t>
      </w:r>
      <w:r w:rsidR="00001A08">
        <w:t>;</w:t>
      </w:r>
    </w:p>
    <w:p w14:paraId="1F7C18DD" w14:textId="573FACE7" w:rsidR="00E81036" w:rsidRPr="00D86756" w:rsidRDefault="00001A08" w:rsidP="00650225">
      <w:pPr>
        <w:pStyle w:val="ZLITLITzmlitliter"/>
      </w:pPr>
      <w:r>
        <w:t>4)</w:t>
      </w:r>
      <w:r>
        <w:tab/>
      </w:r>
      <w:r w:rsidR="00E81036" w:rsidRPr="00D86756">
        <w:t>numer</w:t>
      </w:r>
      <w:r w:rsidR="00650225" w:rsidRPr="00D86756">
        <w:t xml:space="preserve"> i</w:t>
      </w:r>
      <w:r w:rsidR="00650225">
        <w:t> </w:t>
      </w:r>
      <w:r w:rsidR="00E81036" w:rsidRPr="00D86756">
        <w:t xml:space="preserve">serię dokumentu potwierdzającego tożsamość </w:t>
      </w:r>
      <w:r w:rsidR="00306528" w:rsidRPr="00EE78CA">
        <w:t xml:space="preserve">– </w:t>
      </w:r>
      <w:r w:rsidR="00650225" w:rsidRPr="00D86756">
        <w:t>w</w:t>
      </w:r>
      <w:r w:rsidR="00650225">
        <w:t> </w:t>
      </w:r>
      <w:r w:rsidR="00B902EA">
        <w:t xml:space="preserve">przypadku </w:t>
      </w:r>
      <w:r w:rsidR="00E81036" w:rsidRPr="00D86756">
        <w:t>osób nieposiadających obywatelstwa polskiego;</w:t>
      </w:r>
    </w:p>
    <w:p w14:paraId="76D29453" w14:textId="39564014" w:rsidR="00E81036" w:rsidRPr="007D6B1C" w:rsidRDefault="00001A08" w:rsidP="00650225">
      <w:pPr>
        <w:pStyle w:val="ZLITLITzmlitliter"/>
      </w:pPr>
      <w:r>
        <w:t>5</w:t>
      </w:r>
      <w:r w:rsidR="00E81036" w:rsidRPr="00D86756">
        <w:t>)</w:t>
      </w:r>
      <w:r w:rsidR="00E81036" w:rsidRPr="00D86756">
        <w:tab/>
        <w:t>dane identyfikujące uprawnienia</w:t>
      </w:r>
      <w:r w:rsidR="00E81036" w:rsidRPr="007D6B1C">
        <w:t xml:space="preserve"> budowlane.</w:t>
      </w:r>
    </w:p>
    <w:p w14:paraId="07911D48" w14:textId="3AAB8675" w:rsidR="00E81036" w:rsidRPr="00410953" w:rsidRDefault="00E81036" w:rsidP="00E81036">
      <w:pPr>
        <w:pStyle w:val="ZLITUSTzmustliter"/>
      </w:pPr>
      <w:r w:rsidRPr="00410953">
        <w:t xml:space="preserve">12. Do wniosku dołącza się </w:t>
      </w:r>
      <w:r>
        <w:t>oryginał</w:t>
      </w:r>
      <w:r w:rsidRPr="00410953">
        <w:t xml:space="preserve"> uprawnień budowlanych nabytych przed dniem </w:t>
      </w:r>
      <w:r w:rsidR="00650225" w:rsidRPr="00410953">
        <w:t>1</w:t>
      </w:r>
      <w:r w:rsidR="00650225">
        <w:t> </w:t>
      </w:r>
      <w:r w:rsidRPr="00410953">
        <w:t>stycznia 199</w:t>
      </w:r>
      <w:r w:rsidR="00650225" w:rsidRPr="00410953">
        <w:t>5</w:t>
      </w:r>
      <w:r w:rsidR="00650225">
        <w:t> </w:t>
      </w:r>
      <w:r w:rsidRPr="00410953">
        <w:t>r.</w:t>
      </w:r>
      <w:r>
        <w:t xml:space="preserve"> albo od</w:t>
      </w:r>
      <w:r w:rsidRPr="00A366C7">
        <w:t>pis</w:t>
      </w:r>
      <w:r>
        <w:t xml:space="preserve"> tych uprawnień</w:t>
      </w:r>
      <w:r w:rsidRPr="00A366C7">
        <w:t xml:space="preserve">, jeżeli zgodność </w:t>
      </w:r>
      <w:r>
        <w:t>odpisu</w:t>
      </w:r>
      <w:r w:rsidR="00650225">
        <w:t xml:space="preserve"> </w:t>
      </w:r>
      <w:r w:rsidR="00650225" w:rsidRPr="00A366C7">
        <w:t>z</w:t>
      </w:r>
      <w:r w:rsidR="00650225">
        <w:t> </w:t>
      </w:r>
      <w:r w:rsidRPr="00A366C7">
        <w:t>oryginałem została poświadczona przez notariusza</w:t>
      </w:r>
      <w:r>
        <w:t>.</w:t>
      </w:r>
      <w:r w:rsidR="006C2EE6">
        <w:t xml:space="preserve"> Nie ma obowiązku dołączania oryginału oraz odpisu tych uprawnień, jeżeli </w:t>
      </w:r>
      <w:r w:rsidR="006C2EE6" w:rsidRPr="006C2EE6">
        <w:t>izb</w:t>
      </w:r>
      <w:r w:rsidR="006C2EE6">
        <w:t>a</w:t>
      </w:r>
      <w:r w:rsidR="006C2EE6" w:rsidRPr="006C2EE6">
        <w:t xml:space="preserve"> samorządu zawodowego</w:t>
      </w:r>
      <w:r w:rsidR="006C2EE6">
        <w:t xml:space="preserve"> posiada już taki oryginał lub odpis.</w:t>
      </w:r>
    </w:p>
    <w:p w14:paraId="651D00A3" w14:textId="7C4A8891" w:rsidR="00E81036" w:rsidRPr="00410953" w:rsidRDefault="00E81036" w:rsidP="00D86756">
      <w:pPr>
        <w:pStyle w:val="ZLITUSTzmustliter"/>
        <w:keepNext/>
      </w:pPr>
      <w:r w:rsidRPr="00410953">
        <w:t xml:space="preserve">13. </w:t>
      </w:r>
      <w:r w:rsidR="00821DD2">
        <w:t>Właściwa o</w:t>
      </w:r>
      <w:r w:rsidRPr="00410953">
        <w:t>kręgowa komisja kwalifikacyjna właściwej okręgowej izby samorządu zawodowego</w:t>
      </w:r>
      <w:r>
        <w:t xml:space="preserve"> </w:t>
      </w:r>
      <w:r w:rsidRPr="00410953">
        <w:t>przeprowadza</w:t>
      </w:r>
      <w:r>
        <w:t xml:space="preserve"> </w:t>
      </w:r>
      <w:r w:rsidRPr="00410953">
        <w:t>weryfikację danych</w:t>
      </w:r>
      <w:r w:rsidR="00650225" w:rsidRPr="00410953">
        <w:t xml:space="preserve"> i</w:t>
      </w:r>
      <w:r w:rsidR="00650225">
        <w:t> </w:t>
      </w:r>
      <w:r w:rsidRPr="00410953">
        <w:t>informacji zawartych we wniosku oraz</w:t>
      </w:r>
      <w:r>
        <w:t xml:space="preserve"> </w:t>
      </w:r>
      <w:r w:rsidRPr="00410953">
        <w:t>dołączonej do niego dokumentacji</w:t>
      </w:r>
      <w:r>
        <w:t>,</w:t>
      </w:r>
      <w:r w:rsidR="00650225" w:rsidRPr="002D7659">
        <w:t xml:space="preserve"> </w:t>
      </w:r>
      <w:r w:rsidR="00650225">
        <w:t>w </w:t>
      </w:r>
      <w:r w:rsidRPr="002D7659">
        <w:t xml:space="preserve">terminie </w:t>
      </w:r>
      <w:r w:rsidR="00650225" w:rsidRPr="002D7659">
        <w:t>3</w:t>
      </w:r>
      <w:r w:rsidR="00650225">
        <w:t> </w:t>
      </w:r>
      <w:r w:rsidRPr="002D7659">
        <w:t>miesięcy od dnia złożenia wniosku</w:t>
      </w:r>
      <w:r>
        <w:t>,</w:t>
      </w:r>
      <w:r w:rsidR="00650225">
        <w:t xml:space="preserve"> </w:t>
      </w:r>
      <w:r w:rsidR="00650225" w:rsidRPr="00410953">
        <w:t>i</w:t>
      </w:r>
      <w:r w:rsidR="00650225">
        <w:t> </w:t>
      </w:r>
      <w:r w:rsidR="00650225" w:rsidRPr="00410953">
        <w:t>w</w:t>
      </w:r>
      <w:r w:rsidR="00650225">
        <w:t> </w:t>
      </w:r>
      <w:r w:rsidRPr="00410953">
        <w:t>zależności od wyniku tej weryfikacji:</w:t>
      </w:r>
    </w:p>
    <w:p w14:paraId="24AE50DF" w14:textId="7E53BD32" w:rsidR="00E81036" w:rsidRPr="00410953" w:rsidRDefault="00E81036" w:rsidP="00D86756">
      <w:pPr>
        <w:pStyle w:val="ZLITPKTzmpktliter"/>
      </w:pPr>
      <w:r w:rsidRPr="00410953">
        <w:t>1)</w:t>
      </w:r>
      <w:r w:rsidRPr="00410953">
        <w:tab/>
        <w:t>przekazuje</w:t>
      </w:r>
      <w:r>
        <w:t xml:space="preserve"> </w:t>
      </w:r>
      <w:r w:rsidRPr="00410953">
        <w:t>dane</w:t>
      </w:r>
      <w:r w:rsidR="00CE7733" w:rsidRPr="00410953">
        <w:t xml:space="preserve"> i</w:t>
      </w:r>
      <w:r w:rsidR="00CE7733">
        <w:t> </w:t>
      </w:r>
      <w:r w:rsidRPr="00410953">
        <w:t>informacje</w:t>
      </w:r>
      <w:r>
        <w:t>,</w:t>
      </w:r>
      <w:r w:rsidR="00650225">
        <w:t xml:space="preserve"> o </w:t>
      </w:r>
      <w:r>
        <w:t>których mowa</w:t>
      </w:r>
      <w:r w:rsidR="00CE7733">
        <w:t xml:space="preserve"> w ust. </w:t>
      </w:r>
      <w:r>
        <w:t>1</w:t>
      </w:r>
      <w:r w:rsidR="00650225">
        <w:t>0</w:t>
      </w:r>
      <w:r>
        <w:t>,</w:t>
      </w:r>
      <w:r w:rsidRPr="00410953">
        <w:t xml:space="preserve"> </w:t>
      </w:r>
      <w:r>
        <w:t>wraz</w:t>
      </w:r>
      <w:r w:rsidR="00650225">
        <w:t xml:space="preserve"> z </w:t>
      </w:r>
      <w:r w:rsidRPr="00580388">
        <w:t>kopi</w:t>
      </w:r>
      <w:r>
        <w:t>ą</w:t>
      </w:r>
      <w:r w:rsidRPr="00580388">
        <w:t xml:space="preserve"> uprawnień budowlanych </w:t>
      </w:r>
      <w:r w:rsidRPr="00410953">
        <w:t>do Głównego Inspektora Nadzoru Budowlanego</w:t>
      </w:r>
      <w:r>
        <w:t xml:space="preserve"> za </w:t>
      </w:r>
      <w:r w:rsidR="00924348">
        <w:t xml:space="preserve">pośrednictwem </w:t>
      </w:r>
      <w:r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410953">
        <w:t>;</w:t>
      </w:r>
    </w:p>
    <w:p w14:paraId="4E6144D1" w14:textId="3F6DDD08" w:rsidR="00E81036" w:rsidRDefault="00E81036" w:rsidP="00D86756">
      <w:pPr>
        <w:pStyle w:val="ZLITPKTzmpktliter"/>
      </w:pPr>
      <w:r w:rsidRPr="00410953">
        <w:t>2)</w:t>
      </w:r>
      <w:r w:rsidRPr="00410953">
        <w:tab/>
        <w:t>wydaje decyzję</w:t>
      </w:r>
      <w:r w:rsidR="00650225" w:rsidRPr="00410953">
        <w:t xml:space="preserve"> o</w:t>
      </w:r>
      <w:r w:rsidR="00650225">
        <w:t> </w:t>
      </w:r>
      <w:r w:rsidRPr="00410953">
        <w:t>odmowie</w:t>
      </w:r>
      <w:r>
        <w:t xml:space="preserve"> </w:t>
      </w:r>
      <w:r w:rsidRPr="00410953">
        <w:t>przekazania</w:t>
      </w:r>
      <w:r>
        <w:t xml:space="preserve"> Głównemu Inspektorowi Nadzoru Budowlanego</w:t>
      </w:r>
      <w:r w:rsidRPr="00410953">
        <w:t xml:space="preserve"> danych</w:t>
      </w:r>
      <w:r w:rsidR="00650225" w:rsidRPr="00410953">
        <w:t xml:space="preserve"> i</w:t>
      </w:r>
      <w:r w:rsidR="00650225">
        <w:t> </w:t>
      </w:r>
      <w:r w:rsidRPr="00410953">
        <w:t>informacji,</w:t>
      </w:r>
      <w:r w:rsidR="00650225" w:rsidRPr="00410953">
        <w:t xml:space="preserve"> o</w:t>
      </w:r>
      <w:r w:rsidR="00650225">
        <w:t> </w:t>
      </w:r>
      <w:r w:rsidRPr="00410953">
        <w:t>których mowa</w:t>
      </w:r>
      <w:r w:rsidR="00CE7733" w:rsidRPr="00410953">
        <w:t xml:space="preserve"> w</w:t>
      </w:r>
      <w:r w:rsidR="00CE7733">
        <w:t> ust. </w:t>
      </w:r>
      <w:r w:rsidRPr="00410953">
        <w:t>1</w:t>
      </w:r>
      <w:r w:rsidR="00650225" w:rsidRPr="00410953">
        <w:t>0</w:t>
      </w:r>
      <w:r>
        <w:t xml:space="preserve">, oraz </w:t>
      </w:r>
      <w:r w:rsidRPr="00580388">
        <w:t>kopi</w:t>
      </w:r>
      <w:r>
        <w:t>i</w:t>
      </w:r>
      <w:r w:rsidRPr="00580388">
        <w:t xml:space="preserve"> uprawnień budowlanych</w:t>
      </w:r>
      <w:r w:rsidRPr="00410953">
        <w:t>.</w:t>
      </w:r>
      <w:r>
        <w:t xml:space="preserve"> Od decyzji przysługuje odwołanie do </w:t>
      </w:r>
      <w:r w:rsidR="00DC1464">
        <w:t xml:space="preserve">właściwej </w:t>
      </w:r>
      <w:r w:rsidRPr="00410953">
        <w:t>krajow</w:t>
      </w:r>
      <w:r>
        <w:t>ej</w:t>
      </w:r>
      <w:r w:rsidRPr="00410953">
        <w:t xml:space="preserve"> komisj</w:t>
      </w:r>
      <w:r>
        <w:t>i</w:t>
      </w:r>
      <w:r w:rsidRPr="00410953">
        <w:t xml:space="preserve"> kwalifikacyjn</w:t>
      </w:r>
      <w:r>
        <w:t>ej</w:t>
      </w:r>
      <w:r w:rsidRPr="00410953">
        <w:t xml:space="preserve"> izby samorządu zawodowego</w:t>
      </w:r>
      <w:r>
        <w:t>.</w:t>
      </w:r>
    </w:p>
    <w:p w14:paraId="3B5EC1C0" w14:textId="3F2CE2C0" w:rsidR="00C51342" w:rsidRDefault="00E81036" w:rsidP="00C51342">
      <w:pPr>
        <w:pStyle w:val="ZLITUSTzmustliter"/>
      </w:pPr>
      <w:r>
        <w:t>14. P</w:t>
      </w:r>
      <w:r w:rsidRPr="00E965F5">
        <w:t>rzekaz</w:t>
      </w:r>
      <w:r>
        <w:t>anie</w:t>
      </w:r>
      <w:r w:rsidRPr="00E965F5">
        <w:t xml:space="preserve"> </w:t>
      </w:r>
      <w:r w:rsidR="00CF571B" w:rsidRPr="00E965F5">
        <w:t>Główne</w:t>
      </w:r>
      <w:r w:rsidR="00CF571B">
        <w:t>mu</w:t>
      </w:r>
      <w:r w:rsidR="00CF571B" w:rsidRPr="00E965F5">
        <w:t xml:space="preserve"> Inspektor</w:t>
      </w:r>
      <w:r w:rsidR="00CF571B">
        <w:t>owi</w:t>
      </w:r>
      <w:r w:rsidR="00CF571B" w:rsidRPr="00E965F5">
        <w:t xml:space="preserve"> Nadzoru Budowlanego</w:t>
      </w:r>
      <w:r w:rsidR="00CF571B">
        <w:t xml:space="preserve"> </w:t>
      </w:r>
      <w:r w:rsidRPr="00E965F5">
        <w:t>dan</w:t>
      </w:r>
      <w:r>
        <w:t>ych</w:t>
      </w:r>
      <w:r w:rsidR="00650225" w:rsidRPr="00E965F5">
        <w:t xml:space="preserve"> i</w:t>
      </w:r>
      <w:r w:rsidR="00650225">
        <w:t> </w:t>
      </w:r>
      <w:r w:rsidRPr="00E965F5">
        <w:t>informacj</w:t>
      </w:r>
      <w:r>
        <w:t>i</w:t>
      </w:r>
      <w:r w:rsidRPr="00E965F5">
        <w:t>,</w:t>
      </w:r>
      <w:r w:rsidR="00650225" w:rsidRPr="00E965F5">
        <w:t xml:space="preserve"> o</w:t>
      </w:r>
      <w:r w:rsidR="00650225">
        <w:t> </w:t>
      </w:r>
      <w:r w:rsidRPr="00E965F5">
        <w:t>których mowa</w:t>
      </w:r>
      <w:r w:rsidR="00CE7733" w:rsidRPr="00E965F5">
        <w:t xml:space="preserve"> w</w:t>
      </w:r>
      <w:r w:rsidR="00CE7733">
        <w:t> ust. </w:t>
      </w:r>
      <w:r w:rsidRPr="00E965F5">
        <w:t>1</w:t>
      </w:r>
      <w:r w:rsidR="00650225" w:rsidRPr="00E965F5">
        <w:t>0</w:t>
      </w:r>
      <w:r w:rsidRPr="00E965F5">
        <w:t>, wraz</w:t>
      </w:r>
      <w:r w:rsidR="00650225" w:rsidRPr="00E965F5">
        <w:t xml:space="preserve"> z</w:t>
      </w:r>
      <w:r w:rsidR="00650225">
        <w:t> </w:t>
      </w:r>
      <w:r w:rsidRPr="00E965F5">
        <w:t xml:space="preserve">kopią uprawnień budowlanych </w:t>
      </w:r>
      <w:r w:rsidR="00926C44" w:rsidRPr="00926C44">
        <w:t>następuje</w:t>
      </w:r>
      <w:r>
        <w:t xml:space="preserve"> bez </w:t>
      </w:r>
      <w:r w:rsidRPr="00E965F5">
        <w:t>przepro</w:t>
      </w:r>
      <w:r>
        <w:t>wadzenia</w:t>
      </w:r>
      <w:r w:rsidRPr="00E965F5">
        <w:t xml:space="preserve"> weryfikacj</w:t>
      </w:r>
      <w:r>
        <w:t>i</w:t>
      </w:r>
      <w:r w:rsidRPr="00E965F5">
        <w:t xml:space="preserve"> danych</w:t>
      </w:r>
      <w:r w:rsidR="00650225" w:rsidRPr="00E965F5">
        <w:t xml:space="preserve"> i</w:t>
      </w:r>
      <w:r w:rsidR="00650225">
        <w:t> </w:t>
      </w:r>
      <w:r w:rsidRPr="00E965F5">
        <w:t>informacji zawartych we wniosku oraz dołączonej do niego dokumentacj</w:t>
      </w:r>
      <w:r>
        <w:t>i, jeżeli przedmiotem wniosku są uprawnienia budowlane, które były podstawą wpisu na listę członków właściwej izby samorządu zawodowego.</w:t>
      </w:r>
      <w:r w:rsidR="00CE7733" w:rsidRPr="00926C44">
        <w:t xml:space="preserve"> W</w:t>
      </w:r>
      <w:r w:rsidR="00CE7733">
        <w:t> </w:t>
      </w:r>
      <w:r w:rsidR="00926C44" w:rsidRPr="00926C44">
        <w:t>takim przypadku</w:t>
      </w:r>
      <w:r w:rsidR="00CE7733">
        <w:t xml:space="preserve"> ust. </w:t>
      </w:r>
      <w:r w:rsidR="00926C44" w:rsidRPr="00926C44">
        <w:t>1</w:t>
      </w:r>
      <w:r w:rsidR="00CE7733" w:rsidRPr="00926C44">
        <w:t>2</w:t>
      </w:r>
      <w:r w:rsidR="00CE7733">
        <w:t> </w:t>
      </w:r>
      <w:r w:rsidR="00926C44" w:rsidRPr="00926C44">
        <w:t>nie stosuje się.</w:t>
      </w:r>
    </w:p>
    <w:p w14:paraId="63E20CE6" w14:textId="6F87BD7D" w:rsidR="00B43EB2" w:rsidRPr="00CF23F0" w:rsidRDefault="00926C44" w:rsidP="00C51342">
      <w:pPr>
        <w:pStyle w:val="ZLITUSTzmustliter"/>
        <w:rPr>
          <w:rStyle w:val="Ppogrubienie"/>
          <w:b w:val="0"/>
        </w:rPr>
      </w:pPr>
      <w:r w:rsidRPr="00C51342">
        <w:rPr>
          <w:rStyle w:val="Ppogrubienie"/>
          <w:b w:val="0"/>
        </w:rPr>
        <w:lastRenderedPageBreak/>
        <w:t>1</w:t>
      </w:r>
      <w:r w:rsidR="00090608" w:rsidRPr="00C51342">
        <w:rPr>
          <w:rStyle w:val="Ppogrubienie"/>
          <w:b w:val="0"/>
        </w:rPr>
        <w:t>5</w:t>
      </w:r>
      <w:r w:rsidR="00CF23F0" w:rsidRPr="00C51342">
        <w:rPr>
          <w:rStyle w:val="Ppogrubienie"/>
          <w:b w:val="0"/>
        </w:rPr>
        <w:t>.</w:t>
      </w:r>
      <w:r w:rsidR="00CA7B6D" w:rsidRPr="00C51342">
        <w:rPr>
          <w:rStyle w:val="Ppogrubienie"/>
          <w:b w:val="0"/>
        </w:rPr>
        <w:t xml:space="preserve"> </w:t>
      </w:r>
      <w:r w:rsidR="00CA7B6D" w:rsidRPr="00C51342">
        <w:t>W</w:t>
      </w:r>
      <w:r w:rsidR="00CA7B6D" w:rsidRPr="00C51342">
        <w:rPr>
          <w:rStyle w:val="Ppogrubienie"/>
          <w:b w:val="0"/>
        </w:rPr>
        <w:t> </w:t>
      </w:r>
      <w:r w:rsidR="001E5EC4" w:rsidRPr="00C51342">
        <w:t>przypadku stwierdzenia nieprawidłowości danych lub informacji,</w:t>
      </w:r>
      <w:r w:rsidR="00CA7B6D" w:rsidRPr="001E5EC4">
        <w:rPr>
          <w:lang w:eastAsia="en-US"/>
        </w:rPr>
        <w:t xml:space="preserve"> o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których mowa</w:t>
      </w:r>
      <w:r w:rsidR="00CE7733" w:rsidRPr="001E5EC4">
        <w:rPr>
          <w:lang w:eastAsia="en-US"/>
        </w:rPr>
        <w:t xml:space="preserve"> w</w:t>
      </w:r>
      <w:r w:rsidR="00CE7733">
        <w:rPr>
          <w:lang w:eastAsia="en-US"/>
        </w:rPr>
        <w:t> ust. </w:t>
      </w:r>
      <w:r w:rsidR="001E5EC4" w:rsidRPr="001E5EC4">
        <w:rPr>
          <w:lang w:eastAsia="en-US"/>
        </w:rPr>
        <w:t xml:space="preserve">10, przekazanych za pośrednictwem systemu </w:t>
      </w:r>
      <w:r w:rsidR="00FC72E2">
        <w:rPr>
          <w:lang w:eastAsia="en-US"/>
        </w:rPr>
        <w:t>e</w:t>
      </w:r>
      <w:r w:rsidR="00CE7733">
        <w:rPr>
          <w:lang w:eastAsia="en-US"/>
        </w:rPr>
        <w:softHyphen/>
      </w:r>
      <w:r w:rsidR="00CE7733">
        <w:rPr>
          <w:lang w:eastAsia="en-US"/>
        </w:rPr>
        <w:noBreakHyphen/>
      </w:r>
      <w:r w:rsidR="00FC72E2">
        <w:rPr>
          <w:lang w:eastAsia="en-US"/>
        </w:rPr>
        <w:t>CRUB</w:t>
      </w:r>
      <w:r w:rsidR="001E5EC4" w:rsidRPr="001E5EC4">
        <w:rPr>
          <w:lang w:eastAsia="en-US"/>
        </w:rPr>
        <w:t xml:space="preserve"> Główny Inspektor Nadzoru Budowlanego wzywa izbę samorządu zawodowego do zweryfikowania tych danych lub informacji, wskazując stwierdzone niezgodności, które wymagają wyjaśnienia</w:t>
      </w:r>
      <w:r w:rsidR="00CF23F0" w:rsidRPr="00CC18F9">
        <w:rPr>
          <w:rStyle w:val="Ppogrubienie"/>
          <w:b w:val="0"/>
        </w:rPr>
        <w:t>.</w:t>
      </w:r>
    </w:p>
    <w:p w14:paraId="6877ACD8" w14:textId="33CDEDAD" w:rsidR="00E81036" w:rsidRDefault="00926C44" w:rsidP="001E5EC4">
      <w:pPr>
        <w:pStyle w:val="ZLITUSTzmustliter"/>
      </w:pPr>
      <w:r>
        <w:t>16</w:t>
      </w:r>
      <w:r w:rsidR="00E81036" w:rsidRPr="00410953">
        <w:t>.</w:t>
      </w:r>
      <w:r w:rsidR="00CE7733" w:rsidRPr="00410953">
        <w:t xml:space="preserve"> </w:t>
      </w:r>
      <w:r w:rsidR="00CE7733" w:rsidRPr="00D33E90">
        <w:rPr>
          <w:lang w:eastAsia="en-US"/>
        </w:rPr>
        <w:t>W</w:t>
      </w:r>
      <w:r w:rsidR="00CE7733">
        <w:t> </w:t>
      </w:r>
      <w:r w:rsidR="00D33E90" w:rsidRPr="00D33E90">
        <w:rPr>
          <w:lang w:eastAsia="en-US"/>
        </w:rPr>
        <w:t>sprawach nieuregulowanych niniejszą ustawą do</w:t>
      </w:r>
      <w:r w:rsidR="001E5EC4" w:rsidRPr="001E5EC4">
        <w:rPr>
          <w:lang w:eastAsia="en-US"/>
        </w:rPr>
        <w:t xml:space="preserve"> postępowania</w:t>
      </w:r>
      <w:r w:rsidR="00CA7B6D" w:rsidRPr="001E5EC4">
        <w:rPr>
          <w:lang w:eastAsia="en-US"/>
        </w:rPr>
        <w:t xml:space="preserve"> w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sprawie wniosku,</w:t>
      </w:r>
      <w:r w:rsidR="00CA7B6D" w:rsidRPr="001E5EC4">
        <w:rPr>
          <w:lang w:eastAsia="en-US"/>
        </w:rPr>
        <w:t xml:space="preserve"> o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którym mowa</w:t>
      </w:r>
      <w:r w:rsidR="00CE7733" w:rsidRPr="001E5EC4">
        <w:rPr>
          <w:lang w:eastAsia="en-US"/>
        </w:rPr>
        <w:t xml:space="preserve"> w</w:t>
      </w:r>
      <w:r w:rsidR="00CE7733">
        <w:rPr>
          <w:lang w:eastAsia="en-US"/>
        </w:rPr>
        <w:t> ust. </w:t>
      </w:r>
      <w:r w:rsidR="001E5EC4" w:rsidRPr="001E5EC4">
        <w:rPr>
          <w:lang w:eastAsia="en-US"/>
        </w:rPr>
        <w:t>10, stosuje się przepisy ustawy</w:t>
      </w:r>
      <w:r w:rsidR="00CA7B6D" w:rsidRPr="001E5EC4">
        <w:rPr>
          <w:lang w:eastAsia="en-US"/>
        </w:rPr>
        <w:t xml:space="preserve"> z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dnia 1</w:t>
      </w:r>
      <w:r w:rsidR="00CA7B6D" w:rsidRPr="001E5EC4">
        <w:rPr>
          <w:lang w:eastAsia="en-US"/>
        </w:rPr>
        <w:t>4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czerwca 196</w:t>
      </w:r>
      <w:r w:rsidR="00CA7B6D" w:rsidRPr="001E5EC4">
        <w:rPr>
          <w:lang w:eastAsia="en-US"/>
        </w:rPr>
        <w:t>0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 xml:space="preserve">r. </w:t>
      </w:r>
      <w:r w:rsidR="00576C4C">
        <w:t>–</w:t>
      </w:r>
      <w:r w:rsidR="00565118">
        <w:t xml:space="preserve"> </w:t>
      </w:r>
      <w:r w:rsidR="001E5EC4" w:rsidRPr="001E5EC4">
        <w:rPr>
          <w:lang w:eastAsia="en-US"/>
        </w:rPr>
        <w:t>Kodeks postępowania administracyjnego (</w:t>
      </w:r>
      <w:r w:rsidR="00CE7733">
        <w:rPr>
          <w:lang w:eastAsia="en-US"/>
        </w:rPr>
        <w:t>Dz. U.</w:t>
      </w:r>
      <w:r w:rsidR="00CA7B6D" w:rsidRPr="001E5EC4">
        <w:rPr>
          <w:lang w:eastAsia="en-US"/>
        </w:rPr>
        <w:t xml:space="preserve"> z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202</w:t>
      </w:r>
      <w:r w:rsidR="00576C4C">
        <w:t>1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r.</w:t>
      </w:r>
      <w:r w:rsidR="00CE7733">
        <w:t xml:space="preserve"> poz. </w:t>
      </w:r>
      <w:r w:rsidR="00576C4C">
        <w:t>735</w:t>
      </w:r>
      <w:r w:rsidR="001E5EC4" w:rsidRPr="001E5EC4">
        <w:rPr>
          <w:lang w:eastAsia="en-US"/>
        </w:rPr>
        <w:t>)</w:t>
      </w:r>
      <w:r w:rsidR="001E5EC4">
        <w:t>.</w:t>
      </w:r>
      <w:r w:rsidR="00D86756">
        <w:t>”</w:t>
      </w:r>
      <w:r w:rsidR="00E81036" w:rsidRPr="00410953">
        <w:t>;</w:t>
      </w:r>
    </w:p>
    <w:p w14:paraId="2B75791A" w14:textId="3A7BBA6F" w:rsidR="00B77973" w:rsidRDefault="00A101B2" w:rsidP="004A724C">
      <w:pPr>
        <w:pStyle w:val="PKTpunkt"/>
        <w:keepNext/>
      </w:pPr>
      <w:bookmarkStart w:id="6" w:name="_Hlk66269332"/>
      <w:r>
        <w:t>4</w:t>
      </w:r>
      <w:r w:rsidR="009D41B3">
        <w:t>)</w:t>
      </w:r>
      <w:r w:rsidR="009D41B3">
        <w:tab/>
        <w:t>w</w:t>
      </w:r>
      <w:r w:rsidR="00CE7733">
        <w:t xml:space="preserve"> art. </w:t>
      </w:r>
      <w:r w:rsidR="009D41B3">
        <w:t>3</w:t>
      </w:r>
      <w:r w:rsidR="00CE7733">
        <w:t>0 w ust. </w:t>
      </w:r>
      <w:r w:rsidR="009D41B3">
        <w:t>4d</w:t>
      </w:r>
      <w:r w:rsidR="00CE7733">
        <w:t xml:space="preserve"> pkt </w:t>
      </w:r>
      <w:r w:rsidR="009D41B3">
        <w:t>2</w:t>
      </w:r>
      <w:r w:rsidR="000928AE">
        <w:t>,</w:t>
      </w:r>
      <w:r w:rsidR="00CE7733">
        <w:t xml:space="preserve"> art. </w:t>
      </w:r>
      <w:r w:rsidR="007F5973">
        <w:t>30b</w:t>
      </w:r>
      <w:r w:rsidR="00CE7733">
        <w:t xml:space="preserve"> w ust. 4 pkt </w:t>
      </w:r>
      <w:r w:rsidR="007F5973">
        <w:t>2,</w:t>
      </w:r>
      <w:r w:rsidR="00CE7733">
        <w:t xml:space="preserve"> art. </w:t>
      </w:r>
      <w:r w:rsidR="00B77973">
        <w:t>3</w:t>
      </w:r>
      <w:r w:rsidR="00CE7733">
        <w:t>1 w ust. </w:t>
      </w:r>
      <w:r w:rsidR="00B77973">
        <w:t>1d</w:t>
      </w:r>
      <w:r w:rsidR="00CE7733">
        <w:t xml:space="preserve"> pkt </w:t>
      </w:r>
      <w:r w:rsidR="00B77973">
        <w:t>2,</w:t>
      </w:r>
      <w:r w:rsidR="00CE7733">
        <w:t xml:space="preserve"> art. </w:t>
      </w:r>
      <w:r w:rsidR="002A2DB6">
        <w:t>3</w:t>
      </w:r>
      <w:r w:rsidR="00CE7733">
        <w:t>3 w ust. </w:t>
      </w:r>
      <w:r w:rsidR="002A2DB6">
        <w:t>2c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</w:t>
      </w:r>
      <w:r w:rsidR="00CE7733">
        <w:t>4 w ust. </w:t>
      </w:r>
      <w:r w:rsidR="002A2DB6">
        <w:t>5a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36a</w:t>
      </w:r>
      <w:r w:rsidR="00CE7733">
        <w:t xml:space="preserve"> w ust. </w:t>
      </w:r>
      <w:r w:rsidR="002A2DB6">
        <w:t>1b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37a</w:t>
      </w:r>
      <w:r w:rsidR="00CE7733">
        <w:t xml:space="preserve"> w ust. </w:t>
      </w:r>
      <w:r w:rsidR="002A2DB6">
        <w:t>1a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AA27C6">
        <w:t>4</w:t>
      </w:r>
      <w:r w:rsidR="00CE7733">
        <w:t>1 w ust. </w:t>
      </w:r>
      <w:r w:rsidR="00AA27C6">
        <w:t>4b</w:t>
      </w:r>
      <w:r w:rsidR="00CE7733">
        <w:t xml:space="preserve"> pkt </w:t>
      </w:r>
      <w:r w:rsidR="00AA27C6">
        <w:t>2,</w:t>
      </w:r>
      <w:r w:rsidR="00CE7733">
        <w:t xml:space="preserve"> art. </w:t>
      </w:r>
      <w:r w:rsidR="00AA27C6">
        <w:t>45a</w:t>
      </w:r>
      <w:r w:rsidR="00CE7733">
        <w:t xml:space="preserve"> w ust. 5 pkt </w:t>
      </w:r>
      <w:r w:rsidR="00AA27C6">
        <w:t>2,</w:t>
      </w:r>
      <w:r w:rsidR="00CE7733">
        <w:t xml:space="preserve"> art. </w:t>
      </w:r>
      <w:r w:rsidR="00AA27C6">
        <w:t>4</w:t>
      </w:r>
      <w:r w:rsidR="00CE7733">
        <w:t>7 w ust. </w:t>
      </w:r>
      <w:r w:rsidR="00AA27C6">
        <w:t>2a</w:t>
      </w:r>
      <w:r w:rsidR="00CE7733">
        <w:t xml:space="preserve"> pkt </w:t>
      </w:r>
      <w:r w:rsidR="00AA27C6">
        <w:t>2,</w:t>
      </w:r>
      <w:r w:rsidR="00CE7733">
        <w:t xml:space="preserve"> art. </w:t>
      </w:r>
      <w:r w:rsidR="00002EE6">
        <w:t>53a</w:t>
      </w:r>
      <w:r w:rsidR="00CE7733">
        <w:t xml:space="preserve"> w ust. 3 pkt </w:t>
      </w:r>
      <w:r w:rsidR="00002EE6">
        <w:t>2,</w:t>
      </w:r>
      <w:r w:rsidR="00CE7733">
        <w:t xml:space="preserve"> art. </w:t>
      </w:r>
      <w:r w:rsidR="00D503D7">
        <w:t>5</w:t>
      </w:r>
      <w:r w:rsidR="00CE7733">
        <w:t>7 w ust. </w:t>
      </w:r>
      <w:r w:rsidR="007524F3">
        <w:t>3a</w:t>
      </w:r>
      <w:r w:rsidR="00CE7733">
        <w:t xml:space="preserve"> pkt </w:t>
      </w:r>
      <w:r w:rsidR="007524F3">
        <w:t>2,</w:t>
      </w:r>
      <w:r w:rsidR="00CE7733">
        <w:t xml:space="preserve"> art. </w:t>
      </w:r>
      <w:r w:rsidR="007524F3">
        <w:t>7</w:t>
      </w:r>
      <w:r w:rsidR="00CE7733">
        <w:t>1 w ust. </w:t>
      </w:r>
      <w:r w:rsidR="007524F3">
        <w:t>2b</w:t>
      </w:r>
      <w:r w:rsidR="00CE7733">
        <w:t xml:space="preserve"> pkt </w:t>
      </w:r>
      <w:r w:rsidR="00CA7B6D">
        <w:t>2 </w:t>
      </w:r>
      <w:r w:rsidR="00B77973">
        <w:t>otrzymują brzmienie:</w:t>
      </w:r>
    </w:p>
    <w:p w14:paraId="4B7E3195" w14:textId="4A9B5113" w:rsidR="00B77973" w:rsidRDefault="00576C4C" w:rsidP="00023F3B">
      <w:pPr>
        <w:pStyle w:val="ZPKTzmpktartykuempunktem"/>
      </w:pPr>
      <w:r>
        <w:t>„</w:t>
      </w:r>
      <w:r w:rsidR="00B77973">
        <w:t>2)</w:t>
      </w:r>
      <w:r w:rsidR="00B77973">
        <w:tab/>
      </w:r>
      <w:r w:rsidR="00023F3B" w:rsidRPr="00023F3B">
        <w:t>formie dokumentu elektronicznego za pośrednictwem portalu e</w:t>
      </w:r>
      <w:r w:rsidR="00CE7733">
        <w:softHyphen/>
      </w:r>
      <w:r w:rsidR="00CE7733">
        <w:noBreakHyphen/>
      </w:r>
      <w:r w:rsidR="00023F3B" w:rsidRPr="00023F3B">
        <w:t>Budownictwo</w:t>
      </w:r>
      <w:r w:rsidR="00B77973">
        <w:t>.</w:t>
      </w:r>
      <w:r w:rsidR="00311234">
        <w:t>”</w:t>
      </w:r>
      <w:r w:rsidR="00B03892">
        <w:t>;</w:t>
      </w:r>
    </w:p>
    <w:p w14:paraId="0A22324D" w14:textId="7070600F" w:rsidR="007F5973" w:rsidRDefault="00A101B2" w:rsidP="004A724C">
      <w:pPr>
        <w:pStyle w:val="PKTpunkt"/>
      </w:pPr>
      <w:r>
        <w:t>5</w:t>
      </w:r>
      <w:r w:rsidR="007F5973">
        <w:t>)</w:t>
      </w:r>
      <w:r w:rsidR="007F5973">
        <w:tab/>
        <w:t>w</w:t>
      </w:r>
      <w:r w:rsidR="00CE7733">
        <w:t xml:space="preserve"> art. </w:t>
      </w:r>
      <w:r w:rsidR="007F5973">
        <w:t>3</w:t>
      </w:r>
      <w:r w:rsidR="00CE7733">
        <w:t>0 w ust. </w:t>
      </w:r>
      <w:r w:rsidR="007F5973">
        <w:t>4f,</w:t>
      </w:r>
      <w:r w:rsidR="00CE7733">
        <w:t xml:space="preserve"> art. </w:t>
      </w:r>
      <w:r w:rsidR="007F5973">
        <w:t>30b</w:t>
      </w:r>
      <w:r w:rsidR="00CE7733">
        <w:t xml:space="preserve"> w ust. </w:t>
      </w:r>
      <w:r w:rsidR="00A335E1">
        <w:t>6,</w:t>
      </w:r>
      <w:r w:rsidR="00CE7733">
        <w:t xml:space="preserve"> art. </w:t>
      </w:r>
      <w:r w:rsidR="002A2DB6">
        <w:t>3</w:t>
      </w:r>
      <w:r w:rsidR="00CE7733">
        <w:t>1 w ust. </w:t>
      </w:r>
      <w:r w:rsidR="002A2DB6">
        <w:t>1f,</w:t>
      </w:r>
      <w:r w:rsidR="00CE7733">
        <w:t xml:space="preserve"> art. </w:t>
      </w:r>
      <w:r w:rsidR="002A2DB6">
        <w:t>3</w:t>
      </w:r>
      <w:r w:rsidR="00CE7733">
        <w:t>3 w ust. </w:t>
      </w:r>
      <w:r w:rsidR="002A2DB6">
        <w:t>2e,</w:t>
      </w:r>
      <w:r w:rsidR="00CE7733">
        <w:t xml:space="preserve"> art. </w:t>
      </w:r>
      <w:r w:rsidR="002A2DB6">
        <w:t>3</w:t>
      </w:r>
      <w:r w:rsidR="00CE7733">
        <w:t>4 w ust. </w:t>
      </w:r>
      <w:r w:rsidR="002A2DB6">
        <w:t>5c,</w:t>
      </w:r>
      <w:r w:rsidR="00CE7733">
        <w:t xml:space="preserve"> art. </w:t>
      </w:r>
      <w:r w:rsidR="002A2DB6">
        <w:t>36a</w:t>
      </w:r>
      <w:r w:rsidR="00CE7733">
        <w:t xml:space="preserve"> w ust. </w:t>
      </w:r>
      <w:r w:rsidR="002A2DB6">
        <w:t>1d,</w:t>
      </w:r>
      <w:r w:rsidR="00CE7733">
        <w:t xml:space="preserve"> art. </w:t>
      </w:r>
      <w:r w:rsidR="002A2DB6">
        <w:t>37a</w:t>
      </w:r>
      <w:r w:rsidR="00CE7733">
        <w:t xml:space="preserve"> w ust. </w:t>
      </w:r>
      <w:r w:rsidR="002A2DB6">
        <w:t>1c,</w:t>
      </w:r>
      <w:r w:rsidR="00CE7733">
        <w:t xml:space="preserve"> art. </w:t>
      </w:r>
      <w:r w:rsidR="00AA27C6">
        <w:t>4</w:t>
      </w:r>
      <w:r w:rsidR="00CE7733">
        <w:t>0 w ust. </w:t>
      </w:r>
      <w:r w:rsidR="00AA27C6">
        <w:t>7,</w:t>
      </w:r>
      <w:r w:rsidR="00CE7733">
        <w:t xml:space="preserve"> art. </w:t>
      </w:r>
      <w:r w:rsidR="00AA27C6">
        <w:t>4</w:t>
      </w:r>
      <w:r w:rsidR="00CE7733">
        <w:t>1 w ust. </w:t>
      </w:r>
      <w:r w:rsidR="00AA27C6">
        <w:t>4d,</w:t>
      </w:r>
      <w:r w:rsidR="00CE7733">
        <w:t xml:space="preserve"> art. </w:t>
      </w:r>
      <w:r w:rsidR="00AA27C6">
        <w:t>45a</w:t>
      </w:r>
      <w:r w:rsidR="00CE7733">
        <w:t xml:space="preserve"> w ust. </w:t>
      </w:r>
      <w:r w:rsidR="00AA27C6">
        <w:t>7,</w:t>
      </w:r>
      <w:r w:rsidR="00CE7733">
        <w:t xml:space="preserve"> art. </w:t>
      </w:r>
      <w:r w:rsidR="00AA27C6">
        <w:t>4</w:t>
      </w:r>
      <w:r w:rsidR="00CE7733">
        <w:t>7 w ust. </w:t>
      </w:r>
      <w:r w:rsidR="00AA27C6">
        <w:t>2c,</w:t>
      </w:r>
      <w:r w:rsidR="00CE7733">
        <w:t xml:space="preserve"> art. </w:t>
      </w:r>
      <w:r w:rsidR="00002EE6">
        <w:t>53a</w:t>
      </w:r>
      <w:r w:rsidR="00CE7733">
        <w:t xml:space="preserve"> w ust. </w:t>
      </w:r>
      <w:r w:rsidR="00002EE6">
        <w:t>5,</w:t>
      </w:r>
      <w:r w:rsidR="00CE7733">
        <w:t xml:space="preserve"> art. </w:t>
      </w:r>
      <w:r w:rsidR="007524F3">
        <w:t>5</w:t>
      </w:r>
      <w:r w:rsidR="00CE7733">
        <w:t>7 w ust. </w:t>
      </w:r>
      <w:r w:rsidR="007524F3">
        <w:t>3c,</w:t>
      </w:r>
      <w:r w:rsidR="00CE7733">
        <w:t xml:space="preserve"> art. </w:t>
      </w:r>
      <w:r w:rsidR="007524F3">
        <w:t>7</w:t>
      </w:r>
      <w:r w:rsidR="00CE7733">
        <w:t>1 w ust. </w:t>
      </w:r>
      <w:r w:rsidR="007524F3">
        <w:t>2d</w:t>
      </w:r>
      <w:r w:rsidR="00B03892">
        <w:t xml:space="preserve"> wyrazy </w:t>
      </w:r>
      <w:r w:rsidR="00576C4C">
        <w:t>„</w:t>
      </w:r>
      <w:r w:rsidR="00B03892" w:rsidRPr="00B03892">
        <w:t>pod adresem elektronicznym określonym</w:t>
      </w:r>
      <w:r w:rsidR="00CA7B6D" w:rsidRPr="00B03892">
        <w:t xml:space="preserve"> w</w:t>
      </w:r>
      <w:r w:rsidR="00CA7B6D">
        <w:t> </w:t>
      </w:r>
      <w:r w:rsidR="00B03892" w:rsidRPr="00B03892">
        <w:t>Biuletynie Informacji Publicznej na stronie podmiotowej obsługującego go urzędu</w:t>
      </w:r>
      <w:r w:rsidR="00311234">
        <w:t>”</w:t>
      </w:r>
      <w:r w:rsidR="00B03892">
        <w:t xml:space="preserve"> zastępuje się wyrazami </w:t>
      </w:r>
      <w:r w:rsidR="00576C4C">
        <w:t>„</w:t>
      </w:r>
      <w:r w:rsidR="0034667C">
        <w:t>na portalu e</w:t>
      </w:r>
      <w:r w:rsidR="00CA7B6D">
        <w:softHyphen/>
      </w:r>
      <w:r w:rsidR="00CE7733">
        <w:softHyphen/>
      </w:r>
      <w:r w:rsidR="00CE7733">
        <w:noBreakHyphen/>
      </w:r>
      <w:r w:rsidR="0034667C">
        <w:t>Budownictwo</w:t>
      </w:r>
      <w:r w:rsidR="009D41B3" w:rsidRPr="009D41B3">
        <w:t>”</w:t>
      </w:r>
      <w:r w:rsidR="007F5973">
        <w:t>;</w:t>
      </w:r>
    </w:p>
    <w:bookmarkEnd w:id="6"/>
    <w:p w14:paraId="59C58043" w14:textId="74DAD949" w:rsidR="000A0A66" w:rsidRDefault="00A101B2" w:rsidP="00D86756">
      <w:pPr>
        <w:pStyle w:val="PKTpunkt"/>
        <w:keepNext/>
      </w:pPr>
      <w:r>
        <w:t>6</w:t>
      </w:r>
      <w:r w:rsidR="00E81036">
        <w:t>)</w:t>
      </w:r>
      <w:r w:rsidR="00E81036">
        <w:tab/>
      </w:r>
      <w:r w:rsidR="00C42E20">
        <w:t>w</w:t>
      </w:r>
      <w:r w:rsidR="00CE7733">
        <w:t xml:space="preserve"> art. </w:t>
      </w:r>
      <w:r w:rsidR="00C42E20">
        <w:t>33</w:t>
      </w:r>
      <w:r w:rsidR="000A0A66">
        <w:t>:</w:t>
      </w:r>
    </w:p>
    <w:p w14:paraId="56657E15" w14:textId="7D2F6610" w:rsidR="000A0A66" w:rsidRDefault="000A0A66" w:rsidP="000A0A66">
      <w:pPr>
        <w:pStyle w:val="LITlitera"/>
      </w:pPr>
      <w:r>
        <w:t>a)</w:t>
      </w:r>
      <w:r>
        <w:tab/>
        <w:t>dodaje się</w:t>
      </w:r>
      <w:r w:rsidR="00CE7733">
        <w:t xml:space="preserve"> ust. </w:t>
      </w:r>
      <w:r>
        <w:t>1a</w:t>
      </w:r>
      <w:r w:rsidR="00CE7733">
        <w:t xml:space="preserve"> w </w:t>
      </w:r>
      <w:r>
        <w:t>brzmieniu:</w:t>
      </w:r>
    </w:p>
    <w:p w14:paraId="1EA1C0D4" w14:textId="06F8F441" w:rsidR="000A0A66" w:rsidRDefault="00311234" w:rsidP="00A0480F">
      <w:pPr>
        <w:pStyle w:val="ZLITUSTzmustliter"/>
      </w:pPr>
      <w:r>
        <w:t>„</w:t>
      </w:r>
      <w:r w:rsidR="000A0A66">
        <w:t>1a. Pozwolenie na budowę obiektu budowlanego może nie</w:t>
      </w:r>
      <w:r w:rsidR="00FD1040">
        <w:t xml:space="preserve"> </w:t>
      </w:r>
      <w:r w:rsidR="000A0A66">
        <w:t>obejmować przyłączy</w:t>
      </w:r>
      <w:r w:rsidR="00683F59">
        <w:t xml:space="preserve"> wymienionych</w:t>
      </w:r>
      <w:r w:rsidR="00CE7733">
        <w:t xml:space="preserve"> w art. </w:t>
      </w:r>
      <w:r w:rsidR="00683F59">
        <w:t>2</w:t>
      </w:r>
      <w:r w:rsidR="00CE7733">
        <w:t>9 ust. 1 pkt </w:t>
      </w:r>
      <w:r w:rsidR="00683F59">
        <w:t>23</w:t>
      </w:r>
      <w:r w:rsidR="000A0A66">
        <w:t>, które są wymagane dla takiego obiektu. Nie zwalnia to</w:t>
      </w:r>
      <w:r w:rsidR="00CE7733">
        <w:t xml:space="preserve"> z </w:t>
      </w:r>
      <w:r w:rsidR="000A0A66">
        <w:t>obowiązków,</w:t>
      </w:r>
      <w:r w:rsidR="00CE7733">
        <w:t xml:space="preserve"> o </w:t>
      </w:r>
      <w:r w:rsidR="000A0A66">
        <w:t>których mowa</w:t>
      </w:r>
      <w:r w:rsidR="00CE7733">
        <w:t xml:space="preserve"> w art. </w:t>
      </w:r>
      <w:r w:rsidR="00FD1040">
        <w:t>2</w:t>
      </w:r>
      <w:r w:rsidR="00CE7733">
        <w:t>9 ust. 1 pkt </w:t>
      </w:r>
      <w:r w:rsidR="00FD1040">
        <w:t>23,</w:t>
      </w:r>
      <w:r w:rsidR="00CE7733">
        <w:t xml:space="preserve"> art. </w:t>
      </w:r>
      <w:r w:rsidR="00FD1040">
        <w:t>29a</w:t>
      </w:r>
      <w:r w:rsidR="00CE7733">
        <w:t xml:space="preserve"> i art. </w:t>
      </w:r>
      <w:r w:rsidR="00FD1040">
        <w:t>5</w:t>
      </w:r>
      <w:r w:rsidR="00CE7733">
        <w:t>7 ust. 1 pkt 4 lit. </w:t>
      </w:r>
      <w:r w:rsidR="00FD1040">
        <w:t>a.</w:t>
      </w:r>
      <w:r w:rsidRPr="00311234">
        <w:t xml:space="preserve"> </w:t>
      </w:r>
      <w:r>
        <w:t>”</w:t>
      </w:r>
      <w:r w:rsidR="00FD1040">
        <w:t>,</w:t>
      </w:r>
    </w:p>
    <w:p w14:paraId="2E04FDC2" w14:textId="42A9DFB0" w:rsidR="00F8113C" w:rsidRDefault="000A0A66" w:rsidP="00A0480F">
      <w:pPr>
        <w:pStyle w:val="LITlitera"/>
      </w:pPr>
      <w:r>
        <w:t>b)</w:t>
      </w:r>
      <w:r>
        <w:tab/>
      </w:r>
      <w:r w:rsidR="00C42E20">
        <w:t>w</w:t>
      </w:r>
      <w:r w:rsidR="00CE7733">
        <w:t xml:space="preserve"> ust. </w:t>
      </w:r>
      <w:r w:rsidR="00CE7733" w:rsidRPr="00C42E20">
        <w:t>2</w:t>
      </w:r>
      <w:r w:rsidR="00CE7733">
        <w:t xml:space="preserve"> pkt </w:t>
      </w:r>
      <w:r w:rsidR="00CE7733" w:rsidRPr="00C42E20">
        <w:t>9</w:t>
      </w:r>
      <w:r w:rsidR="00CE7733">
        <w:t xml:space="preserve"> i </w:t>
      </w:r>
      <w:r w:rsidR="00C42E20" w:rsidRPr="00C42E20">
        <w:t>1</w:t>
      </w:r>
      <w:r w:rsidR="00CE7733" w:rsidRPr="00C42E20">
        <w:t>0</w:t>
      </w:r>
      <w:r w:rsidR="00CE7733">
        <w:t> </w:t>
      </w:r>
      <w:r w:rsidR="00F8113C">
        <w:t>otrzymują brzmienie:</w:t>
      </w:r>
    </w:p>
    <w:p w14:paraId="26FD3649" w14:textId="7A1EBFE1" w:rsidR="00F8113C" w:rsidRPr="005D375B" w:rsidRDefault="00F8113C">
      <w:pPr>
        <w:pStyle w:val="ZLITPKTzmpktliter"/>
      </w:pPr>
      <w:r w:rsidRPr="005D375B">
        <w:t>„</w:t>
      </w:r>
      <w:r>
        <w:t>9</w:t>
      </w:r>
      <w:r w:rsidRPr="005D375B">
        <w:t>)</w:t>
      </w:r>
      <w:r w:rsidR="00576C4C">
        <w:tab/>
      </w:r>
      <w:r w:rsidRPr="005D375B">
        <w:t xml:space="preserve">w przypadku instalacji radiokomunikacyjnych </w:t>
      </w:r>
      <w:r w:rsidR="00306528" w:rsidRPr="00EE78CA">
        <w:t>–</w:t>
      </w:r>
      <w:r w:rsidRPr="005D375B">
        <w:t xml:space="preserve"> oświadczenie projektanta, posiadającego uprawnienia budowlane do projektowania</w:t>
      </w:r>
      <w:r w:rsidR="00CE7733" w:rsidRPr="005D375B">
        <w:t xml:space="preserve"> w</w:t>
      </w:r>
      <w:r w:rsidR="00CE7733">
        <w:t> </w:t>
      </w:r>
      <w:r w:rsidRPr="005D375B">
        <w:t>specjalności,</w:t>
      </w:r>
      <w:r w:rsidR="00CE7733" w:rsidRPr="005D375B">
        <w:t xml:space="preserve"> o</w:t>
      </w:r>
      <w:r w:rsidR="00CE7733">
        <w:t> </w:t>
      </w:r>
      <w:r w:rsidRPr="005D375B">
        <w:t>której mowa</w:t>
      </w:r>
      <w:r w:rsidR="00CE7733" w:rsidRPr="005D375B">
        <w:t xml:space="preserve"> w</w:t>
      </w:r>
      <w:r w:rsidR="00CE7733">
        <w:t> art. </w:t>
      </w:r>
      <w:r w:rsidRPr="005D375B">
        <w:t>1</w:t>
      </w:r>
      <w:r w:rsidR="00CE7733" w:rsidRPr="005D375B">
        <w:t>4</w:t>
      </w:r>
      <w:r w:rsidR="00CE7733">
        <w:t xml:space="preserve"> ust. </w:t>
      </w:r>
      <w:r w:rsidR="00CE7733" w:rsidRPr="005D375B">
        <w:t>1</w:t>
      </w:r>
      <w:r w:rsidR="00CE7733">
        <w:t xml:space="preserve"> pkt </w:t>
      </w:r>
      <w:r w:rsidR="00CE7733" w:rsidRPr="005D375B">
        <w:t>2</w:t>
      </w:r>
      <w:r w:rsidR="00CE7733">
        <w:t xml:space="preserve"> lub</w:t>
      </w:r>
      <w:r w:rsidRPr="005D375B">
        <w:t xml:space="preserve"> </w:t>
      </w:r>
      <w:r w:rsidR="00CE7733" w:rsidRPr="005D375B">
        <w:t>4</w:t>
      </w:r>
      <w:r w:rsidR="00CE7733">
        <w:t xml:space="preserve"> lit. </w:t>
      </w:r>
      <w:r w:rsidRPr="005D375B">
        <w:t>a, że instalacja radiokomunikacyjna nie spełnia warunków,</w:t>
      </w:r>
      <w:r w:rsidR="00CE7733" w:rsidRPr="005D375B">
        <w:t xml:space="preserve"> o</w:t>
      </w:r>
      <w:r w:rsidR="00CE7733">
        <w:t> </w:t>
      </w:r>
      <w:r w:rsidRPr="005D375B">
        <w:t>których mowa</w:t>
      </w:r>
      <w:r w:rsidR="00CE7733" w:rsidRPr="005D375B">
        <w:t xml:space="preserve"> w</w:t>
      </w:r>
      <w:r w:rsidR="00CE7733">
        <w:t> </w:t>
      </w:r>
      <w:r w:rsidRPr="005D375B">
        <w:t>przepisach</w:t>
      </w:r>
      <w:r w:rsidR="005B64F0">
        <w:t>,</w:t>
      </w:r>
      <w:r w:rsidRPr="005D375B">
        <w:t xml:space="preserve"> wydanych na podstawie</w:t>
      </w:r>
      <w:r w:rsidR="00CE7733">
        <w:t xml:space="preserve"> art. </w:t>
      </w:r>
      <w:r w:rsidRPr="005D375B">
        <w:t>6</w:t>
      </w:r>
      <w:r w:rsidR="00CE7733" w:rsidRPr="005D375B">
        <w:t>0</w:t>
      </w:r>
      <w:r w:rsidR="00CE7733">
        <w:t> </w:t>
      </w:r>
      <w:r w:rsidRPr="005D375B">
        <w:t>ustawy</w:t>
      </w:r>
      <w:r w:rsidR="00CE7733" w:rsidRPr="005D375B">
        <w:t xml:space="preserve"> z</w:t>
      </w:r>
      <w:r w:rsidR="00CE7733">
        <w:t> </w:t>
      </w:r>
      <w:r w:rsidRPr="005D375B">
        <w:t xml:space="preserve">dnia </w:t>
      </w:r>
      <w:r w:rsidR="00CE7733" w:rsidRPr="005D375B">
        <w:t>3</w:t>
      </w:r>
      <w:r w:rsidR="00CE7733">
        <w:t> </w:t>
      </w:r>
      <w:r w:rsidRPr="005D375B">
        <w:t>października 200</w:t>
      </w:r>
      <w:r w:rsidR="00CE7733" w:rsidRPr="005D375B">
        <w:t>8</w:t>
      </w:r>
      <w:r w:rsidR="00CE7733">
        <w:t> </w:t>
      </w:r>
      <w:r w:rsidRPr="005D375B">
        <w:t>r.</w:t>
      </w:r>
      <w:r w:rsidR="00CE7733" w:rsidRPr="005D375B">
        <w:t xml:space="preserve"> o</w:t>
      </w:r>
      <w:r w:rsidR="00CE7733">
        <w:t> </w:t>
      </w:r>
      <w:r w:rsidRPr="005D375B">
        <w:t>udostępnianiu informacji</w:t>
      </w:r>
      <w:r w:rsidR="00CE7733" w:rsidRPr="005D375B">
        <w:t xml:space="preserve"> o</w:t>
      </w:r>
      <w:r w:rsidR="00CE7733">
        <w:t> </w:t>
      </w:r>
      <w:r w:rsidRPr="005D375B">
        <w:t>środowisku</w:t>
      </w:r>
      <w:r w:rsidR="00CE7733" w:rsidRPr="005D375B">
        <w:t xml:space="preserve"> i</w:t>
      </w:r>
      <w:r w:rsidR="00CE7733">
        <w:t> </w:t>
      </w:r>
      <w:r w:rsidRPr="005D375B">
        <w:t xml:space="preserve">jego ochronie, udziale </w:t>
      </w:r>
      <w:r w:rsidRPr="005D375B">
        <w:lastRenderedPageBreak/>
        <w:t>społeczeństwa</w:t>
      </w:r>
      <w:r w:rsidR="00CE7733" w:rsidRPr="005D375B">
        <w:t xml:space="preserve"> w</w:t>
      </w:r>
      <w:r w:rsidR="00CE7733">
        <w:t> </w:t>
      </w:r>
      <w:r w:rsidRPr="005D375B">
        <w:t>ochronie środowiska oraz</w:t>
      </w:r>
      <w:r w:rsidR="00CE7733" w:rsidRPr="005D375B">
        <w:t xml:space="preserve"> o</w:t>
      </w:r>
      <w:r w:rsidR="00CE7733">
        <w:t> </w:t>
      </w:r>
      <w:r w:rsidRPr="005D375B">
        <w:t>ocenach oddziaływania na środowisko;</w:t>
      </w:r>
    </w:p>
    <w:p w14:paraId="43F6474A" w14:textId="138429E2" w:rsidR="00F8113C" w:rsidRDefault="00F8113C">
      <w:pPr>
        <w:pStyle w:val="ZLITPKTzmpktliter"/>
      </w:pPr>
      <w:r>
        <w:t>10</w:t>
      </w:r>
      <w:r w:rsidRPr="005D375B">
        <w:t>)</w:t>
      </w:r>
      <w:r>
        <w:tab/>
        <w:t>w przypadku obiektu budowlanego,</w:t>
      </w:r>
      <w:r w:rsidR="00CE7733" w:rsidRPr="005D375B">
        <w:t xml:space="preserve"> w</w:t>
      </w:r>
      <w:r w:rsidR="00CE7733">
        <w:t> </w:t>
      </w:r>
      <w:r w:rsidRPr="005D375B">
        <w:t>którym przewidywane jest wykorzystywanie ciepła na potrzeby ogrzewania lub podgrzew</w:t>
      </w:r>
      <w:r w:rsidR="0063179D">
        <w:t>ania</w:t>
      </w:r>
      <w:r w:rsidRPr="005D375B">
        <w:t xml:space="preserve"> ciepłej wody użytkowej</w:t>
      </w:r>
      <w:r>
        <w:t xml:space="preserve"> </w:t>
      </w:r>
      <w:r w:rsidR="00306528" w:rsidRPr="00EE78CA">
        <w:t>–</w:t>
      </w:r>
      <w:r w:rsidRPr="005D375B">
        <w:t xml:space="preserve"> oświadczenie projektanta posiadającego uprawnienia budowlane</w:t>
      </w:r>
      <w:r w:rsidR="00CE7733" w:rsidRPr="005D375B">
        <w:t xml:space="preserve"> w</w:t>
      </w:r>
      <w:r w:rsidR="00CE7733">
        <w:t> </w:t>
      </w:r>
      <w:r w:rsidRPr="005D375B">
        <w:t>specjalności,</w:t>
      </w:r>
      <w:r w:rsidR="00CE7733" w:rsidRPr="005D375B">
        <w:t xml:space="preserve"> o</w:t>
      </w:r>
      <w:r w:rsidR="00CE7733">
        <w:t> </w:t>
      </w:r>
      <w:r w:rsidRPr="005D375B">
        <w:t>której mowa</w:t>
      </w:r>
      <w:r w:rsidR="00CE7733" w:rsidRPr="005D375B">
        <w:t xml:space="preserve"> w</w:t>
      </w:r>
      <w:r w:rsidR="00CE7733">
        <w:t> art. </w:t>
      </w:r>
      <w:r w:rsidRPr="005D375B">
        <w:t>1</w:t>
      </w:r>
      <w:r w:rsidR="00CE7733" w:rsidRPr="005D375B">
        <w:t>4</w:t>
      </w:r>
      <w:r w:rsidR="00CE7733">
        <w:t xml:space="preserve"> ust. </w:t>
      </w:r>
      <w:r w:rsidR="00CE7733" w:rsidRPr="005D375B">
        <w:t>1</w:t>
      </w:r>
      <w:r w:rsidR="00CE7733">
        <w:t xml:space="preserve"> pkt </w:t>
      </w:r>
      <w:r w:rsidR="00CE7733" w:rsidRPr="005D375B">
        <w:t>4</w:t>
      </w:r>
      <w:r w:rsidR="00CE7733">
        <w:t xml:space="preserve"> lit. </w:t>
      </w:r>
      <w:r w:rsidRPr="005D375B">
        <w:t>b, dotyczące możliwości podłączenia projektowanego obiektu budowlanego do istniejącej sieci ciepłowniczej, zgodnie</w:t>
      </w:r>
      <w:r w:rsidR="00CE7733" w:rsidRPr="005D375B">
        <w:t xml:space="preserve"> z</w:t>
      </w:r>
      <w:r w:rsidR="00CE7733">
        <w:t> </w:t>
      </w:r>
      <w:r w:rsidRPr="005D375B">
        <w:t>warunkami określonymi</w:t>
      </w:r>
      <w:r w:rsidR="00CE7733" w:rsidRPr="005D375B">
        <w:t xml:space="preserve"> w</w:t>
      </w:r>
      <w:r w:rsidR="00CE7733">
        <w:t> art. </w:t>
      </w:r>
      <w:r w:rsidRPr="005D375B">
        <w:t>7b ustawy</w:t>
      </w:r>
      <w:r w:rsidR="00CE7733" w:rsidRPr="005D375B">
        <w:t xml:space="preserve"> z</w:t>
      </w:r>
      <w:r w:rsidR="00CE7733">
        <w:t> </w:t>
      </w:r>
      <w:r w:rsidRPr="005D375B">
        <w:t>dnia 1</w:t>
      </w:r>
      <w:r w:rsidR="00CE7733" w:rsidRPr="005D375B">
        <w:t>0</w:t>
      </w:r>
      <w:r w:rsidR="00CE7733">
        <w:t> </w:t>
      </w:r>
      <w:r w:rsidRPr="005D375B">
        <w:t>kwietnia 199</w:t>
      </w:r>
      <w:r w:rsidR="00CE7733" w:rsidRPr="005D375B">
        <w:t>7</w:t>
      </w:r>
      <w:r w:rsidR="00CE7733">
        <w:t> </w:t>
      </w:r>
      <w:r w:rsidRPr="005D375B">
        <w:t xml:space="preserve">r. </w:t>
      </w:r>
      <w:r w:rsidR="00306528" w:rsidRPr="00EE78CA">
        <w:t xml:space="preserve">– </w:t>
      </w:r>
      <w:r w:rsidRPr="005D375B">
        <w:t>Prawo energetyczne (</w:t>
      </w:r>
      <w:r w:rsidR="00CE7733">
        <w:t>Dz. U.</w:t>
      </w:r>
      <w:r w:rsidR="00CE7733" w:rsidRPr="005D375B">
        <w:t xml:space="preserve"> z</w:t>
      </w:r>
      <w:r w:rsidR="00CE7733">
        <w:t> </w:t>
      </w:r>
      <w:r w:rsidRPr="005D375B">
        <w:t>202</w:t>
      </w:r>
      <w:r w:rsidR="00CE7733">
        <w:t>1 </w:t>
      </w:r>
      <w:r w:rsidRPr="005D375B">
        <w:t>r.</w:t>
      </w:r>
      <w:r w:rsidR="00CE7733">
        <w:t xml:space="preserve"> poz. </w:t>
      </w:r>
      <w:r w:rsidR="00306528">
        <w:t>716</w:t>
      </w:r>
      <w:r w:rsidRPr="005D375B">
        <w:t xml:space="preserve">, </w:t>
      </w:r>
      <w:r w:rsidR="00306528">
        <w:t>86</w:t>
      </w:r>
      <w:r w:rsidR="00CE7733">
        <w:t>8 i </w:t>
      </w:r>
      <w:r w:rsidR="00306528">
        <w:t>1093</w:t>
      </w:r>
      <w:r w:rsidRPr="005D375B">
        <w:t>), złożone pod rygorem odpowiedzialności karnej za złożenie fałszywego oświadczenia wynikającej</w:t>
      </w:r>
      <w:r w:rsidR="00CE7733" w:rsidRPr="005D375B">
        <w:t xml:space="preserve"> z</w:t>
      </w:r>
      <w:r w:rsidR="00CE7733">
        <w:t> art. </w:t>
      </w:r>
      <w:r w:rsidRPr="005D375B">
        <w:t>23</w:t>
      </w:r>
      <w:r w:rsidR="00CE7733" w:rsidRPr="005D375B">
        <w:t>3</w:t>
      </w:r>
      <w:r w:rsidR="00CE7733">
        <w:t xml:space="preserve"> § </w:t>
      </w:r>
      <w:r w:rsidR="00CE7733" w:rsidRPr="005D375B">
        <w:t>6</w:t>
      </w:r>
      <w:r w:rsidR="00CE7733">
        <w:t> </w:t>
      </w:r>
      <w:r w:rsidRPr="005D375B">
        <w:t>ustawy</w:t>
      </w:r>
      <w:r w:rsidR="00CE7733" w:rsidRPr="005D375B">
        <w:t xml:space="preserve"> z</w:t>
      </w:r>
      <w:r w:rsidR="00CE7733">
        <w:t> </w:t>
      </w:r>
      <w:r w:rsidRPr="005D375B">
        <w:t xml:space="preserve">dnia </w:t>
      </w:r>
      <w:r w:rsidR="00CE7733" w:rsidRPr="005D375B">
        <w:t>6</w:t>
      </w:r>
      <w:r w:rsidR="00CE7733">
        <w:t> </w:t>
      </w:r>
      <w:r w:rsidRPr="005D375B">
        <w:t>czerwca 199</w:t>
      </w:r>
      <w:r w:rsidR="00CE7733" w:rsidRPr="005D375B">
        <w:t>7</w:t>
      </w:r>
      <w:r w:rsidR="00CE7733">
        <w:t> </w:t>
      </w:r>
      <w:r w:rsidRPr="005D375B">
        <w:t xml:space="preserve">r. </w:t>
      </w:r>
      <w:r w:rsidR="00306528" w:rsidRPr="00EE78CA">
        <w:t>–</w:t>
      </w:r>
      <w:r w:rsidRPr="005D375B">
        <w:t xml:space="preserve"> Kodeks karny (</w:t>
      </w:r>
      <w:r w:rsidR="00CE7733">
        <w:t>Dz. U.</w:t>
      </w:r>
      <w:r w:rsidR="00CE7733" w:rsidRPr="005D375B">
        <w:t xml:space="preserve"> z</w:t>
      </w:r>
      <w:r w:rsidR="00CE7733">
        <w:t> </w:t>
      </w:r>
      <w:r w:rsidRPr="005D375B">
        <w:t>202</w:t>
      </w:r>
      <w:r w:rsidR="00CE7733" w:rsidRPr="005D375B">
        <w:t>0</w:t>
      </w:r>
      <w:r w:rsidR="00CE7733">
        <w:t> </w:t>
      </w:r>
      <w:r w:rsidRPr="005D375B">
        <w:t>r.</w:t>
      </w:r>
      <w:r w:rsidR="00CE7733">
        <w:t xml:space="preserve"> poz. </w:t>
      </w:r>
      <w:r w:rsidRPr="005D375B">
        <w:t>144</w:t>
      </w:r>
      <w:r w:rsidR="00CE7733" w:rsidRPr="005D375B">
        <w:t>4</w:t>
      </w:r>
      <w:r w:rsidR="00CE7733">
        <w:t xml:space="preserve"> i </w:t>
      </w:r>
      <w:r w:rsidRPr="005D375B">
        <w:t>151</w:t>
      </w:r>
      <w:r w:rsidR="00CE7733" w:rsidRPr="005D375B">
        <w:t>7</w:t>
      </w:r>
      <w:r w:rsidR="00CE7733">
        <w:t xml:space="preserve"> oraz z </w:t>
      </w:r>
      <w:r w:rsidR="00306528">
        <w:t>202</w:t>
      </w:r>
      <w:r w:rsidR="00CE7733">
        <w:t>1 </w:t>
      </w:r>
      <w:r w:rsidR="00306528">
        <w:t>r.</w:t>
      </w:r>
      <w:r w:rsidR="00CE7733">
        <w:t xml:space="preserve"> poz. </w:t>
      </w:r>
      <w:r w:rsidR="00306528">
        <w:t>10</w:t>
      </w:r>
      <w:r w:rsidR="00576C4C">
        <w:t>2</w:t>
      </w:r>
      <w:r w:rsidR="00306528">
        <w:t>3</w:t>
      </w:r>
      <w:r w:rsidRPr="005D375B">
        <w:t>)</w:t>
      </w:r>
      <w:r>
        <w:t>.</w:t>
      </w:r>
      <w:r w:rsidRPr="00F8113C">
        <w:t xml:space="preserve"> Składający oświadczenie</w:t>
      </w:r>
      <w:r>
        <w:t xml:space="preserve"> </w:t>
      </w:r>
      <w:r w:rsidRPr="00F8113C">
        <w:t>jest obowiązany do zawarcia</w:t>
      </w:r>
      <w:r w:rsidR="00CE7733" w:rsidRPr="00F8113C">
        <w:t xml:space="preserve"> w</w:t>
      </w:r>
      <w:r w:rsidR="00CE7733">
        <w:t> </w:t>
      </w:r>
      <w:r w:rsidRPr="00F8113C">
        <w:t>nim klauzuli</w:t>
      </w:r>
      <w:r w:rsidR="00CE7733" w:rsidRPr="00F8113C">
        <w:t xml:space="preserve"> o</w:t>
      </w:r>
      <w:r w:rsidR="00CE7733">
        <w:t> </w:t>
      </w:r>
      <w:r w:rsidRPr="00F8113C">
        <w:t>następującej treści: „Jestem świadomy(</w:t>
      </w:r>
      <w:r w:rsidR="00CE7733">
        <w:softHyphen/>
      </w:r>
      <w:r w:rsidR="00CE7733">
        <w:noBreakHyphen/>
      </w:r>
      <w:r w:rsidRPr="00F8113C">
        <w:t>ma) odpowiedzialności karnej za złożenie fałszywego oświadczenia.”. Klauzula ta zastępuje pouczenie organu</w:t>
      </w:r>
      <w:r w:rsidR="00CE7733" w:rsidRPr="00F8113C">
        <w:t xml:space="preserve"> o</w:t>
      </w:r>
      <w:r w:rsidR="00CE7733">
        <w:t> </w:t>
      </w:r>
      <w:r w:rsidRPr="00F8113C">
        <w:t>odpowiedzialności karnej za składanie fałszywych oświadczeń</w:t>
      </w:r>
      <w:r w:rsidR="004817B9">
        <w:t>;</w:t>
      </w:r>
      <w:r>
        <w:t>";</w:t>
      </w:r>
    </w:p>
    <w:p w14:paraId="3DED77E6" w14:textId="684BD930" w:rsidR="00511ACA" w:rsidRDefault="00C42E20" w:rsidP="00A0480F">
      <w:pPr>
        <w:pStyle w:val="PKTpunkt"/>
      </w:pPr>
      <w:r>
        <w:t>7)</w:t>
      </w:r>
      <w:r>
        <w:tab/>
      </w:r>
      <w:r w:rsidR="00E81036" w:rsidRPr="00390DA8">
        <w:t>w</w:t>
      </w:r>
      <w:r w:rsidR="00CE7733">
        <w:t xml:space="preserve"> art. </w:t>
      </w:r>
      <w:r w:rsidR="00E81036" w:rsidRPr="00390DA8">
        <w:t>3</w:t>
      </w:r>
      <w:r w:rsidR="00650225" w:rsidRPr="00390DA8">
        <w:t>4</w:t>
      </w:r>
      <w:r w:rsidR="00511ACA">
        <w:t>:</w:t>
      </w:r>
      <w:r w:rsidR="00F8113C" w:rsidDel="00F8113C">
        <w:t xml:space="preserve"> </w:t>
      </w:r>
    </w:p>
    <w:p w14:paraId="522ED07B" w14:textId="67C2922D" w:rsidR="00E81036" w:rsidRDefault="00833DF0">
      <w:pPr>
        <w:pStyle w:val="LITlitera"/>
      </w:pPr>
      <w:r>
        <w:t>a</w:t>
      </w:r>
      <w:r w:rsidR="00C8025D">
        <w:t>)</w:t>
      </w:r>
      <w:r w:rsidR="00C8025D">
        <w:tab/>
      </w:r>
      <w:r w:rsidR="00E81036">
        <w:t>po</w:t>
      </w:r>
      <w:r w:rsidR="00CE7733">
        <w:t xml:space="preserve"> ust. </w:t>
      </w:r>
      <w:r w:rsidR="00F841DB">
        <w:t xml:space="preserve">3d </w:t>
      </w:r>
      <w:r w:rsidR="00E81036">
        <w:t>dodaje się</w:t>
      </w:r>
      <w:r w:rsidR="00CE7733">
        <w:t xml:space="preserve"> ust. </w:t>
      </w:r>
      <w:r w:rsidR="00F841DB">
        <w:t xml:space="preserve">3da </w:t>
      </w:r>
      <w:r w:rsidR="00650225">
        <w:t>w </w:t>
      </w:r>
      <w:r w:rsidR="00E81036">
        <w:t>brzmieniu:</w:t>
      </w:r>
    </w:p>
    <w:p w14:paraId="6900DBBE" w14:textId="57465512" w:rsidR="00E81036" w:rsidRPr="007D6B1C" w:rsidRDefault="00D86756">
      <w:pPr>
        <w:pStyle w:val="ZLITUSTzmustliter"/>
      </w:pPr>
      <w:r>
        <w:t>„</w:t>
      </w:r>
      <w:r w:rsidR="00F841DB" w:rsidRPr="007D6B1C">
        <w:t>3</w:t>
      </w:r>
      <w:r w:rsidR="00F841DB">
        <w:t>da</w:t>
      </w:r>
      <w:r w:rsidR="00E81036" w:rsidRPr="007D6B1C">
        <w:t>. Wymogu dołączenia kopii:</w:t>
      </w:r>
    </w:p>
    <w:p w14:paraId="60FAF8CA" w14:textId="16AAF7E8" w:rsidR="00E81036" w:rsidRPr="007D6B1C" w:rsidRDefault="00E81036" w:rsidP="00A0480F">
      <w:pPr>
        <w:pStyle w:val="ZLITPKTzmpktliter"/>
      </w:pPr>
      <w:r w:rsidRPr="007D6B1C">
        <w:t>1)</w:t>
      </w:r>
      <w:r w:rsidRPr="007D6B1C">
        <w:tab/>
        <w:t>uprawnień budowlanych</w:t>
      </w:r>
      <w:r w:rsidR="00650225" w:rsidRPr="007D6B1C">
        <w:t xml:space="preserve"> w</w:t>
      </w:r>
      <w:r w:rsidR="00650225">
        <w:t> </w:t>
      </w:r>
      <w:r w:rsidRPr="007D6B1C">
        <w:t>odpowiedniej specjalności,</w:t>
      </w:r>
      <w:r w:rsidR="00650225" w:rsidRPr="007D6B1C">
        <w:t xml:space="preserve"> o</w:t>
      </w:r>
      <w:r w:rsidR="00650225">
        <w:t> </w:t>
      </w:r>
      <w:r w:rsidRPr="007D6B1C">
        <w:t>którym mowa</w:t>
      </w:r>
      <w:r w:rsidR="00CE7733" w:rsidRPr="007D6B1C">
        <w:t xml:space="preserve"> w</w:t>
      </w:r>
      <w:r w:rsidR="00CE7733">
        <w:t> ust. </w:t>
      </w:r>
      <w:r w:rsidRPr="007D6B1C">
        <w:t>3d</w:t>
      </w:r>
      <w:r w:rsidR="00CE7733">
        <w:t xml:space="preserve"> pkt </w:t>
      </w:r>
      <w:r w:rsidR="00650225" w:rsidRPr="007D6B1C">
        <w:t>1</w:t>
      </w:r>
      <w:r w:rsidR="00650225">
        <w:t> </w:t>
      </w:r>
      <w:r w:rsidR="00576C4C">
        <w:t xml:space="preserve">– </w:t>
      </w:r>
      <w:r w:rsidRPr="007D6B1C">
        <w:t>nie stosuje się do uprawnień budowlanych wpisanych do centralnego rejestru osób posiadających uprawnienia budowlane;</w:t>
      </w:r>
    </w:p>
    <w:p w14:paraId="73CEE263" w14:textId="1DB7708A" w:rsidR="00DA2043" w:rsidRDefault="00E81036" w:rsidP="00A0480F">
      <w:pPr>
        <w:pStyle w:val="ZLITPKTzmpktliter"/>
      </w:pPr>
      <w:r w:rsidRPr="007D6B1C">
        <w:t>2)</w:t>
      </w:r>
      <w:r w:rsidRPr="007D6B1C">
        <w:tab/>
        <w:t>zaświadczenia,</w:t>
      </w:r>
      <w:r w:rsidR="00650225" w:rsidRPr="007D6B1C">
        <w:t xml:space="preserve"> o</w:t>
      </w:r>
      <w:r w:rsidR="00650225">
        <w:t> </w:t>
      </w:r>
      <w:r w:rsidRPr="007D6B1C">
        <w:t>którym mowa</w:t>
      </w:r>
      <w:r w:rsidR="00CE7733" w:rsidRPr="007D6B1C">
        <w:t xml:space="preserve"> w</w:t>
      </w:r>
      <w:r w:rsidR="00CE7733">
        <w:t> ust. </w:t>
      </w:r>
      <w:r w:rsidRPr="007D6B1C">
        <w:t>3d</w:t>
      </w:r>
      <w:r w:rsidR="00CE7733">
        <w:t xml:space="preserve"> pkt </w:t>
      </w:r>
      <w:r w:rsidR="00650225" w:rsidRPr="007D6B1C">
        <w:t>2</w:t>
      </w:r>
      <w:r w:rsidR="00650225">
        <w:t> </w:t>
      </w:r>
      <w:r w:rsidR="00306528" w:rsidRPr="00EE78CA">
        <w:t>–</w:t>
      </w:r>
      <w:r w:rsidR="00CA7B6D">
        <w:t xml:space="preserve"> </w:t>
      </w:r>
      <w:r w:rsidRPr="007D6B1C">
        <w:t>nie stosuje się do osób wpisanych do centralnego rejestru osób posiadających uprawnienia budowlane.</w:t>
      </w:r>
      <w:r w:rsidR="00D86756">
        <w:t>”</w:t>
      </w:r>
      <w:r w:rsidR="00DA2043">
        <w:t>,</w:t>
      </w:r>
    </w:p>
    <w:p w14:paraId="0BB50FF2" w14:textId="602DE955" w:rsidR="00DA2043" w:rsidRDefault="00DA2043" w:rsidP="00DA2043">
      <w:pPr>
        <w:pStyle w:val="LITlitera"/>
      </w:pPr>
      <w:r>
        <w:t>b)</w:t>
      </w:r>
      <w:r>
        <w:tab/>
        <w:t>w</w:t>
      </w:r>
      <w:r w:rsidR="00CE7733">
        <w:t xml:space="preserve"> ust. </w:t>
      </w:r>
      <w:r>
        <w:t>4b zdanie pierwsze otrzymuje brzmienie:</w:t>
      </w:r>
    </w:p>
    <w:p w14:paraId="17274563" w14:textId="62583223" w:rsidR="00E81036" w:rsidRPr="007D6B1C" w:rsidRDefault="00576C4C" w:rsidP="00A0480F">
      <w:pPr>
        <w:pStyle w:val="ZLITUSTzmustliter"/>
      </w:pPr>
      <w:r>
        <w:t>„</w:t>
      </w:r>
      <w:r w:rsidR="00DA2043" w:rsidRPr="00DA2043">
        <w:t>W przypadku sporządzenia projektu zagospodarowania działki lub terenu oraz projektu architektoniczno</w:t>
      </w:r>
      <w:r w:rsidR="00CE7733">
        <w:softHyphen/>
      </w:r>
      <w:r w:rsidR="00CE7733">
        <w:noBreakHyphen/>
      </w:r>
      <w:r w:rsidR="00DA2043" w:rsidRPr="00DA2043">
        <w:t>budowlanego</w:t>
      </w:r>
      <w:r w:rsidR="00CE7733" w:rsidRPr="00DA2043">
        <w:t xml:space="preserve"> w</w:t>
      </w:r>
      <w:r w:rsidR="00CE7733">
        <w:t> </w:t>
      </w:r>
      <w:r w:rsidR="00DA2043" w:rsidRPr="00DA2043">
        <w:t>postaci elektronicznej zatwierdzenie polega na opatrzeniu projektów kwalifikowanym podpisem elektronicznym, podpisem zaufanym</w:t>
      </w:r>
      <w:r w:rsidR="00DA2043">
        <w:t>,</w:t>
      </w:r>
      <w:r w:rsidR="00DA2043" w:rsidRPr="00DA2043">
        <w:t xml:space="preserve"> podpisem osobistym lub kwalifikowaną pieczęcią elektroniczną organu zatwierdzającego projekt.</w:t>
      </w:r>
      <w:r w:rsidR="00311234">
        <w:t>”</w:t>
      </w:r>
      <w:r w:rsidR="00E81036" w:rsidRPr="007D6B1C">
        <w:t>;</w:t>
      </w:r>
    </w:p>
    <w:p w14:paraId="666AEC2C" w14:textId="5DE4FF58" w:rsidR="0073684F" w:rsidRDefault="005D375B" w:rsidP="00D86756">
      <w:pPr>
        <w:pStyle w:val="PKTpunkt"/>
        <w:keepNext/>
      </w:pPr>
      <w:r>
        <w:lastRenderedPageBreak/>
        <w:t>8</w:t>
      </w:r>
      <w:r w:rsidR="00E81036" w:rsidRPr="00390DA8">
        <w:t>)</w:t>
      </w:r>
      <w:r w:rsidR="00E81036" w:rsidRPr="00390DA8">
        <w:tab/>
      </w:r>
      <w:r w:rsidR="00E81036">
        <w:t>w</w:t>
      </w:r>
      <w:r w:rsidR="00CE7733">
        <w:t xml:space="preserve"> art. </w:t>
      </w:r>
      <w:r w:rsidR="00E81036">
        <w:t>3</w:t>
      </w:r>
      <w:r w:rsidR="00CE7733">
        <w:t>5 w ust. </w:t>
      </w:r>
      <w:r w:rsidR="00CA7B6D">
        <w:t>1</w:t>
      </w:r>
      <w:r w:rsidR="0073684F">
        <w:t>:</w:t>
      </w:r>
    </w:p>
    <w:p w14:paraId="6DB9D7F0" w14:textId="1FFC0C05" w:rsidR="002F60FC" w:rsidRDefault="0073684F" w:rsidP="00A0480F">
      <w:pPr>
        <w:pStyle w:val="LITlitera"/>
      </w:pPr>
      <w:r>
        <w:t>a)</w:t>
      </w:r>
      <w:r>
        <w:tab/>
      </w:r>
      <w:r w:rsidR="002F60FC">
        <w:t>w</w:t>
      </w:r>
      <w:r w:rsidR="00CE7733">
        <w:t xml:space="preserve"> pkt 3 </w:t>
      </w:r>
      <w:r w:rsidR="00C4681D">
        <w:t>uchyla się</w:t>
      </w:r>
      <w:r w:rsidR="00CE7733">
        <w:t xml:space="preserve"> lit. </w:t>
      </w:r>
      <w:r w:rsidR="00C4681D">
        <w:t>a, b</w:t>
      </w:r>
      <w:r w:rsidR="00CE7733">
        <w:t xml:space="preserve"> i </w:t>
      </w:r>
      <w:r w:rsidR="002F60FC">
        <w:t>d</w:t>
      </w:r>
      <w:r w:rsidR="00F613C6">
        <w:t>,</w:t>
      </w:r>
    </w:p>
    <w:p w14:paraId="24A9E8C2" w14:textId="43790811" w:rsidR="00C4681D" w:rsidRDefault="00C4681D" w:rsidP="00C4681D">
      <w:pPr>
        <w:pStyle w:val="LITlitera"/>
      </w:pPr>
      <w:r>
        <w:t>b)</w:t>
      </w:r>
      <w:r>
        <w:tab/>
        <w:t>dodaje się</w:t>
      </w:r>
      <w:r w:rsidR="00CE7733">
        <w:t xml:space="preserve"> pkt </w:t>
      </w:r>
      <w:r>
        <w:t>3a</w:t>
      </w:r>
      <w:r w:rsidR="00CE7733">
        <w:t xml:space="preserve"> w </w:t>
      </w:r>
      <w:r>
        <w:t>brzmieniu:</w:t>
      </w:r>
    </w:p>
    <w:p w14:paraId="6243E9C0" w14:textId="06B4F7E9" w:rsidR="00C4681D" w:rsidRPr="00C4681D" w:rsidRDefault="00576C4C" w:rsidP="00C4681D">
      <w:pPr>
        <w:pStyle w:val="ZLITPKTzmpktliter"/>
      </w:pPr>
      <w:r>
        <w:t>„</w:t>
      </w:r>
      <w:r w:rsidR="00C4681D">
        <w:t>3a)</w:t>
      </w:r>
      <w:r w:rsidR="00C4681D">
        <w:tab/>
      </w:r>
      <w:r w:rsidR="00C4681D" w:rsidRPr="00C4681D">
        <w:t>dołączenie:</w:t>
      </w:r>
    </w:p>
    <w:p w14:paraId="4A8BEB7F" w14:textId="7944D0A4" w:rsidR="00C4681D" w:rsidRPr="00C4681D" w:rsidRDefault="00C4681D" w:rsidP="00A0480F">
      <w:pPr>
        <w:pStyle w:val="ZLITLITwPKTzmlitwpktliter"/>
      </w:pPr>
      <w:r w:rsidRPr="00C4681D">
        <w:t>a)</w:t>
      </w:r>
      <w:r>
        <w:tab/>
      </w:r>
      <w:r w:rsidRPr="00C4681D">
        <w:t>wymaganych opinii, uzgodnień, pozwoleń</w:t>
      </w:r>
      <w:r w:rsidR="00CE7733" w:rsidRPr="00C4681D">
        <w:t xml:space="preserve"> i</w:t>
      </w:r>
      <w:r w:rsidR="00CE7733">
        <w:t> </w:t>
      </w:r>
      <w:r w:rsidRPr="00C4681D">
        <w:t>sprawdzeń,</w:t>
      </w:r>
    </w:p>
    <w:p w14:paraId="1220CB26" w14:textId="7D030109" w:rsidR="00C4681D" w:rsidRDefault="00C4681D" w:rsidP="00A0480F">
      <w:pPr>
        <w:pStyle w:val="ZLITLITwPKTzmlitwpktliter"/>
      </w:pPr>
      <w:r w:rsidRPr="00C4681D">
        <w:t>d)</w:t>
      </w:r>
      <w:r>
        <w:tab/>
      </w:r>
      <w:r w:rsidRPr="00C4681D">
        <w:t>oświadczeń,</w:t>
      </w:r>
      <w:r w:rsidR="00CE7733" w:rsidRPr="00C4681D">
        <w:t xml:space="preserve"> o</w:t>
      </w:r>
      <w:r w:rsidR="00CE7733">
        <w:t> </w:t>
      </w:r>
      <w:r w:rsidRPr="00C4681D">
        <w:t>których mowa</w:t>
      </w:r>
      <w:r w:rsidR="00CE7733" w:rsidRPr="00C4681D">
        <w:t xml:space="preserve"> w</w:t>
      </w:r>
      <w:r w:rsidR="00CE7733">
        <w:t> art. </w:t>
      </w:r>
      <w:r w:rsidRPr="00C4681D">
        <w:t>3</w:t>
      </w:r>
      <w:r w:rsidR="00CE7733" w:rsidRPr="00C4681D">
        <w:t>3</w:t>
      </w:r>
      <w:r w:rsidR="00CE7733">
        <w:t xml:space="preserve"> ust. </w:t>
      </w:r>
      <w:r w:rsidR="00CE7733" w:rsidRPr="00C4681D">
        <w:t>2</w:t>
      </w:r>
      <w:r w:rsidR="00CE7733">
        <w:t xml:space="preserve"> pkt </w:t>
      </w:r>
      <w:r w:rsidR="00CE7733" w:rsidRPr="00C4681D">
        <w:t>9</w:t>
      </w:r>
      <w:r w:rsidR="00CE7733">
        <w:t xml:space="preserve"> i </w:t>
      </w:r>
      <w:r w:rsidRPr="00C4681D">
        <w:t>10;</w:t>
      </w:r>
      <w:r w:rsidR="00311234">
        <w:t>”</w:t>
      </w:r>
      <w:r>
        <w:t>,</w:t>
      </w:r>
    </w:p>
    <w:p w14:paraId="589D9EEF" w14:textId="44BD397B" w:rsidR="00E81036" w:rsidRDefault="00C4681D" w:rsidP="00250491">
      <w:pPr>
        <w:pStyle w:val="LITlitera"/>
      </w:pPr>
      <w:r>
        <w:t>c</w:t>
      </w:r>
      <w:r w:rsidR="002F60FC">
        <w:t>)</w:t>
      </w:r>
      <w:r w:rsidR="002F60FC">
        <w:tab/>
      </w:r>
      <w:r w:rsidR="00CA7B6D">
        <w:t>pkt </w:t>
      </w:r>
      <w:r w:rsidR="00650225">
        <w:t>4 </w:t>
      </w:r>
      <w:r w:rsidR="00E81036">
        <w:t>otrzymuje brzmienie:</w:t>
      </w:r>
    </w:p>
    <w:p w14:paraId="065340E4" w14:textId="77777777" w:rsidR="00F8113C" w:rsidRDefault="00D86756" w:rsidP="00A0480F">
      <w:pPr>
        <w:pStyle w:val="ZLITPKTzmpktliter"/>
      </w:pPr>
      <w:r>
        <w:t>„</w:t>
      </w:r>
      <w:r w:rsidR="00E81036">
        <w:t>4)</w:t>
      </w:r>
      <w:r w:rsidR="00E81036">
        <w:tab/>
      </w:r>
      <w:r w:rsidR="00E81036" w:rsidRPr="006B2638">
        <w:t>posiadanie przez projektanta</w:t>
      </w:r>
      <w:r w:rsidR="00650225" w:rsidRPr="006B2638">
        <w:t xml:space="preserve"> i</w:t>
      </w:r>
      <w:r w:rsidR="00650225">
        <w:t> </w:t>
      </w:r>
      <w:r w:rsidR="00E81036" w:rsidRPr="006B2638">
        <w:t>projektanta sprawdzającego odpowiednich uprawnień budowlanych</w:t>
      </w:r>
      <w:r w:rsidR="0073684F">
        <w:t xml:space="preserve"> na podstawie:</w:t>
      </w:r>
    </w:p>
    <w:p w14:paraId="779660F0" w14:textId="6741B0F7" w:rsidR="0073684F" w:rsidRPr="00F8113C" w:rsidRDefault="00E81036" w:rsidP="00F8113C">
      <w:pPr>
        <w:pStyle w:val="ZLITLITwPKTzmlitwpktliter"/>
      </w:pPr>
      <w:r>
        <w:t>a)</w:t>
      </w:r>
      <w:r>
        <w:tab/>
      </w:r>
      <w:r w:rsidR="0073684F" w:rsidRPr="00F8113C">
        <w:t>kopii dokumentów,</w:t>
      </w:r>
      <w:r w:rsidR="00CE7733" w:rsidRPr="00F8113C">
        <w:t xml:space="preserve"> o</w:t>
      </w:r>
      <w:r w:rsidR="00CE7733">
        <w:t> </w:t>
      </w:r>
      <w:r w:rsidR="0073684F" w:rsidRPr="00F8113C">
        <w:t>których mowa</w:t>
      </w:r>
      <w:r w:rsidR="00CE7733" w:rsidRPr="00F8113C">
        <w:t xml:space="preserve"> w</w:t>
      </w:r>
      <w:r w:rsidR="00CE7733">
        <w:t> art. </w:t>
      </w:r>
      <w:r w:rsidR="0073684F" w:rsidRPr="00F8113C">
        <w:t>3</w:t>
      </w:r>
      <w:r w:rsidR="00CE7733" w:rsidRPr="00F8113C">
        <w:t>4</w:t>
      </w:r>
      <w:r w:rsidR="00CE7733">
        <w:t xml:space="preserve"> ust. </w:t>
      </w:r>
      <w:r w:rsidR="0073684F" w:rsidRPr="00F8113C">
        <w:t>3d</w:t>
      </w:r>
      <w:r w:rsidR="00CE7733">
        <w:t xml:space="preserve"> pkt </w:t>
      </w:r>
      <w:r w:rsidR="00CE7733" w:rsidRPr="00F8113C">
        <w:t>1</w:t>
      </w:r>
      <w:r w:rsidR="00CE7733">
        <w:t> </w:t>
      </w:r>
      <w:r w:rsidR="0073684F" w:rsidRPr="00F8113C">
        <w:t>–</w:t>
      </w:r>
      <w:r w:rsidR="00CE7733" w:rsidRPr="00F8113C">
        <w:t xml:space="preserve"> w</w:t>
      </w:r>
      <w:r w:rsidR="00CE7733">
        <w:t> </w:t>
      </w:r>
      <w:r w:rsidR="0073684F" w:rsidRPr="00F8113C">
        <w:t xml:space="preserve">stosunku do </w:t>
      </w:r>
      <w:r w:rsidR="00C84C13" w:rsidRPr="00F8113C">
        <w:t>uprawnień niewpisanych</w:t>
      </w:r>
      <w:r w:rsidR="0073684F" w:rsidRPr="00F8113C">
        <w:t xml:space="preserve"> do centralnego rejestru osób posiadających uprawnienia budowlane,</w:t>
      </w:r>
    </w:p>
    <w:p w14:paraId="2A7327C9" w14:textId="774B9EA4" w:rsidR="0073684F" w:rsidRDefault="0073684F" w:rsidP="00EE78CA">
      <w:pPr>
        <w:pStyle w:val="ZLITLITwPKTzmlitwpktliter"/>
      </w:pPr>
      <w:r w:rsidRPr="001A5A62">
        <w:t>b)</w:t>
      </w:r>
      <w:r w:rsidRPr="001A5A62">
        <w:tab/>
        <w:t>danych</w:t>
      </w:r>
      <w:r w:rsidR="00CE7733" w:rsidRPr="001A5A62">
        <w:t xml:space="preserve"> w</w:t>
      </w:r>
      <w:r w:rsidR="00CE7733">
        <w:t> </w:t>
      </w:r>
      <w:r w:rsidRPr="001A5A62">
        <w:t>centralnym rejestrze osób posiadających uprawnienia budowlane –</w:t>
      </w:r>
      <w:r w:rsidR="00CE7733" w:rsidRPr="006846A3">
        <w:t xml:space="preserve"> w</w:t>
      </w:r>
      <w:r w:rsidR="00CE7733">
        <w:t> </w:t>
      </w:r>
      <w:r w:rsidR="00E653CA" w:rsidRPr="006846A3">
        <w:t>stosunku do uprawnień</w:t>
      </w:r>
      <w:r w:rsidR="00E653CA" w:rsidRPr="00F8113C">
        <w:t xml:space="preserve"> wpisanych do </w:t>
      </w:r>
      <w:r w:rsidR="00F613C6">
        <w:t>tego</w:t>
      </w:r>
      <w:r w:rsidR="00F613C6" w:rsidRPr="00F8113C">
        <w:t xml:space="preserve"> </w:t>
      </w:r>
      <w:r w:rsidR="00E653CA" w:rsidRPr="00F8113C">
        <w:t>rejestru</w:t>
      </w:r>
      <w:r w:rsidR="00FB4E74">
        <w:t>;</w:t>
      </w:r>
      <w:r w:rsidRPr="0073684F">
        <w:t>”</w:t>
      </w:r>
      <w:r>
        <w:t>,</w:t>
      </w:r>
    </w:p>
    <w:p w14:paraId="47D1A7A1" w14:textId="3B96F34A" w:rsidR="0073684F" w:rsidRDefault="00C4681D" w:rsidP="0073684F">
      <w:pPr>
        <w:pStyle w:val="LITlitera"/>
      </w:pPr>
      <w:r>
        <w:t>d</w:t>
      </w:r>
      <w:r w:rsidR="0073684F">
        <w:t>)</w:t>
      </w:r>
      <w:r w:rsidR="0073684F">
        <w:tab/>
        <w:t>po</w:t>
      </w:r>
      <w:r w:rsidR="00CE7733">
        <w:t xml:space="preserve"> pkt 4 </w:t>
      </w:r>
      <w:r w:rsidR="0073684F">
        <w:t>dodaje się</w:t>
      </w:r>
      <w:r w:rsidR="00CE7733">
        <w:t xml:space="preserve"> pkt </w:t>
      </w:r>
      <w:r w:rsidR="00FB4E74">
        <w:t>4a</w:t>
      </w:r>
      <w:r w:rsidR="00CE7733">
        <w:t xml:space="preserve"> w </w:t>
      </w:r>
      <w:r w:rsidR="0073684F">
        <w:t>brzmieniu:</w:t>
      </w:r>
    </w:p>
    <w:p w14:paraId="511899DD" w14:textId="166E8A1B" w:rsidR="0073684F" w:rsidRDefault="0073684F" w:rsidP="0073684F">
      <w:pPr>
        <w:pStyle w:val="ZLITPKTzmpktliter"/>
      </w:pPr>
      <w:r>
        <w:t>„</w:t>
      </w:r>
      <w:r w:rsidR="00FB4E74">
        <w:t>4a</w:t>
      </w:r>
      <w:r>
        <w:t>)</w:t>
      </w:r>
      <w:r>
        <w:tab/>
      </w:r>
      <w:r w:rsidR="0005634F" w:rsidRPr="0005634F">
        <w:t xml:space="preserve">przynależność </w:t>
      </w:r>
      <w:r w:rsidR="0005634F" w:rsidRPr="006B2638">
        <w:t>projektanta i</w:t>
      </w:r>
      <w:r w:rsidR="0005634F">
        <w:t> </w:t>
      </w:r>
      <w:r w:rsidR="0005634F" w:rsidRPr="006B2638">
        <w:t xml:space="preserve">projektanta sprawdzającego </w:t>
      </w:r>
      <w:r w:rsidR="0005634F" w:rsidRPr="0005634F">
        <w:t>do właściwej izby samorządu zawodowego na podstawie</w:t>
      </w:r>
      <w:r>
        <w:t>:</w:t>
      </w:r>
    </w:p>
    <w:p w14:paraId="37D38CFA" w14:textId="56C5CAE9" w:rsidR="0073684F" w:rsidRDefault="0073684F" w:rsidP="0073684F">
      <w:pPr>
        <w:pStyle w:val="ZLITLITwPKTzmlitwpktliter"/>
      </w:pPr>
      <w:r>
        <w:t>a)</w:t>
      </w:r>
      <w:r>
        <w:tab/>
      </w:r>
      <w:r w:rsidRPr="006B2638">
        <w:t>zaświadczenia, o</w:t>
      </w:r>
      <w:r>
        <w:t> </w:t>
      </w:r>
      <w:r w:rsidRPr="006B2638">
        <w:t>którym mowa</w:t>
      </w:r>
      <w:r w:rsidR="00CE7733" w:rsidRPr="006B2638">
        <w:t xml:space="preserve"> w</w:t>
      </w:r>
      <w:r w:rsidR="00CE7733">
        <w:t> art. </w:t>
      </w:r>
      <w:r w:rsidRPr="006B2638">
        <w:t>1</w:t>
      </w:r>
      <w:r w:rsidR="00CE7733" w:rsidRPr="006B2638">
        <w:t>2</w:t>
      </w:r>
      <w:r w:rsidR="00CE7733">
        <w:t xml:space="preserve"> ust. </w:t>
      </w:r>
      <w:r w:rsidR="00CE7733" w:rsidRPr="006B2638">
        <w:t>7</w:t>
      </w:r>
      <w:r w:rsidR="00CE7733">
        <w:t> </w:t>
      </w:r>
      <w:r w:rsidR="00306528" w:rsidRPr="00EE78CA">
        <w:t>–</w:t>
      </w:r>
      <w:r>
        <w:t xml:space="preserve"> </w:t>
      </w:r>
      <w:r w:rsidRPr="006C0B99">
        <w:t>w</w:t>
      </w:r>
      <w:r>
        <w:t> </w:t>
      </w:r>
      <w:r w:rsidRPr="006C0B99">
        <w:t xml:space="preserve">stosunku do osób </w:t>
      </w:r>
      <w:r>
        <w:t>nie</w:t>
      </w:r>
      <w:r w:rsidRPr="006C0B99">
        <w:t>wpisanych do centralnego rejestru osób posiadających uprawnienia budowlane</w:t>
      </w:r>
      <w:r>
        <w:t>,</w:t>
      </w:r>
    </w:p>
    <w:p w14:paraId="0EEF53FA" w14:textId="6791924B" w:rsidR="00E81036" w:rsidRDefault="0073684F" w:rsidP="00250491">
      <w:pPr>
        <w:pStyle w:val="ZLITLITwPKTzmlitwpktliter"/>
      </w:pPr>
      <w:r>
        <w:t>b)</w:t>
      </w:r>
      <w:r>
        <w:tab/>
      </w:r>
      <w:r w:rsidR="0005634F" w:rsidRPr="0005634F">
        <w:t>danych</w:t>
      </w:r>
      <w:r w:rsidR="00CE7733" w:rsidRPr="0005634F">
        <w:t xml:space="preserve"> w</w:t>
      </w:r>
      <w:r w:rsidR="00CE7733">
        <w:t> </w:t>
      </w:r>
      <w:r w:rsidR="0005634F" w:rsidRPr="0005634F">
        <w:t>centralnym rejestrze osób posiadających uprawnienia budowlane –</w:t>
      </w:r>
      <w:r w:rsidR="00CE7733" w:rsidRPr="0005634F">
        <w:t xml:space="preserve"> w</w:t>
      </w:r>
      <w:r w:rsidR="00CE7733">
        <w:t> </w:t>
      </w:r>
      <w:r w:rsidR="0005634F" w:rsidRPr="0005634F">
        <w:t>stosunku do osób</w:t>
      </w:r>
      <w:r w:rsidR="0005634F">
        <w:t xml:space="preserve"> wpisanych do tego rejestru.</w:t>
      </w:r>
      <w:r w:rsidR="00D86756">
        <w:t>”</w:t>
      </w:r>
      <w:r w:rsidR="00E81036">
        <w:t>;</w:t>
      </w:r>
    </w:p>
    <w:p w14:paraId="67A00A94" w14:textId="537863A0" w:rsidR="00600496" w:rsidRDefault="005D375B" w:rsidP="00D86756">
      <w:pPr>
        <w:pStyle w:val="PKTpunkt"/>
        <w:keepNext/>
      </w:pPr>
      <w:r>
        <w:t>9</w:t>
      </w:r>
      <w:r w:rsidR="00AA27C6">
        <w:t>)</w:t>
      </w:r>
      <w:r w:rsidR="00AA27C6">
        <w:tab/>
      </w:r>
      <w:r w:rsidR="002F60FC">
        <w:t>w</w:t>
      </w:r>
      <w:r w:rsidR="00CE7733">
        <w:t xml:space="preserve"> art. </w:t>
      </w:r>
      <w:r w:rsidR="002F60FC">
        <w:t>36a</w:t>
      </w:r>
      <w:r w:rsidR="00600496">
        <w:t>:</w:t>
      </w:r>
    </w:p>
    <w:p w14:paraId="5E1DE92E" w14:textId="2B11FAD5" w:rsidR="00600496" w:rsidRDefault="00600496" w:rsidP="00600496">
      <w:pPr>
        <w:pStyle w:val="LITlitera"/>
      </w:pPr>
      <w:r>
        <w:t>a)</w:t>
      </w:r>
      <w:r>
        <w:tab/>
      </w:r>
      <w:r w:rsidR="002F60FC">
        <w:t>w</w:t>
      </w:r>
      <w:r w:rsidR="00CE7733">
        <w:t xml:space="preserve"> ust. </w:t>
      </w:r>
      <w:r w:rsidR="002F60FC">
        <w:t>5b</w:t>
      </w:r>
      <w:r w:rsidR="00CE7733">
        <w:t xml:space="preserve"> w pkt 2 </w:t>
      </w:r>
      <w:r w:rsidR="002F60FC">
        <w:t>uchyla się</w:t>
      </w:r>
      <w:r w:rsidR="00CE7733">
        <w:t xml:space="preserve"> lit. </w:t>
      </w:r>
      <w:r w:rsidR="002F60FC">
        <w:t>c</w:t>
      </w:r>
      <w:r>
        <w:t>,</w:t>
      </w:r>
    </w:p>
    <w:p w14:paraId="597422A8" w14:textId="2E92663B" w:rsidR="00600496" w:rsidRDefault="00600496" w:rsidP="00600496">
      <w:pPr>
        <w:pStyle w:val="LITlitera"/>
      </w:pPr>
      <w:r>
        <w:t>b)</w:t>
      </w:r>
      <w:r>
        <w:tab/>
        <w:t>w</w:t>
      </w:r>
      <w:r w:rsidR="00CE7733">
        <w:t xml:space="preserve"> ust. 6 zdanie</w:t>
      </w:r>
      <w:r>
        <w:t xml:space="preserve"> pierwsze otrzymuje brzmienie:</w:t>
      </w:r>
    </w:p>
    <w:p w14:paraId="36290B9C" w14:textId="4298CA59" w:rsidR="005D375B" w:rsidRDefault="00576C4C" w:rsidP="00A0480F">
      <w:pPr>
        <w:pStyle w:val="ZLITUSTzmustliter"/>
      </w:pPr>
      <w:r>
        <w:t>„</w:t>
      </w:r>
      <w:r w:rsidR="00600496" w:rsidRPr="00600496">
        <w:t>Projektant dokonuje kwalifikacji zamierzonego odstąpienia od projektu zagospodarowania działki lub terenu lub projektu architektoniczno</w:t>
      </w:r>
      <w:r w:rsidR="00CE7733">
        <w:softHyphen/>
      </w:r>
      <w:r w:rsidR="00CE7733">
        <w:noBreakHyphen/>
      </w:r>
      <w:r w:rsidR="00600496" w:rsidRPr="00600496">
        <w:t>budowlanego lub innych warunków decyzji</w:t>
      </w:r>
      <w:r w:rsidR="00CE7733" w:rsidRPr="00600496">
        <w:t xml:space="preserve"> o</w:t>
      </w:r>
      <w:r w:rsidR="00CE7733">
        <w:t> </w:t>
      </w:r>
      <w:r w:rsidR="00600496" w:rsidRPr="00600496">
        <w:t>pozwoleniu na budowę,</w:t>
      </w:r>
      <w:r w:rsidR="00CE7733" w:rsidRPr="00600496">
        <w:t xml:space="preserve"> a</w:t>
      </w:r>
      <w:r w:rsidR="00CE7733">
        <w:t> </w:t>
      </w:r>
      <w:r w:rsidR="00CE7733" w:rsidRPr="00600496">
        <w:t>w</w:t>
      </w:r>
      <w:r w:rsidR="00CE7733">
        <w:t> </w:t>
      </w:r>
      <w:r w:rsidR="00600496" w:rsidRPr="00600496">
        <w:t xml:space="preserve">przypadku uznania, że jest ono nieistotne, </w:t>
      </w:r>
      <w:r w:rsidR="00600496">
        <w:t xml:space="preserve">dołącza do dokumentacji budowy </w:t>
      </w:r>
      <w:r w:rsidR="00600496" w:rsidRPr="00600496">
        <w:t>odpowiednie informacje (rysunek</w:t>
      </w:r>
      <w:r w:rsidR="00CE7733" w:rsidRPr="00600496">
        <w:t xml:space="preserve"> i</w:t>
      </w:r>
      <w:r w:rsidR="00CE7733">
        <w:t> </w:t>
      </w:r>
      <w:r w:rsidR="00600496" w:rsidRPr="00600496">
        <w:t>opis) dotyczące tego odstąpienia.</w:t>
      </w:r>
      <w:r w:rsidR="00311234">
        <w:t>”</w:t>
      </w:r>
      <w:r w:rsidR="002F60FC">
        <w:t>;</w:t>
      </w:r>
    </w:p>
    <w:p w14:paraId="2D977155" w14:textId="23F7B1D9" w:rsidR="00AA27C6" w:rsidRDefault="005D375B" w:rsidP="00D86756">
      <w:pPr>
        <w:pStyle w:val="PKTpunkt"/>
        <w:keepNext/>
      </w:pPr>
      <w:bookmarkStart w:id="7" w:name="_Hlk66269429"/>
      <w:r>
        <w:lastRenderedPageBreak/>
        <w:t>10)</w:t>
      </w:r>
      <w:r>
        <w:tab/>
      </w:r>
      <w:r w:rsidR="00AA27C6">
        <w:t>w</w:t>
      </w:r>
      <w:r w:rsidR="00CE7733">
        <w:t xml:space="preserve"> art. </w:t>
      </w:r>
      <w:bookmarkStart w:id="8" w:name="_Hlk59196474"/>
      <w:r w:rsidR="00AA27C6">
        <w:t>4</w:t>
      </w:r>
      <w:r w:rsidR="00CE7733">
        <w:t>0 w ust. 5 w </w:t>
      </w:r>
      <w:r w:rsidR="00AA27C6">
        <w:t>części wspólnej</w:t>
      </w:r>
      <w:bookmarkEnd w:id="8"/>
      <w:r w:rsidR="00AA27C6">
        <w:t xml:space="preserve"> </w:t>
      </w:r>
      <w:r w:rsidR="009F027D">
        <w:t xml:space="preserve">skreśla się </w:t>
      </w:r>
      <w:r w:rsidR="00AA27C6">
        <w:t xml:space="preserve">wyrazy </w:t>
      </w:r>
      <w:r w:rsidR="00576C4C">
        <w:t>„</w:t>
      </w:r>
      <w:r w:rsidR="006846A3" w:rsidRPr="006846A3">
        <w:t>za pośrednictwem</w:t>
      </w:r>
      <w:r w:rsidR="006846A3">
        <w:t xml:space="preserve"> </w:t>
      </w:r>
      <w:r w:rsidR="00AA27C6" w:rsidRPr="00AA27C6">
        <w:t>adresu elektronicznego,</w:t>
      </w:r>
      <w:r w:rsidR="00CA7B6D" w:rsidRPr="00AA27C6">
        <w:t xml:space="preserve"> o</w:t>
      </w:r>
      <w:r w:rsidR="00CA7B6D">
        <w:t> </w:t>
      </w:r>
      <w:r w:rsidR="00AA27C6" w:rsidRPr="00AA27C6">
        <w:t>którym mowa</w:t>
      </w:r>
      <w:r w:rsidR="00CE7733" w:rsidRPr="00AA27C6">
        <w:t xml:space="preserve"> w</w:t>
      </w:r>
      <w:r w:rsidR="00CE7733">
        <w:t> ust. </w:t>
      </w:r>
      <w:r w:rsidR="00AA27C6" w:rsidRPr="00AA27C6">
        <w:t>7</w:t>
      </w:r>
      <w:r w:rsidR="00311234">
        <w:t>”</w:t>
      </w:r>
      <w:r w:rsidR="00AA27C6">
        <w:t>;</w:t>
      </w:r>
    </w:p>
    <w:bookmarkEnd w:id="7"/>
    <w:p w14:paraId="0E755618" w14:textId="74D5DFCB" w:rsidR="00E81036" w:rsidRPr="00D13BAD" w:rsidRDefault="005D375B" w:rsidP="00D86756">
      <w:pPr>
        <w:pStyle w:val="PKTpunkt"/>
        <w:keepNext/>
      </w:pPr>
      <w:r>
        <w:t>1</w:t>
      </w:r>
      <w:r w:rsidR="002F60FC">
        <w:t>1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650225" w:rsidRPr="00390DA8">
        <w:t>1</w:t>
      </w:r>
      <w:r w:rsidR="00650225">
        <w:t> </w:t>
      </w:r>
      <w:r w:rsidR="00E81036">
        <w:t>po</w:t>
      </w:r>
      <w:r w:rsidR="00CE7733">
        <w:t xml:space="preserve"> ust. </w:t>
      </w:r>
      <w:r w:rsidR="00E81036">
        <w:t>4a dodaje się</w:t>
      </w:r>
      <w:r w:rsidR="00CE7733">
        <w:t xml:space="preserve"> ust. </w:t>
      </w:r>
      <w:r w:rsidR="00E81036">
        <w:t>4aa</w:t>
      </w:r>
      <w:r w:rsidR="00650225">
        <w:t xml:space="preserve"> w </w:t>
      </w:r>
      <w:r w:rsidR="00E81036">
        <w:t>brzmieniu</w:t>
      </w:r>
      <w:r w:rsidR="00E81036" w:rsidRPr="00390DA8">
        <w:t>:</w:t>
      </w:r>
    </w:p>
    <w:p w14:paraId="46749A01" w14:textId="76B16481" w:rsidR="00E81036" w:rsidRDefault="00D86756" w:rsidP="00D86756">
      <w:pPr>
        <w:pStyle w:val="ZUSTzmustartykuempunktem"/>
        <w:keepNext/>
      </w:pPr>
      <w:r>
        <w:t>„</w:t>
      </w:r>
      <w:r w:rsidR="00E81036" w:rsidRPr="00390DA8">
        <w:t>4</w:t>
      </w:r>
      <w:r w:rsidR="00E81036">
        <w:t>aa</w:t>
      </w:r>
      <w:r w:rsidR="00E81036" w:rsidRPr="00390DA8">
        <w:t xml:space="preserve">. </w:t>
      </w:r>
      <w:bookmarkStart w:id="9" w:name="_Hlk43299726"/>
      <w:r w:rsidR="00E81036" w:rsidRPr="00F2301B">
        <w:t>Wymogu dołączenia kopii</w:t>
      </w:r>
      <w:r w:rsidR="00E81036">
        <w:t>:</w:t>
      </w:r>
    </w:p>
    <w:p w14:paraId="0244F68D" w14:textId="2C34AED1" w:rsidR="00E81036" w:rsidRDefault="00E81036" w:rsidP="00D86756">
      <w:pPr>
        <w:pStyle w:val="ZPKTzmpktartykuempunktem"/>
      </w:pPr>
      <w:r>
        <w:t>1)</w:t>
      </w:r>
      <w:r>
        <w:tab/>
      </w:r>
      <w:r w:rsidRPr="00F2301B">
        <w:t>zaświadczeń,</w:t>
      </w:r>
      <w:r w:rsidR="00650225" w:rsidRPr="00F2301B">
        <w:t xml:space="preserve"> o</w:t>
      </w:r>
      <w:r w:rsidR="00650225">
        <w:t> </w:t>
      </w:r>
      <w:r w:rsidRPr="00F2301B">
        <w:t>który</w:t>
      </w:r>
      <w:r>
        <w:t>m</w:t>
      </w:r>
      <w:r w:rsidRPr="00F2301B">
        <w:t xml:space="preserve"> mowa</w:t>
      </w:r>
      <w:r w:rsidR="00CE7733" w:rsidRPr="00F2301B">
        <w:t xml:space="preserve"> w</w:t>
      </w:r>
      <w:r w:rsidR="00CE7733">
        <w:t> ust. </w:t>
      </w:r>
      <w:r>
        <w:t>4a</w:t>
      </w:r>
      <w:r w:rsidR="00CE7733">
        <w:t xml:space="preserve"> pkt </w:t>
      </w:r>
      <w:r w:rsidR="00650225">
        <w:t>1</w:t>
      </w:r>
      <w:r w:rsidR="00DD162E">
        <w:t>,</w:t>
      </w:r>
      <w:r w:rsidR="00650225">
        <w:t xml:space="preserve"> </w:t>
      </w:r>
      <w:r w:rsidRPr="00F2301B">
        <w:t>nie stosuje się do osób wpisanych do centralnego rejestru osób posiadających uprawnienia budowlane</w:t>
      </w:r>
      <w:r>
        <w:t>;</w:t>
      </w:r>
    </w:p>
    <w:p w14:paraId="2AB33F10" w14:textId="6FE42466" w:rsidR="00E81036" w:rsidRPr="00390DA8" w:rsidRDefault="00E81036" w:rsidP="00D86756">
      <w:pPr>
        <w:pStyle w:val="ZPKTzmpktartykuempunktem"/>
      </w:pPr>
      <w:r>
        <w:t>2)</w:t>
      </w:r>
      <w:r>
        <w:tab/>
      </w:r>
      <w:r w:rsidRPr="00390DA8">
        <w:t>uprawnień budowlanych</w:t>
      </w:r>
      <w:r w:rsidR="00650225" w:rsidRPr="00390DA8">
        <w:t xml:space="preserve"> w</w:t>
      </w:r>
      <w:r w:rsidR="00650225">
        <w:t> </w:t>
      </w:r>
      <w:r w:rsidRPr="00390DA8">
        <w:t>odpowiedniej specjalności,</w:t>
      </w:r>
      <w:r w:rsidR="00650225" w:rsidRPr="00390DA8">
        <w:t xml:space="preserve"> o</w:t>
      </w:r>
      <w:r w:rsidR="00650225">
        <w:t> </w:t>
      </w:r>
      <w:r w:rsidRPr="00390DA8">
        <w:t>którym mowa</w:t>
      </w:r>
      <w:r w:rsidR="00CE7733" w:rsidRPr="00390DA8">
        <w:t xml:space="preserve"> w</w:t>
      </w:r>
      <w:r w:rsidR="00CE7733">
        <w:t> ust. </w:t>
      </w:r>
      <w:r w:rsidRPr="00390DA8">
        <w:t>4a</w:t>
      </w:r>
      <w:r w:rsidR="00CE7733">
        <w:t xml:space="preserve"> pkt </w:t>
      </w:r>
      <w:r w:rsidR="00650225" w:rsidRPr="00390DA8">
        <w:t>1</w:t>
      </w:r>
      <w:r w:rsidR="00DD162E">
        <w:t>,</w:t>
      </w:r>
      <w:r w:rsidR="00650225">
        <w:t xml:space="preserve"> </w:t>
      </w:r>
      <w:r w:rsidRPr="00390DA8">
        <w:t xml:space="preserve">nie stosuje się do </w:t>
      </w:r>
      <w:r>
        <w:t xml:space="preserve">uprawnień budowlanych wpisanych </w:t>
      </w:r>
      <w:r w:rsidRPr="00390DA8">
        <w:t>do centralnego rejestru osób posiadających uprawnienia budowlane.</w:t>
      </w:r>
      <w:bookmarkEnd w:id="9"/>
      <w:r w:rsidR="00D86756">
        <w:t>”</w:t>
      </w:r>
      <w:r w:rsidRPr="00390DA8">
        <w:t>;</w:t>
      </w:r>
    </w:p>
    <w:p w14:paraId="3987195D" w14:textId="74810815" w:rsidR="00E81036" w:rsidRPr="00D13BAD" w:rsidRDefault="002F60FC" w:rsidP="00D86756">
      <w:pPr>
        <w:pStyle w:val="PKTpunkt"/>
        <w:keepNext/>
      </w:pPr>
      <w:r>
        <w:t>12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CE7733" w:rsidRPr="00390DA8">
        <w:t>2</w:t>
      </w:r>
      <w:r w:rsidR="00CE7733">
        <w:t xml:space="preserve"> w ust. </w:t>
      </w:r>
      <w:r w:rsidR="00E81036" w:rsidRPr="00390DA8">
        <w:t>1:</w:t>
      </w:r>
    </w:p>
    <w:p w14:paraId="0EE4D962" w14:textId="1DC441AD" w:rsidR="00E81036" w:rsidRPr="00390DA8" w:rsidRDefault="00E81036" w:rsidP="00D86756">
      <w:pPr>
        <w:pStyle w:val="LITlitera"/>
        <w:keepNext/>
      </w:pPr>
      <w:r>
        <w:t>a</w:t>
      </w:r>
      <w:r w:rsidR="007E4C64">
        <w:t>)</w:t>
      </w:r>
      <w:r w:rsidRPr="00390DA8">
        <w:tab/>
      </w:r>
      <w:r>
        <w:t>w</w:t>
      </w:r>
      <w:r w:rsidR="00CE7733">
        <w:t xml:space="preserve"> pkt 2 lit. </w:t>
      </w:r>
      <w:r w:rsidRPr="00390DA8">
        <w:t>d otrzymuje brzmienie:</w:t>
      </w:r>
    </w:p>
    <w:p w14:paraId="7C743AD9" w14:textId="074617BF" w:rsidR="00E81036" w:rsidRPr="00390DA8" w:rsidRDefault="00D86756" w:rsidP="00E81036">
      <w:pPr>
        <w:pStyle w:val="ZLITLITzmlitliter"/>
      </w:pPr>
      <w:r>
        <w:t>„</w:t>
      </w:r>
      <w:r w:rsidR="00E81036" w:rsidRPr="00390DA8">
        <w:t>d)</w:t>
      </w:r>
      <w:r w:rsidR="00E81036" w:rsidRPr="00390DA8">
        <w:tab/>
        <w:t>robót budowlanych objętych decyzją</w:t>
      </w:r>
      <w:r w:rsidR="00650225" w:rsidRPr="00390DA8">
        <w:t xml:space="preserve"> o</w:t>
      </w:r>
      <w:r w:rsidR="00650225">
        <w:t> </w:t>
      </w:r>
      <w:r w:rsidR="00E81036" w:rsidRPr="00390DA8">
        <w:t>legalizacji budowy,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E81036" w:rsidRPr="00390DA8">
        <w:t>4,</w:t>
      </w:r>
      <w:r w:rsidR="00650225" w:rsidRPr="00390DA8">
        <w:t xml:space="preserve"> w</w:t>
      </w:r>
      <w:r w:rsidR="00650225">
        <w:t> </w:t>
      </w:r>
      <w:r w:rsidR="00E81036" w:rsidRPr="00390DA8">
        <w:t>której nałożono obowiązek uzyskania pozwolenia na użytkowanie,</w:t>
      </w:r>
      <w:r>
        <w:t>”</w:t>
      </w:r>
      <w:r w:rsidR="00E81036" w:rsidRPr="00390DA8">
        <w:t>,</w:t>
      </w:r>
    </w:p>
    <w:p w14:paraId="12028428" w14:textId="75D5CC3E" w:rsidR="00E81036" w:rsidRPr="00390DA8" w:rsidRDefault="007E4C64" w:rsidP="00D86756">
      <w:pPr>
        <w:pStyle w:val="LITlitera"/>
        <w:keepNext/>
      </w:pPr>
      <w:r>
        <w:t>b)</w:t>
      </w:r>
      <w:r w:rsidR="00E81036" w:rsidRPr="00390DA8">
        <w:tab/>
      </w:r>
      <w:r w:rsidR="00E81036">
        <w:t>w</w:t>
      </w:r>
      <w:r w:rsidR="00CE7733">
        <w:t xml:space="preserve"> pkt </w:t>
      </w:r>
      <w:r w:rsidR="00CE7733" w:rsidRPr="00390DA8">
        <w:t>3</w:t>
      </w:r>
      <w:r w:rsidR="00CE7733">
        <w:t xml:space="preserve"> lit. </w:t>
      </w:r>
      <w:r w:rsidR="00E81036" w:rsidRPr="00390DA8">
        <w:t>b otrzymuje brzmienie:</w:t>
      </w:r>
    </w:p>
    <w:p w14:paraId="0594A69C" w14:textId="2752EA5A" w:rsidR="00E81036" w:rsidRPr="00390DA8" w:rsidRDefault="00D86756" w:rsidP="00D86756">
      <w:pPr>
        <w:pStyle w:val="ZLITLITzmlitliter"/>
      </w:pPr>
      <w:r>
        <w:t>„</w:t>
      </w:r>
      <w:r w:rsidR="00E81036" w:rsidRPr="00390DA8">
        <w:t>b)</w:t>
      </w:r>
      <w:r w:rsidR="00E81036" w:rsidRPr="00390DA8">
        <w:tab/>
        <w:t>robót budowlanych objętych decyzją</w:t>
      </w:r>
      <w:r w:rsidR="00650225" w:rsidRPr="00390DA8">
        <w:t xml:space="preserve"> o</w:t>
      </w:r>
      <w:r w:rsidR="00650225">
        <w:t> </w:t>
      </w:r>
      <w:r w:rsidR="00E81036" w:rsidRPr="00390DA8">
        <w:t>legalizacji budowy,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E81036" w:rsidRPr="00390DA8">
        <w:t>4,</w:t>
      </w:r>
      <w:r w:rsidR="00650225" w:rsidRPr="00390DA8">
        <w:t xml:space="preserve"> w</w:t>
      </w:r>
      <w:r w:rsidR="00650225">
        <w:t> </w:t>
      </w:r>
      <w:r w:rsidR="00E81036" w:rsidRPr="00390DA8">
        <w:t>której nałożono obowiązek uzyskania pozwolenia na użytkowanie,</w:t>
      </w:r>
      <w:r>
        <w:t>”</w:t>
      </w:r>
      <w:r w:rsidR="00E81036" w:rsidRPr="00390DA8">
        <w:t>;</w:t>
      </w:r>
    </w:p>
    <w:p w14:paraId="32C86B5D" w14:textId="00E237FD" w:rsidR="00E81036" w:rsidRPr="00390DA8" w:rsidRDefault="002F60FC" w:rsidP="00D86756">
      <w:pPr>
        <w:pStyle w:val="PKTpunkt"/>
        <w:keepNext/>
      </w:pPr>
      <w:r>
        <w:t>13</w:t>
      </w:r>
      <w:r w:rsidR="00E81036" w:rsidRPr="00390DA8">
        <w:t>)</w:t>
      </w:r>
      <w:r w:rsidR="00E81036" w:rsidRPr="00390DA8">
        <w:tab/>
        <w:t>art. 4</w:t>
      </w:r>
      <w:r w:rsidR="00650225" w:rsidRPr="00390DA8">
        <w:t>5</w:t>
      </w:r>
      <w:r w:rsidR="00650225">
        <w:t> </w:t>
      </w:r>
      <w:r w:rsidR="00E81036" w:rsidRPr="00390DA8">
        <w:t>otrzymuje brzmienie:</w:t>
      </w:r>
    </w:p>
    <w:p w14:paraId="4DCBAD92" w14:textId="18C28317" w:rsidR="00E81036" w:rsidRPr="00390DA8" w:rsidRDefault="00D86756" w:rsidP="00E81036">
      <w:pPr>
        <w:pStyle w:val="ZARTzmartartykuempunktem"/>
      </w:pPr>
      <w:r>
        <w:t>„</w:t>
      </w:r>
      <w:r w:rsidR="00E81036" w:rsidRPr="00390DA8">
        <w:t>Art. 45.</w:t>
      </w:r>
      <w:r w:rsidR="00E81036" w:rsidRPr="00390DA8">
        <w:tab/>
      </w:r>
      <w:r w:rsidR="00650225" w:rsidRPr="00390DA8">
        <w:t xml:space="preserve"> W</w:t>
      </w:r>
      <w:r w:rsidR="00650225">
        <w:t> </w:t>
      </w:r>
      <w:r w:rsidR="00E81036" w:rsidRPr="00390DA8">
        <w:t>przypadku robót budowlanych wymagających ustanowienia kierownika budowy prowadzi się dziennik budowy,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650225" w:rsidRPr="00390DA8">
        <w:t xml:space="preserve"> w</w:t>
      </w:r>
      <w:r w:rsidR="00650225">
        <w:t> </w:t>
      </w:r>
      <w:r w:rsidR="00E81036" w:rsidRPr="00390DA8">
        <w:t>rozdziale 5a.</w:t>
      </w:r>
      <w:r>
        <w:t>”</w:t>
      </w:r>
      <w:r w:rsidR="00E81036" w:rsidRPr="00390DA8">
        <w:t>;</w:t>
      </w:r>
    </w:p>
    <w:p w14:paraId="19CE8B44" w14:textId="4B695DDB" w:rsidR="00E81036" w:rsidRPr="00D13BAD" w:rsidRDefault="002F60FC" w:rsidP="00D86756">
      <w:pPr>
        <w:pStyle w:val="PKTpunkt"/>
        <w:keepNext/>
      </w:pPr>
      <w:r>
        <w:t>14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45a:</w:t>
      </w:r>
    </w:p>
    <w:p w14:paraId="23C15F49" w14:textId="321A03F9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</w:r>
      <w:r>
        <w:t>w</w:t>
      </w:r>
      <w:r w:rsidR="00CE7733">
        <w:t xml:space="preserve"> ust. </w:t>
      </w:r>
      <w:r w:rsidRPr="00390DA8">
        <w:t>1</w:t>
      </w:r>
    </w:p>
    <w:p w14:paraId="4C71341B" w14:textId="4CE5D3EC" w:rsidR="00E81036" w:rsidRDefault="00E81036" w:rsidP="00D86756">
      <w:pPr>
        <w:pStyle w:val="TIRtiret"/>
        <w:keepNext/>
      </w:pPr>
      <w:r w:rsidRPr="001E6A09">
        <w:t>–</w:t>
      </w:r>
      <w:r w:rsidR="00415732">
        <w:tab/>
      </w:r>
      <w:r w:rsidRPr="00390DA8">
        <w:t>wprowadzeni</w:t>
      </w:r>
      <w:r>
        <w:t>e do wyliczenia otrzymuje brzmienie:</w:t>
      </w:r>
    </w:p>
    <w:p w14:paraId="2DE8DFAE" w14:textId="2BFF1F9F" w:rsidR="00E81036" w:rsidRPr="00390DA8" w:rsidRDefault="00D86756" w:rsidP="00E81036">
      <w:pPr>
        <w:pStyle w:val="ZTIRUSTzmusttiret"/>
      </w:pPr>
      <w:r>
        <w:t>„</w:t>
      </w:r>
      <w:r w:rsidR="00E81036" w:rsidRPr="00D652E0">
        <w:t>Przed rozpoczęciem budowy</w:t>
      </w:r>
      <w:r w:rsidR="00E81036">
        <w:t xml:space="preserve"> lub rozbiórki</w:t>
      </w:r>
      <w:r w:rsidR="00E81036" w:rsidRPr="00D652E0">
        <w:t xml:space="preserve"> kierownik budowy jest obowiązany:</w:t>
      </w:r>
      <w:r>
        <w:t>”</w:t>
      </w:r>
      <w:r w:rsidR="00E81036">
        <w:t>,</w:t>
      </w:r>
    </w:p>
    <w:p w14:paraId="59D9D0F4" w14:textId="60D316C1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="00650225" w:rsidRPr="00390DA8">
        <w:t>2</w:t>
      </w:r>
      <w:r w:rsidR="00650225">
        <w:t> </w:t>
      </w:r>
      <w:r w:rsidRPr="00390DA8">
        <w:t xml:space="preserve">po wyrazie </w:t>
      </w:r>
      <w:r w:rsidR="00D86756">
        <w:t>„</w:t>
      </w:r>
      <w:r w:rsidRPr="00390DA8">
        <w:t>technicznego</w:t>
      </w:r>
      <w:r w:rsidR="00D86756">
        <w:t>”</w:t>
      </w:r>
      <w:r w:rsidRPr="00390DA8">
        <w:t xml:space="preserve"> dodaje się wyrazy </w:t>
      </w:r>
      <w:r w:rsidR="00D86756">
        <w:t>„</w:t>
      </w:r>
      <w:r w:rsidRPr="00390DA8">
        <w:t>albo projektu rozbiórki</w:t>
      </w:r>
      <w:r w:rsidR="00D86756">
        <w:t>”</w:t>
      </w:r>
      <w:r w:rsidRPr="00390DA8">
        <w:t>,</w:t>
      </w:r>
    </w:p>
    <w:p w14:paraId="14320A11" w14:textId="1D3E07D9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</w:r>
      <w:r>
        <w:t>w</w:t>
      </w:r>
      <w:r w:rsidR="00CE7733">
        <w:t xml:space="preserve"> ust. </w:t>
      </w:r>
      <w:r w:rsidR="00CE7733" w:rsidRPr="00390DA8">
        <w:t>3</w:t>
      </w:r>
      <w:r w:rsidR="00CE7733">
        <w:t xml:space="preserve"> w pkt </w:t>
      </w:r>
      <w:r w:rsidR="00C97BA6">
        <w:t>2 </w:t>
      </w:r>
      <w:r w:rsidRPr="00390DA8">
        <w:t>kropkę zastępuje się średnikiem</w:t>
      </w:r>
      <w:r w:rsidR="00650225" w:rsidRPr="00390DA8">
        <w:t xml:space="preserve"> i</w:t>
      </w:r>
      <w:r w:rsidR="00650225">
        <w:t> </w:t>
      </w:r>
      <w:r w:rsidRPr="00390DA8">
        <w:t>dodaje się</w:t>
      </w:r>
      <w:r w:rsidR="00CE7733">
        <w:t xml:space="preserve"> pkt 3 w </w:t>
      </w:r>
      <w:r w:rsidRPr="00390DA8">
        <w:t>brzmieniu:</w:t>
      </w:r>
    </w:p>
    <w:p w14:paraId="5EB8F774" w14:textId="483C8381" w:rsidR="00E81036" w:rsidRPr="00390DA8" w:rsidRDefault="00D86756" w:rsidP="007E4C64">
      <w:pPr>
        <w:pStyle w:val="ZLITwPKTzmlitwpktartykuempunktem"/>
      </w:pPr>
      <w:r>
        <w:t>„</w:t>
      </w:r>
      <w:r w:rsidR="00064FCF">
        <w:t>3</w:t>
      </w:r>
      <w:r w:rsidR="007E4C64">
        <w:t>)</w:t>
      </w:r>
      <w:r w:rsidR="007E4C64">
        <w:tab/>
      </w:r>
      <w:r w:rsidR="00E81036" w:rsidRPr="00390DA8">
        <w:t>rozbiórki niewymagającej uzyskania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rozbiórkę.</w:t>
      </w:r>
      <w:r>
        <w:t>”</w:t>
      </w:r>
      <w:r w:rsidR="00E81036" w:rsidRPr="00390DA8">
        <w:t>;</w:t>
      </w:r>
    </w:p>
    <w:p w14:paraId="78FA0FB4" w14:textId="548DC096" w:rsidR="00E81036" w:rsidRPr="00390DA8" w:rsidRDefault="002F60FC" w:rsidP="00D86756">
      <w:pPr>
        <w:pStyle w:val="PKTpunkt"/>
        <w:keepNext/>
      </w:pPr>
      <w:r>
        <w:lastRenderedPageBreak/>
        <w:t>15</w:t>
      </w:r>
      <w:r w:rsidR="00E81036" w:rsidRPr="00390DA8">
        <w:t>)</w:t>
      </w:r>
      <w:r w:rsidR="00E81036" w:rsidRPr="00390DA8">
        <w:tab/>
        <w:t>art. 4</w:t>
      </w:r>
      <w:r w:rsidR="00650225" w:rsidRPr="00390DA8">
        <w:t>6</w:t>
      </w:r>
      <w:r w:rsidR="00650225">
        <w:t> </w:t>
      </w:r>
      <w:r w:rsidR="00E81036" w:rsidRPr="00390DA8">
        <w:t>otrzymuje brzmienie:</w:t>
      </w:r>
    </w:p>
    <w:p w14:paraId="2C39622E" w14:textId="279D1A84" w:rsidR="00E81036" w:rsidRPr="00390DA8" w:rsidRDefault="00D86756" w:rsidP="00D86756">
      <w:pPr>
        <w:pStyle w:val="ZARTzmartartykuempunktem"/>
        <w:keepNext/>
      </w:pPr>
      <w:r>
        <w:t>„</w:t>
      </w:r>
      <w:r w:rsidR="00E81036" w:rsidRPr="00390DA8">
        <w:t>Art. 46. Kierownik budowy,</w:t>
      </w:r>
      <w:r w:rsidR="00650225" w:rsidRPr="00390DA8">
        <w:t xml:space="preserve"> a</w:t>
      </w:r>
      <w:r w:rsidR="00650225">
        <w:t> </w:t>
      </w:r>
      <w:r w:rsidR="00E81036" w:rsidRPr="00390DA8">
        <w:t xml:space="preserve">jeżeli jego ustanowienie nie jest wymagane </w:t>
      </w:r>
      <w:r w:rsidR="00576C4C">
        <w:t xml:space="preserve">– </w:t>
      </w:r>
      <w:r w:rsidR="00E81036" w:rsidRPr="00390DA8">
        <w:t xml:space="preserve">inwestor, </w:t>
      </w:r>
      <w:r w:rsidR="00650225" w:rsidRPr="00390DA8">
        <w:t>z</w:t>
      </w:r>
      <w:r w:rsidR="00650225">
        <w:t> </w:t>
      </w:r>
      <w:r w:rsidR="00E81036" w:rsidRPr="00390DA8">
        <w:t>zastrzeżeniem</w:t>
      </w:r>
      <w:r w:rsidR="00CE7733">
        <w:t xml:space="preserve"> art. </w:t>
      </w:r>
      <w:r w:rsidR="00E81036" w:rsidRPr="00390DA8">
        <w:t>47</w:t>
      </w:r>
      <w:r w:rsidR="00375B21">
        <w:t>u</w:t>
      </w:r>
      <w:r w:rsidR="00E81036" w:rsidRPr="00390DA8">
        <w:t>, przez okres wykonywania robót budowlanych:</w:t>
      </w:r>
    </w:p>
    <w:p w14:paraId="307846DE" w14:textId="391DBEB8" w:rsidR="00E81036" w:rsidRPr="00390DA8" w:rsidRDefault="007E4C64" w:rsidP="00D86756">
      <w:pPr>
        <w:pStyle w:val="ZPKTzmpktartykuempunktem"/>
        <w:keepNext/>
      </w:pPr>
      <w:r>
        <w:t>1)</w:t>
      </w:r>
      <w:r w:rsidR="00E81036" w:rsidRPr="00390DA8">
        <w:tab/>
      </w:r>
      <w:r w:rsidR="00415732">
        <w:t>przechowuje</w:t>
      </w:r>
      <w:r w:rsidR="00E81036" w:rsidRPr="00390DA8">
        <w:t>:</w:t>
      </w:r>
    </w:p>
    <w:p w14:paraId="1143896B" w14:textId="59C95D9A" w:rsidR="00E81036" w:rsidRPr="00390DA8" w:rsidRDefault="00E81036" w:rsidP="00E81036">
      <w:pPr>
        <w:pStyle w:val="ZLITwPKTzmlitwpktartykuempunktem"/>
      </w:pPr>
      <w:r w:rsidRPr="00390DA8">
        <w:t>a)</w:t>
      </w:r>
      <w:r w:rsidRPr="00390DA8">
        <w:tab/>
        <w:t>dokumenty stanowiące podstawę wykonania robót budowlanych,</w:t>
      </w:r>
    </w:p>
    <w:p w14:paraId="66FB8E62" w14:textId="3C54C279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  <w:t>oświadczenia dotyczące wyrobów budowlanych jednostkowo zastosowanych</w:t>
      </w:r>
      <w:r w:rsidR="00650225" w:rsidRPr="00390DA8">
        <w:t xml:space="preserve"> w</w:t>
      </w:r>
      <w:r w:rsidR="00650225">
        <w:t> </w:t>
      </w:r>
      <w:r w:rsidRPr="00390DA8">
        <w:t>obiekcie budowlanym,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650225" w:rsidRPr="00390DA8">
        <w:t xml:space="preserve"> w</w:t>
      </w:r>
      <w:r w:rsidR="00650225">
        <w:t> </w:t>
      </w:r>
      <w:hyperlink r:id="rId10" w:history="1">
        <w:r w:rsidRPr="00390DA8">
          <w:t>art. 1</w:t>
        </w:r>
        <w:r w:rsidR="00CE7733" w:rsidRPr="00390DA8">
          <w:t>0</w:t>
        </w:r>
        <w:r w:rsidR="00CE7733">
          <w:t xml:space="preserve"> ust. </w:t>
        </w:r>
        <w:r w:rsidRPr="00390DA8">
          <w:t>1</w:t>
        </w:r>
      </w:hyperlink>
      <w:r w:rsidRPr="00390DA8">
        <w:t xml:space="preserve"> ustawy</w:t>
      </w:r>
      <w:r w:rsidR="00650225" w:rsidRPr="00390DA8">
        <w:t xml:space="preserve"> z</w:t>
      </w:r>
      <w:r w:rsidR="00650225">
        <w:t> </w:t>
      </w:r>
      <w:r w:rsidRPr="00390DA8">
        <w:t>dnia 1</w:t>
      </w:r>
      <w:r w:rsidR="00650225" w:rsidRPr="00390DA8">
        <w:t>6</w:t>
      </w:r>
      <w:r w:rsidR="00650225">
        <w:t> </w:t>
      </w:r>
      <w:r w:rsidRPr="00390DA8">
        <w:t>kwietnia 200</w:t>
      </w:r>
      <w:r w:rsidR="00650225" w:rsidRPr="00390DA8">
        <w:t>4</w:t>
      </w:r>
      <w:r w:rsidR="00650225">
        <w:t> </w:t>
      </w:r>
      <w:r w:rsidRPr="00390DA8">
        <w:t>r.</w:t>
      </w:r>
      <w:r w:rsidR="00650225" w:rsidRPr="00390DA8">
        <w:t xml:space="preserve"> o</w:t>
      </w:r>
      <w:r w:rsidR="00650225">
        <w:t> </w:t>
      </w:r>
      <w:r w:rsidRPr="00390DA8">
        <w:t xml:space="preserve">wyrobach budowlanych; </w:t>
      </w:r>
    </w:p>
    <w:p w14:paraId="5B922E80" w14:textId="4C3C3AEE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udostępnia dokumenty,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pkt </w:t>
      </w:r>
      <w:r w:rsidRPr="00390DA8">
        <w:t xml:space="preserve">1, przedstawicielom </w:t>
      </w:r>
      <w:r w:rsidR="00B91A3B" w:rsidRPr="00B91A3B">
        <w:t>organów nadzoru budowlanego</w:t>
      </w:r>
      <w:r w:rsidR="00CE7733" w:rsidRPr="00B91A3B">
        <w:t xml:space="preserve"> i</w:t>
      </w:r>
      <w:r w:rsidR="00CE7733">
        <w:t> </w:t>
      </w:r>
      <w:r w:rsidR="00B91A3B" w:rsidRPr="00B91A3B">
        <w:t>innych organów uprawnionych do kontroli przestrzegania przepisów na terenie budowy</w:t>
      </w:r>
      <w:r w:rsidRPr="00390DA8">
        <w:t>.</w:t>
      </w:r>
      <w:r w:rsidR="00D86756">
        <w:t>”</w:t>
      </w:r>
      <w:r w:rsidRPr="00390DA8">
        <w:t>;</w:t>
      </w:r>
    </w:p>
    <w:p w14:paraId="120EC9BB" w14:textId="49F2EA5E" w:rsidR="00E81036" w:rsidRPr="00390DA8" w:rsidRDefault="002F60FC" w:rsidP="00D86756">
      <w:pPr>
        <w:pStyle w:val="PKTpunkt"/>
        <w:keepNext/>
      </w:pPr>
      <w:r>
        <w:t>16</w:t>
      </w:r>
      <w:r w:rsidR="00E81036" w:rsidRPr="00390DA8">
        <w:t>)</w:t>
      </w:r>
      <w:r w:rsidR="00E81036" w:rsidRPr="00390DA8">
        <w:tab/>
        <w:t>rozdziały 5a</w:t>
      </w:r>
      <w:r w:rsidR="00650225" w:rsidRPr="00390DA8">
        <w:t xml:space="preserve"> i</w:t>
      </w:r>
      <w:r w:rsidR="00650225">
        <w:t> </w:t>
      </w:r>
      <w:r w:rsidR="00E81036" w:rsidRPr="00390DA8">
        <w:t>5b oznacza się odpowiednio jako rozdziały 5b</w:t>
      </w:r>
      <w:r w:rsidR="00650225" w:rsidRPr="00390DA8">
        <w:t xml:space="preserve"> i</w:t>
      </w:r>
      <w:r w:rsidR="00650225">
        <w:t> </w:t>
      </w:r>
      <w:r w:rsidR="00E81036" w:rsidRPr="00390DA8">
        <w:t>5c</w:t>
      </w:r>
      <w:r w:rsidR="00650225">
        <w:t xml:space="preserve"> </w:t>
      </w:r>
      <w:r w:rsidR="00882205">
        <w:t>oraz </w:t>
      </w:r>
      <w:r w:rsidR="00E81036" w:rsidRPr="00390DA8">
        <w:t>po</w:t>
      </w:r>
      <w:r w:rsidR="00CE7733">
        <w:t xml:space="preserve"> art. </w:t>
      </w:r>
      <w:r w:rsidR="00E81036" w:rsidRPr="00390DA8">
        <w:t>4</w:t>
      </w:r>
      <w:r w:rsidR="00650225" w:rsidRPr="00390DA8">
        <w:t>7</w:t>
      </w:r>
      <w:r w:rsidR="00650225">
        <w:t> </w:t>
      </w:r>
      <w:r w:rsidR="00E81036" w:rsidRPr="00390DA8">
        <w:t>dodaje się rozdział 5a</w:t>
      </w:r>
      <w:r w:rsidR="00650225" w:rsidRPr="00390DA8">
        <w:t xml:space="preserve"> w</w:t>
      </w:r>
      <w:r w:rsidR="00650225">
        <w:t> </w:t>
      </w:r>
      <w:r w:rsidR="00E81036" w:rsidRPr="00390DA8">
        <w:t>brzmieniu:</w:t>
      </w:r>
    </w:p>
    <w:p w14:paraId="5C5DCD9E" w14:textId="601A0296" w:rsidR="00E81036" w:rsidRPr="00390DA8" w:rsidRDefault="00D86756" w:rsidP="00E81036">
      <w:pPr>
        <w:pStyle w:val="ZROZDZODDZOZNzmoznrozdzoddzartykuempunktem"/>
      </w:pPr>
      <w:r>
        <w:t>„</w:t>
      </w:r>
      <w:r w:rsidR="00E81036" w:rsidRPr="00390DA8">
        <w:t>Rozdział 5a</w:t>
      </w:r>
    </w:p>
    <w:p w14:paraId="15A61991" w14:textId="77777777" w:rsidR="00E81036" w:rsidRPr="00390DA8" w:rsidRDefault="00E81036" w:rsidP="00D86756">
      <w:pPr>
        <w:pStyle w:val="ZROZDZODDZPRZEDMzmprzedmrozdzoddzartykuempunktem"/>
      </w:pPr>
      <w:r w:rsidRPr="00390DA8">
        <w:t>Dziennik budowy</w:t>
      </w:r>
    </w:p>
    <w:p w14:paraId="202F8A1F" w14:textId="77777777" w:rsidR="00E81036" w:rsidRPr="00390DA8" w:rsidRDefault="00E81036" w:rsidP="00D86756">
      <w:pPr>
        <w:pStyle w:val="ZARTzmartartykuempunktem"/>
        <w:keepNext/>
      </w:pPr>
      <w:r w:rsidRPr="00390DA8">
        <w:t>Art. 47a. 1. Dziennik budowy stanowi urzędowy dokument przeznaczony do rejestr</w:t>
      </w:r>
      <w:r>
        <w:t>owania</w:t>
      </w:r>
      <w:r w:rsidRPr="00390DA8">
        <w:t>:</w:t>
      </w:r>
    </w:p>
    <w:p w14:paraId="5AD294D0" w14:textId="2D86722B" w:rsidR="00E81036" w:rsidRPr="00390DA8" w:rsidRDefault="007E4C64" w:rsidP="00E81036">
      <w:pPr>
        <w:pStyle w:val="ZPKTzmpktartykuempunktem"/>
      </w:pPr>
      <w:r>
        <w:t>1)</w:t>
      </w:r>
      <w:r w:rsidR="00E81036" w:rsidRPr="00390DA8">
        <w:tab/>
        <w:t>przebiegu robót budowlanych oraz</w:t>
      </w:r>
    </w:p>
    <w:p w14:paraId="5BA3C953" w14:textId="7CABFEB9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zdarzeń</w:t>
      </w:r>
      <w:r w:rsidR="00650225" w:rsidRPr="00390DA8">
        <w:t xml:space="preserve"> i</w:t>
      </w:r>
      <w:r w:rsidR="00650225">
        <w:t> </w:t>
      </w:r>
      <w:r w:rsidRPr="00390DA8">
        <w:t>okoliczności zachodzących</w:t>
      </w:r>
      <w:r w:rsidR="00650225" w:rsidRPr="00390DA8">
        <w:t xml:space="preserve"> w</w:t>
      </w:r>
      <w:r w:rsidR="00650225">
        <w:t> </w:t>
      </w:r>
      <w:r w:rsidRPr="00390DA8">
        <w:t>toku wykonywania robót budowlanych, mających znaczenie przy ocenie technicznej prawidłowości wykonywania tych robót.</w:t>
      </w:r>
    </w:p>
    <w:p w14:paraId="356F6638" w14:textId="494DB22E" w:rsidR="00E81036" w:rsidRPr="00390DA8" w:rsidRDefault="00E81036" w:rsidP="00E81036">
      <w:pPr>
        <w:pStyle w:val="ZUSTzmustartykuempunktem"/>
      </w:pPr>
      <w:r w:rsidRPr="00390DA8">
        <w:t>2. Rejestr</w:t>
      </w:r>
      <w:r>
        <w:t>owanie</w:t>
      </w:r>
      <w:r w:rsidRPr="00390DA8">
        <w:t>,</w:t>
      </w:r>
      <w:r w:rsidR="00650225" w:rsidRPr="00390DA8">
        <w:t xml:space="preserve"> o</w:t>
      </w:r>
      <w:r w:rsidR="00650225">
        <w:t> </w:t>
      </w:r>
      <w:r w:rsidRPr="00390DA8">
        <w:t>któr</w:t>
      </w:r>
      <w:r>
        <w:t>ym</w:t>
      </w:r>
      <w:r w:rsidRPr="00390DA8">
        <w:t xml:space="preserve"> mowa</w:t>
      </w:r>
      <w:r w:rsidR="00CE7733" w:rsidRPr="00390DA8">
        <w:t xml:space="preserve"> w</w:t>
      </w:r>
      <w:r w:rsidR="00CE7733">
        <w:t> ust. </w:t>
      </w:r>
      <w:r w:rsidRPr="00390DA8">
        <w:t>1, odbywa się</w:t>
      </w:r>
      <w:r w:rsidR="00650225" w:rsidRPr="00390DA8">
        <w:t xml:space="preserve"> w</w:t>
      </w:r>
      <w:r w:rsidR="00650225">
        <w:t> </w:t>
      </w:r>
      <w:r w:rsidRPr="00390DA8">
        <w:t>formie wpisów.</w:t>
      </w:r>
    </w:p>
    <w:p w14:paraId="0DB14FDC" w14:textId="2E5ECFDF" w:rsidR="00E81036" w:rsidRPr="00572842" w:rsidRDefault="00E81036" w:rsidP="00E81036">
      <w:pPr>
        <w:pStyle w:val="ZARTzmartartykuempunktem"/>
      </w:pPr>
      <w:r>
        <w:t xml:space="preserve">Art. 47b. 1. </w:t>
      </w:r>
      <w:r w:rsidRPr="00572842">
        <w:t>Dziennik budowy prowadzi się odrębnie dla każdego obiektu budowlanego wymagającego pozwolenia na budowę</w:t>
      </w:r>
      <w:r w:rsidR="00B835B6">
        <w:t>, pozwolenia na rozbiórkę</w:t>
      </w:r>
      <w:r w:rsidRPr="00572842">
        <w:t xml:space="preserve"> albo zgłoszenia.</w:t>
      </w:r>
    </w:p>
    <w:p w14:paraId="66515268" w14:textId="3BDFB945" w:rsidR="00E81036" w:rsidRDefault="00E81036" w:rsidP="00E81036">
      <w:pPr>
        <w:pStyle w:val="ZUSTzmustartykuempunktem"/>
      </w:pPr>
      <w:r w:rsidRPr="00572842">
        <w:t xml:space="preserve">2. Dla obiektów liniowych dziennik budowy </w:t>
      </w:r>
      <w:r w:rsidR="00CC5A82">
        <w:t>można prowadzić</w:t>
      </w:r>
      <w:r w:rsidRPr="00572842">
        <w:t xml:space="preserve"> odrębnie dla każdego wydzielonego odcinka robót.</w:t>
      </w:r>
    </w:p>
    <w:p w14:paraId="7F4A6356" w14:textId="68E23396" w:rsidR="00CC5A82" w:rsidRPr="00CC5A82" w:rsidRDefault="00CC5A82" w:rsidP="00CC5A82">
      <w:pPr>
        <w:pStyle w:val="ZARTzmartartykuempunktem"/>
      </w:pPr>
      <w:r w:rsidRPr="00CC5A82">
        <w:t>Art. 47</w:t>
      </w:r>
      <w:r>
        <w:t>c</w:t>
      </w:r>
      <w:r w:rsidRPr="00CC5A82">
        <w:t>. 1. Dziennik budowy prowadzi się</w:t>
      </w:r>
      <w:r w:rsidR="00CE7733" w:rsidRPr="00CC5A82">
        <w:t xml:space="preserve"> w</w:t>
      </w:r>
      <w:r w:rsidR="00CE7733">
        <w:t> </w:t>
      </w:r>
      <w:r w:rsidRPr="00CC5A82">
        <w:t>postaci:</w:t>
      </w:r>
    </w:p>
    <w:p w14:paraId="63D1D9B2" w14:textId="77777777" w:rsidR="00CC5A82" w:rsidRPr="00CC5A82" w:rsidRDefault="00CC5A82" w:rsidP="00EE78CA">
      <w:pPr>
        <w:pStyle w:val="ZPKTzmpktartykuempunktem"/>
      </w:pPr>
      <w:r w:rsidRPr="00CC5A82">
        <w:t>1)</w:t>
      </w:r>
      <w:r w:rsidRPr="00CC5A82">
        <w:tab/>
        <w:t>papierowej albo</w:t>
      </w:r>
    </w:p>
    <w:p w14:paraId="049965FF" w14:textId="19C87EEE" w:rsidR="00CC5A82" w:rsidRPr="00CC5A82" w:rsidRDefault="00CC5A82" w:rsidP="00EE78CA">
      <w:pPr>
        <w:pStyle w:val="ZPKTzmpktartykuempunktem"/>
      </w:pPr>
      <w:r w:rsidRPr="00CC5A82">
        <w:t>2)</w:t>
      </w:r>
      <w:r w:rsidRPr="00CC5A82">
        <w:tab/>
        <w:t>elektronicznej.</w:t>
      </w:r>
    </w:p>
    <w:p w14:paraId="34B3D62B" w14:textId="4E47F990" w:rsidR="00CC5A82" w:rsidRDefault="00CC5A82">
      <w:pPr>
        <w:pStyle w:val="ZUSTzmustartykuempunktem"/>
      </w:pPr>
      <w:r w:rsidRPr="00CC5A82">
        <w:t>2. Przepisu</w:t>
      </w:r>
      <w:r w:rsidR="00CE7733">
        <w:t xml:space="preserve"> ust. </w:t>
      </w:r>
      <w:r w:rsidR="00CE7733" w:rsidRPr="00CC5A82">
        <w:t>1</w:t>
      </w:r>
      <w:r w:rsidR="00CE7733">
        <w:t xml:space="preserve"> pkt </w:t>
      </w:r>
      <w:r w:rsidR="00CE7733" w:rsidRPr="00CC5A82">
        <w:t>2</w:t>
      </w:r>
      <w:r w:rsidR="00CE7733">
        <w:t> </w:t>
      </w:r>
      <w:r w:rsidRPr="00CC5A82">
        <w:t>nie stosuje się do robót budowlanych na terenach zamkniętych ustalonych decyzją Ministra Obrony Narodowej.</w:t>
      </w:r>
    </w:p>
    <w:p w14:paraId="68F73858" w14:textId="5DC5D94C" w:rsidR="00E12619" w:rsidRDefault="00E12619" w:rsidP="00EE78CA">
      <w:pPr>
        <w:pStyle w:val="ZUSTzmustartykuempunktem"/>
      </w:pPr>
      <w:r>
        <w:lastRenderedPageBreak/>
        <w:t>3. Dziennik budowy</w:t>
      </w:r>
      <w:r w:rsidR="00CE7733">
        <w:t xml:space="preserve"> w </w:t>
      </w:r>
      <w:r>
        <w:t xml:space="preserve">postaci elektronicznej prowadzi się </w:t>
      </w:r>
      <w:r w:rsidR="00084416">
        <w:t xml:space="preserve">za pomocą </w:t>
      </w:r>
      <w:r w:rsidR="00084416" w:rsidRPr="00084416">
        <w:t>system</w:t>
      </w:r>
      <w:r w:rsidR="00084416">
        <w:t>u</w:t>
      </w:r>
      <w:r w:rsidR="00084416" w:rsidRPr="00084416">
        <w:t xml:space="preserve"> Elektroniczny Dziennik Budowy, zwan</w:t>
      </w:r>
      <w:r w:rsidR="00084416">
        <w:t>ego</w:t>
      </w:r>
      <w:r w:rsidR="00084416" w:rsidRPr="00084416">
        <w:t xml:space="preserve"> dalej „systemem EDB</w:t>
      </w:r>
      <w:r w:rsidR="00311234">
        <w:t>”</w:t>
      </w:r>
      <w:r w:rsidR="00084416">
        <w:t>.</w:t>
      </w:r>
    </w:p>
    <w:p w14:paraId="58D3556B" w14:textId="1A56E9A2" w:rsidR="00E81036" w:rsidRDefault="00E81036" w:rsidP="00E81036">
      <w:pPr>
        <w:pStyle w:val="ZARTzmartartykuempunktem"/>
      </w:pPr>
      <w:r w:rsidRPr="00390DA8">
        <w:t>Art. 47</w:t>
      </w:r>
      <w:r w:rsidR="00CC5A82">
        <w:t>d</w:t>
      </w:r>
      <w:r w:rsidRPr="00390DA8">
        <w:t>. Za właściwe prowadzenie dziennika budowy odpowiada kierownik budowy.</w:t>
      </w:r>
    </w:p>
    <w:p w14:paraId="6DE3A326" w14:textId="4C540F19" w:rsidR="00E81036" w:rsidRPr="00CC5A82" w:rsidRDefault="00E81036" w:rsidP="00EE78CA">
      <w:pPr>
        <w:pStyle w:val="ZARTzmartartykuempunktem"/>
      </w:pPr>
      <w:r w:rsidRPr="00CC5A82">
        <w:t xml:space="preserve">Art. </w:t>
      </w:r>
      <w:r w:rsidR="00CC5A82" w:rsidRPr="00CC5A82">
        <w:t>47</w:t>
      </w:r>
      <w:r w:rsidR="00CC5A82">
        <w:t>e</w:t>
      </w:r>
      <w:r w:rsidRPr="00CC5A82">
        <w:t>. 1. Uprawnionymi do dokonania wpisu</w:t>
      </w:r>
      <w:r w:rsidR="00650225" w:rsidRPr="00CC5A82">
        <w:t xml:space="preserve"> w </w:t>
      </w:r>
      <w:r w:rsidRPr="00CC5A82">
        <w:t>dzienniku budowy są:</w:t>
      </w:r>
    </w:p>
    <w:p w14:paraId="50F6CEEE" w14:textId="77777777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>uczestnicy procesu budowlanego;</w:t>
      </w:r>
    </w:p>
    <w:p w14:paraId="276D707B" w14:textId="4FD400AE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</w:r>
      <w:bookmarkStart w:id="10" w:name="_Hlk40274827"/>
      <w:r w:rsidR="00794F85" w:rsidRPr="00794F85">
        <w:t>geodeta uprawniony wykonujący</w:t>
      </w:r>
      <w:r w:rsidR="009C2C0A">
        <w:t xml:space="preserve"> </w:t>
      </w:r>
      <w:r w:rsidR="009C2C0A" w:rsidRPr="00794F85">
        <w:t>na terenie budowy</w:t>
      </w:r>
      <w:r w:rsidR="00794F85" w:rsidRPr="00794F85">
        <w:t xml:space="preserve"> czynności geodezyjne </w:t>
      </w:r>
      <w:r w:rsidR="009C2C0A" w:rsidRPr="009C2C0A">
        <w:t>na potrzeby budownictwa</w:t>
      </w:r>
      <w:bookmarkEnd w:id="10"/>
      <w:r w:rsidRPr="00390DA8">
        <w:t>;</w:t>
      </w:r>
    </w:p>
    <w:p w14:paraId="2C80E75E" w14:textId="5B80D29C" w:rsidR="00E81036" w:rsidRPr="00390DA8" w:rsidRDefault="007E4C64" w:rsidP="00E81036">
      <w:pPr>
        <w:pStyle w:val="ZPKTzmpktartykuempunktem"/>
      </w:pPr>
      <w:r>
        <w:t>3)</w:t>
      </w:r>
      <w:r w:rsidR="00E81036" w:rsidRPr="00390DA8">
        <w:tab/>
      </w:r>
      <w:r w:rsidR="00E81036">
        <w:t xml:space="preserve">upoważnieni </w:t>
      </w:r>
      <w:r w:rsidR="00E81036" w:rsidRPr="00390DA8">
        <w:t>pracownicy organów nadzoru budowlanego</w:t>
      </w:r>
      <w:r w:rsidR="00650225" w:rsidRPr="00390DA8">
        <w:t xml:space="preserve"> i</w:t>
      </w:r>
      <w:r w:rsidR="00650225">
        <w:t> </w:t>
      </w:r>
      <w:r w:rsidR="00E81036" w:rsidRPr="00390DA8">
        <w:t xml:space="preserve">innych organów </w:t>
      </w:r>
      <w:bookmarkStart w:id="11" w:name="_Hlk40274892"/>
      <w:r w:rsidR="00E81036" w:rsidRPr="00390DA8">
        <w:t xml:space="preserve">uprawnionych do kontroli przestrzegania przepisów na </w:t>
      </w:r>
      <w:bookmarkEnd w:id="11"/>
      <w:r w:rsidR="00E81036" w:rsidRPr="00390DA8">
        <w:t>terenie budowy,</w:t>
      </w:r>
      <w:r w:rsidR="00650225" w:rsidRPr="00390DA8">
        <w:t xml:space="preserve"> w</w:t>
      </w:r>
      <w:r w:rsidR="00650225">
        <w:t> </w:t>
      </w:r>
      <w:r w:rsidR="00E81036" w:rsidRPr="00390DA8">
        <w:t>ramach dokonywanych czynności kontrolnych.</w:t>
      </w:r>
    </w:p>
    <w:p w14:paraId="6838BBF7" w14:textId="0703623D" w:rsidR="00E81036" w:rsidRPr="00390DA8" w:rsidRDefault="00E81036" w:rsidP="00E81036">
      <w:pPr>
        <w:pStyle w:val="ZUSTzmustartykuempunktem"/>
      </w:pPr>
      <w:r w:rsidRPr="00390DA8">
        <w:t>2. Pracownicy organów nadzoru budowlanego potwierdzają każdorazowo</w:t>
      </w:r>
      <w:r w:rsidRPr="000056FA">
        <w:t xml:space="preserve"> </w:t>
      </w:r>
      <w:r w:rsidRPr="00390DA8">
        <w:t>swoją obecność na terenie budowy</w:t>
      </w:r>
      <w:r>
        <w:t xml:space="preserve"> </w:t>
      </w:r>
      <w:r w:rsidRPr="00390DA8">
        <w:t>wpisem</w:t>
      </w:r>
      <w:r w:rsidR="00650225" w:rsidRPr="00390DA8">
        <w:t xml:space="preserve"> </w:t>
      </w:r>
      <w:r w:rsidR="00650225">
        <w:t>w </w:t>
      </w:r>
      <w:r w:rsidRPr="00390DA8">
        <w:t>dziennik</w:t>
      </w:r>
      <w:r>
        <w:t>u</w:t>
      </w:r>
      <w:r w:rsidRPr="00390DA8">
        <w:t xml:space="preserve"> budowy.</w:t>
      </w:r>
    </w:p>
    <w:p w14:paraId="279A1E99" w14:textId="73F11992" w:rsidR="00F93B22" w:rsidRDefault="00E81036" w:rsidP="00EE78CA">
      <w:pPr>
        <w:pStyle w:val="ZARTzmartartykuempunktem"/>
      </w:pPr>
      <w:r w:rsidRPr="00390DA8">
        <w:t xml:space="preserve">Art. </w:t>
      </w:r>
      <w:r w:rsidR="00CC5A82" w:rsidRPr="00390DA8">
        <w:t>47</w:t>
      </w:r>
      <w:r w:rsidR="00CC5A82">
        <w:t>f</w:t>
      </w:r>
      <w:r w:rsidRPr="00390DA8">
        <w:t xml:space="preserve">. 1. Inwestor </w:t>
      </w:r>
      <w:r w:rsidR="00901A9D">
        <w:t>zapewnia dołączenie</w:t>
      </w:r>
      <w:r w:rsidR="00901A9D" w:rsidRPr="00390DA8">
        <w:t xml:space="preserve"> </w:t>
      </w:r>
      <w:r w:rsidRPr="00390DA8">
        <w:t xml:space="preserve">do dziennika budowy </w:t>
      </w:r>
      <w:r w:rsidR="007A7B1D" w:rsidRPr="00390DA8">
        <w:t>kopi</w:t>
      </w:r>
      <w:r w:rsidR="007A7B1D">
        <w:t>i</w:t>
      </w:r>
      <w:r w:rsidR="007A7B1D" w:rsidRPr="00390DA8">
        <w:t xml:space="preserve"> </w:t>
      </w:r>
      <w:r w:rsidRPr="00390DA8">
        <w:t xml:space="preserve">uprawnień budowlanych </w:t>
      </w:r>
      <w:r w:rsidR="00F93B22" w:rsidRPr="00F93B22">
        <w:t>osób</w:t>
      </w:r>
      <w:r w:rsidR="00F93B22">
        <w:t xml:space="preserve"> pełniących funkcję:</w:t>
      </w:r>
    </w:p>
    <w:p w14:paraId="6399DE48" w14:textId="77777777" w:rsidR="00F93B22" w:rsidRDefault="00F93B22" w:rsidP="00F93B22">
      <w:pPr>
        <w:pStyle w:val="ZPKTzmpktartykuempunktem"/>
      </w:pPr>
      <w:r>
        <w:t>1)</w:t>
      </w:r>
      <w:r>
        <w:tab/>
        <w:t>kierownika budowy;</w:t>
      </w:r>
    </w:p>
    <w:p w14:paraId="4FBE8EC8" w14:textId="06AEFA4C" w:rsidR="00F93B22" w:rsidRDefault="00F93B22" w:rsidP="00F93B22">
      <w:pPr>
        <w:pStyle w:val="ZPKTzmpktartykuempunktem"/>
      </w:pPr>
      <w:r>
        <w:t>2)</w:t>
      </w:r>
      <w:r>
        <w:tab/>
        <w:t xml:space="preserve">kierownika </w:t>
      </w:r>
      <w:r w:rsidR="00FD20B2">
        <w:t>robót</w:t>
      </w:r>
      <w:r>
        <w:t>;</w:t>
      </w:r>
    </w:p>
    <w:p w14:paraId="4C8B1230" w14:textId="77777777" w:rsidR="00F93B22" w:rsidRDefault="00F93B22" w:rsidP="00F93B22">
      <w:pPr>
        <w:pStyle w:val="ZPKTzmpktartykuempunktem"/>
      </w:pPr>
      <w:r>
        <w:t>3)</w:t>
      </w:r>
      <w:r>
        <w:tab/>
        <w:t>inspektora nadzoru inwestorskiego;</w:t>
      </w:r>
    </w:p>
    <w:p w14:paraId="638FE31F" w14:textId="7B6D46B0" w:rsidR="00E81036" w:rsidRPr="00390DA8" w:rsidRDefault="00F93B22" w:rsidP="00250491">
      <w:pPr>
        <w:pStyle w:val="ZPKTzmpktartykuempunktem"/>
      </w:pPr>
      <w:r>
        <w:t>4)</w:t>
      </w:r>
      <w:r>
        <w:tab/>
        <w:t>projektanta sprawującego nadzór autorski</w:t>
      </w:r>
      <w:r w:rsidR="001A611D">
        <w:t xml:space="preserve"> </w:t>
      </w:r>
      <w:r w:rsidR="00576C4C">
        <w:t>–</w:t>
      </w:r>
      <w:r w:rsidR="00CE7733">
        <w:t xml:space="preserve"> w </w:t>
      </w:r>
      <w:r w:rsidR="00FD20B2">
        <w:t>przypadku,</w:t>
      </w:r>
      <w:r w:rsidR="00CE7733">
        <w:t xml:space="preserve"> o </w:t>
      </w:r>
      <w:r w:rsidR="00FD20B2">
        <w:t>którym mowa</w:t>
      </w:r>
      <w:r w:rsidR="00CE7733">
        <w:t xml:space="preserve"> w art. </w:t>
      </w:r>
      <w:r w:rsidR="00FD20B2">
        <w:t>4</w:t>
      </w:r>
      <w:r w:rsidR="00CE7733">
        <w:t>4 pkt </w:t>
      </w:r>
      <w:r w:rsidR="00FD20B2">
        <w:t>3</w:t>
      </w:r>
      <w:r w:rsidR="00E81036" w:rsidRPr="00390DA8">
        <w:t>.</w:t>
      </w:r>
    </w:p>
    <w:p w14:paraId="220907C9" w14:textId="1ABFE756" w:rsidR="00E81036" w:rsidRPr="00390DA8" w:rsidRDefault="00E81036" w:rsidP="00E81036">
      <w:pPr>
        <w:pStyle w:val="ZUSTzmustartykuempunktem"/>
      </w:pPr>
      <w:r w:rsidRPr="00390DA8">
        <w:t>2. Wymogu dołączenia kopii uprawnień budowlanych</w:t>
      </w:r>
      <w:r w:rsidR="008E013E">
        <w:t xml:space="preserve"> </w:t>
      </w:r>
      <w:r w:rsidRPr="00A1782F">
        <w:t xml:space="preserve">nie stosuje się do uprawnień budowlanych </w:t>
      </w:r>
      <w:r>
        <w:t>wpisanych</w:t>
      </w:r>
      <w:r w:rsidRPr="00A1782F">
        <w:t xml:space="preserve"> do centralnego rejestru osób posiadających uprawnienia budowlane</w:t>
      </w:r>
      <w:r w:rsidRPr="00390DA8">
        <w:t>.</w:t>
      </w:r>
    </w:p>
    <w:p w14:paraId="12549100" w14:textId="4F1A9B0B" w:rsidR="00E81036" w:rsidRDefault="00E81036" w:rsidP="00E81036">
      <w:pPr>
        <w:pStyle w:val="ZARTzmartartykuempunktem"/>
      </w:pPr>
      <w:r w:rsidRPr="00390DA8">
        <w:t>Art. 47</w:t>
      </w:r>
      <w:r>
        <w:t>g</w:t>
      </w:r>
      <w:r w:rsidRPr="00390DA8">
        <w:t xml:space="preserve">. 1. </w:t>
      </w:r>
      <w:r w:rsidR="00084416" w:rsidRPr="00390DA8">
        <w:t>O</w:t>
      </w:r>
      <w:r w:rsidR="00084416">
        <w:t> </w:t>
      </w:r>
      <w:r w:rsidR="00084416" w:rsidRPr="00390DA8">
        <w:t>wydanie dziennika budowy</w:t>
      </w:r>
      <w:r w:rsidR="00084416">
        <w:t xml:space="preserve"> </w:t>
      </w:r>
      <w:r w:rsidR="008E013E" w:rsidRPr="00390DA8">
        <w:t xml:space="preserve">występuje </w:t>
      </w:r>
      <w:r w:rsidR="00084416">
        <w:t>i</w:t>
      </w:r>
      <w:r w:rsidR="00084416" w:rsidRPr="00390DA8">
        <w:t>nwestor</w:t>
      </w:r>
      <w:r w:rsidRPr="00390DA8">
        <w:t>.</w:t>
      </w:r>
    </w:p>
    <w:p w14:paraId="090891E5" w14:textId="37FC2731" w:rsidR="00084416" w:rsidRPr="00084416" w:rsidRDefault="00084416" w:rsidP="00084416">
      <w:pPr>
        <w:pStyle w:val="ZUSTzmustartykuempunktem"/>
      </w:pPr>
      <w:r>
        <w:t>2</w:t>
      </w:r>
      <w:r w:rsidRPr="00084416">
        <w:t>. Organem właściwym do wydania dziennika budowy jest:</w:t>
      </w:r>
    </w:p>
    <w:p w14:paraId="28D1B291" w14:textId="2CA1F5A8" w:rsidR="00084416" w:rsidRPr="00390DA8" w:rsidRDefault="00084416" w:rsidP="00084416">
      <w:pPr>
        <w:pStyle w:val="ZPKTzmpktartykuempunktem"/>
      </w:pPr>
      <w:r w:rsidRPr="00390DA8">
        <w:t>1)</w:t>
      </w:r>
      <w:r w:rsidRPr="00390DA8">
        <w:tab/>
        <w:t>organ administracji architektoniczno</w:t>
      </w:r>
      <w:r>
        <w:softHyphen/>
      </w:r>
      <w:r w:rsidR="00CE7733">
        <w:softHyphen/>
      </w:r>
      <w:r w:rsidR="00CE7733">
        <w:noBreakHyphen/>
      </w:r>
      <w:r w:rsidRPr="00390DA8">
        <w:t>budowlanej;</w:t>
      </w:r>
    </w:p>
    <w:p w14:paraId="0FBC3D3F" w14:textId="0A43428C" w:rsidR="00084416" w:rsidRPr="00084416" w:rsidRDefault="00084416" w:rsidP="00084416">
      <w:pPr>
        <w:pStyle w:val="ZPKTzmpktartykuempunktem"/>
      </w:pPr>
      <w:r w:rsidRPr="00390DA8">
        <w:t>2)</w:t>
      </w:r>
      <w:r w:rsidRPr="00390DA8">
        <w:tab/>
        <w:t xml:space="preserve">organ nadzoru budowlanego </w:t>
      </w:r>
      <w:r w:rsidR="00306528" w:rsidRPr="00EE78CA">
        <w:t>–</w:t>
      </w:r>
      <w:r w:rsidRPr="00084416">
        <w:t xml:space="preserve"> w przypadku robót budowlanych objętych decyzją o:</w:t>
      </w:r>
    </w:p>
    <w:p w14:paraId="438641D3" w14:textId="773A0EDA" w:rsidR="00084416" w:rsidRPr="00390DA8" w:rsidRDefault="00084416" w:rsidP="00855180">
      <w:pPr>
        <w:pStyle w:val="ZUSTzmustartykuempunktem"/>
      </w:pPr>
      <w:r w:rsidRPr="00390DA8">
        <w:t>a)</w:t>
      </w:r>
      <w:r w:rsidR="00306528">
        <w:tab/>
      </w:r>
      <w:r w:rsidRPr="00390DA8">
        <w:t>legalizacji budowy, o</w:t>
      </w:r>
      <w:r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4</w:t>
      </w:r>
      <w:r w:rsidR="00CE7733" w:rsidRPr="00390DA8">
        <w:t>9</w:t>
      </w:r>
      <w:r w:rsidR="00CE7733">
        <w:t xml:space="preserve"> ust. </w:t>
      </w:r>
      <w:r w:rsidRPr="00390DA8">
        <w:t>4,</w:t>
      </w:r>
    </w:p>
    <w:p w14:paraId="0A887223" w14:textId="372F7A20" w:rsidR="00084416" w:rsidRDefault="00084416" w:rsidP="00EE78CA">
      <w:pPr>
        <w:pStyle w:val="ZUSTzmustartykuempunktem"/>
      </w:pPr>
      <w:r w:rsidRPr="00390DA8">
        <w:t>b)</w:t>
      </w:r>
      <w:r w:rsidR="00306528">
        <w:tab/>
      </w:r>
      <w:r w:rsidRPr="00390DA8">
        <w:t>pozwoleniu na wznowienie robót budowlanych,</w:t>
      </w:r>
      <w:r w:rsidRPr="00084416">
        <w:t xml:space="preserve"> o której mowa</w:t>
      </w:r>
      <w:r w:rsidR="00CE7733" w:rsidRPr="00084416">
        <w:t xml:space="preserve"> w</w:t>
      </w:r>
      <w:r w:rsidR="00CE7733">
        <w:t> art. </w:t>
      </w:r>
      <w:r w:rsidRPr="00084416">
        <w:t>5</w:t>
      </w:r>
      <w:r w:rsidR="00CE7733" w:rsidRPr="00084416">
        <w:t>1</w:t>
      </w:r>
      <w:r w:rsidR="00CE7733">
        <w:t xml:space="preserve"> ust. </w:t>
      </w:r>
      <w:r w:rsidRPr="00084416">
        <w:t>4.</w:t>
      </w:r>
    </w:p>
    <w:p w14:paraId="1E817DE8" w14:textId="5A6DAB67" w:rsidR="00084416" w:rsidRPr="00390DA8" w:rsidRDefault="00084416" w:rsidP="00EE78CA">
      <w:pPr>
        <w:pStyle w:val="ZUSTzmustartykuempunktem"/>
      </w:pPr>
      <w:r>
        <w:t>3</w:t>
      </w:r>
      <w:r w:rsidR="00EA4CFC">
        <w:t>. Nie można wystąpić</w:t>
      </w:r>
      <w:r w:rsidR="00CE7733">
        <w:t xml:space="preserve"> o </w:t>
      </w:r>
      <w:r w:rsidR="00EA4CFC">
        <w:t>wydanie dziennika budowy</w:t>
      </w:r>
      <w:r w:rsidR="00CE7733">
        <w:t xml:space="preserve"> w </w:t>
      </w:r>
      <w:r w:rsidR="00EA4CFC">
        <w:t xml:space="preserve">postaci papierowej po dniu </w:t>
      </w:r>
      <w:r w:rsidR="00CE7733">
        <w:t>1 </w:t>
      </w:r>
      <w:r w:rsidR="00EA4CFC">
        <w:t>stycznia 203</w:t>
      </w:r>
      <w:r w:rsidR="00CE7733">
        <w:t>0 </w:t>
      </w:r>
      <w:r w:rsidR="00EA4CFC">
        <w:t>r.,</w:t>
      </w:r>
      <w:r w:rsidR="00CE7733">
        <w:t xml:space="preserve"> z </w:t>
      </w:r>
      <w:r w:rsidR="00EA4CFC">
        <w:t xml:space="preserve">wyjątkiem dziennika budowy dotyczącego </w:t>
      </w:r>
      <w:r w:rsidR="00EA4CFC" w:rsidRPr="00EA4CFC">
        <w:t>robót budowlanych na terenach zamkniętych ustalonych decyzją Ministra Obrony Narodowej.</w:t>
      </w:r>
    </w:p>
    <w:p w14:paraId="514B553C" w14:textId="14B974CD" w:rsidR="00E81036" w:rsidRPr="00390DA8" w:rsidRDefault="00084416" w:rsidP="00EE78CA">
      <w:pPr>
        <w:pStyle w:val="ZUSTzmustartykuempunktem"/>
      </w:pPr>
      <w:r>
        <w:lastRenderedPageBreak/>
        <w:t>4</w:t>
      </w:r>
      <w:r w:rsidR="00E81036" w:rsidRPr="00390DA8">
        <w:t>. Wystąpienie</w:t>
      </w:r>
      <w:r w:rsidR="00CE7733" w:rsidRPr="00390DA8">
        <w:t xml:space="preserve"> o</w:t>
      </w:r>
      <w:r w:rsidR="00CE7733">
        <w:t> </w:t>
      </w:r>
      <w:r w:rsidR="00E81036" w:rsidRPr="00390DA8">
        <w:t xml:space="preserve">wydanie dziennika budowy </w:t>
      </w:r>
      <w:r w:rsidR="00E81036">
        <w:t>prowadzonego</w:t>
      </w:r>
      <w:r w:rsidR="00CE7733">
        <w:t xml:space="preserve"> </w:t>
      </w:r>
      <w:r w:rsidR="00CE7733" w:rsidRPr="00390DA8">
        <w:t>w</w:t>
      </w:r>
      <w:r w:rsidR="00CE7733">
        <w:t> </w:t>
      </w:r>
      <w:r w:rsidR="00E81036">
        <w:t>postaci</w:t>
      </w:r>
      <w:r w:rsidR="00E81036" w:rsidRPr="00390DA8">
        <w:t xml:space="preserve"> elektronicznej następuje</w:t>
      </w:r>
      <w:r w:rsidR="00650225" w:rsidRPr="00390DA8">
        <w:t xml:space="preserve"> </w:t>
      </w:r>
      <w:r w:rsidR="00650225">
        <w:t>z</w:t>
      </w:r>
      <w:r w:rsidR="00A92CCB">
        <w:t>a pośrednictwem</w:t>
      </w:r>
      <w:r w:rsidR="00E81036" w:rsidRPr="00390DA8">
        <w:t xml:space="preserve"> </w:t>
      </w:r>
      <w:r w:rsidR="00686840" w:rsidRPr="00686840">
        <w:t>system</w:t>
      </w:r>
      <w:r w:rsidR="00686840">
        <w:t>u</w:t>
      </w:r>
      <w:r w:rsidR="00686840" w:rsidRPr="00686840">
        <w:t xml:space="preserve"> </w:t>
      </w:r>
      <w:r w:rsidR="00E81036" w:rsidRPr="00390DA8">
        <w:t>EDB.</w:t>
      </w:r>
    </w:p>
    <w:p w14:paraId="1F2EFDCE" w14:textId="4A5E72EA" w:rsidR="0083690C" w:rsidRDefault="00084416" w:rsidP="00EE78CA">
      <w:pPr>
        <w:pStyle w:val="ZUSTzmustartykuempunktem"/>
      </w:pPr>
      <w:r>
        <w:t>5</w:t>
      </w:r>
      <w:r w:rsidR="0083690C">
        <w:t xml:space="preserve">. </w:t>
      </w:r>
      <w:r w:rsidR="0083690C" w:rsidRPr="0083690C">
        <w:t>Występując</w:t>
      </w:r>
      <w:r w:rsidR="00CE7733" w:rsidRPr="0083690C">
        <w:t xml:space="preserve"> o</w:t>
      </w:r>
      <w:r w:rsidR="00CE7733">
        <w:t> </w:t>
      </w:r>
      <w:r w:rsidR="0083690C" w:rsidRPr="0083690C">
        <w:t>wydanie dziennika budowy należy podać:</w:t>
      </w:r>
    </w:p>
    <w:p w14:paraId="580F9503" w14:textId="7307C026" w:rsidR="0083690C" w:rsidRDefault="0083690C" w:rsidP="0083690C">
      <w:pPr>
        <w:pStyle w:val="ZPKTzmpktartykuempunktem"/>
      </w:pPr>
      <w:r>
        <w:t>1)</w:t>
      </w:r>
      <w:r w:rsidRPr="0083690C">
        <w:t xml:space="preserve"> </w:t>
      </w:r>
      <w:r>
        <w:tab/>
      </w:r>
      <w:r w:rsidRPr="0083690C">
        <w:t>imię</w:t>
      </w:r>
      <w:r w:rsidR="00CE7733" w:rsidRPr="0083690C">
        <w:t xml:space="preserve"> i</w:t>
      </w:r>
      <w:r w:rsidR="00CE7733">
        <w:t> </w:t>
      </w:r>
      <w:r w:rsidRPr="0083690C">
        <w:t>nazwisko lub nazwę inwestora</w:t>
      </w:r>
      <w:r>
        <w:t>;</w:t>
      </w:r>
    </w:p>
    <w:p w14:paraId="52754F4A" w14:textId="4798638D" w:rsidR="0083690C" w:rsidRDefault="0083690C" w:rsidP="0083690C">
      <w:pPr>
        <w:pStyle w:val="ZPKTzmpktartykuempunktem"/>
      </w:pPr>
      <w:r>
        <w:t>2)</w:t>
      </w:r>
      <w:r w:rsidRPr="0083690C">
        <w:t xml:space="preserve"> </w:t>
      </w:r>
      <w:r>
        <w:tab/>
      </w:r>
      <w:r w:rsidRPr="0083690C">
        <w:t xml:space="preserve">dane dotyczące </w:t>
      </w:r>
      <w:r w:rsidR="008E013E">
        <w:t xml:space="preserve">decyzji </w:t>
      </w:r>
      <w:r w:rsidR="008E013E" w:rsidRPr="008E013E">
        <w:t>uprawniającej do wykonywania robót budowlanych</w:t>
      </w:r>
      <w:r w:rsidRPr="0083690C">
        <w:t xml:space="preserve"> </w:t>
      </w:r>
      <w:r>
        <w:t>albo</w:t>
      </w:r>
      <w:r w:rsidRPr="0083690C">
        <w:t xml:space="preserve"> zgłoszenia</w:t>
      </w:r>
      <w:r>
        <w:t>:</w:t>
      </w:r>
    </w:p>
    <w:p w14:paraId="65FB2BD5" w14:textId="77777777" w:rsidR="0083690C" w:rsidRDefault="0083690C" w:rsidP="0083690C">
      <w:pPr>
        <w:pStyle w:val="ZLITwPKTzmlitwpktartykuempunktem"/>
      </w:pPr>
      <w:r>
        <w:t>a)</w:t>
      </w:r>
      <w:r>
        <w:tab/>
      </w:r>
      <w:r w:rsidRPr="0083690C">
        <w:t xml:space="preserve">organ wydający </w:t>
      </w:r>
      <w:r>
        <w:t>decyzję albo</w:t>
      </w:r>
      <w:r w:rsidRPr="0083690C">
        <w:t xml:space="preserve"> przyjmujący</w:t>
      </w:r>
      <w:r>
        <w:t xml:space="preserve"> zgłoszenie,</w:t>
      </w:r>
    </w:p>
    <w:p w14:paraId="04127AA8" w14:textId="7A28F4EB" w:rsidR="0083690C" w:rsidRDefault="0083690C" w:rsidP="0083690C">
      <w:pPr>
        <w:pStyle w:val="ZLITwPKTzmlitwpktartykuempunktem"/>
      </w:pPr>
      <w:r>
        <w:t>b)</w:t>
      </w:r>
      <w:r>
        <w:tab/>
      </w:r>
      <w:r w:rsidRPr="0083690C">
        <w:t>datę wydania decyzji albo dokonania zgłoszenia</w:t>
      </w:r>
      <w:r>
        <w:t>,</w:t>
      </w:r>
    </w:p>
    <w:p w14:paraId="0A86F864" w14:textId="7BCB1C24" w:rsidR="0083690C" w:rsidRDefault="0083690C" w:rsidP="00EE78CA">
      <w:pPr>
        <w:pStyle w:val="ZLITwPKTzmlitwpktartykuempunktem"/>
      </w:pPr>
      <w:r>
        <w:t>c)</w:t>
      </w:r>
      <w:r>
        <w:tab/>
      </w:r>
      <w:r w:rsidRPr="0083690C">
        <w:t>numer</w:t>
      </w:r>
      <w:r>
        <w:t xml:space="preserve"> decyzji</w:t>
      </w:r>
      <w:r w:rsidRPr="0083690C">
        <w:t xml:space="preserve"> lub znak</w:t>
      </w:r>
      <w:r>
        <w:t xml:space="preserve"> sprawy </w:t>
      </w:r>
      <w:r w:rsidR="00855180" w:rsidRPr="00EE78CA">
        <w:t>–</w:t>
      </w:r>
      <w:r w:rsidR="00CE7733">
        <w:t xml:space="preserve"> w </w:t>
      </w:r>
      <w:r>
        <w:t xml:space="preserve">przypadku </w:t>
      </w:r>
      <w:r w:rsidR="005F659D">
        <w:t>decyzji uprawniającej do wykonywania robót budowlanych</w:t>
      </w:r>
      <w:r w:rsidR="00DC6C1A">
        <w:t>;</w:t>
      </w:r>
    </w:p>
    <w:p w14:paraId="52354885" w14:textId="01A3E5A8" w:rsidR="0083690C" w:rsidRDefault="0083690C" w:rsidP="00EE78CA">
      <w:pPr>
        <w:pStyle w:val="ZPKTzmpktartykuempunktem"/>
      </w:pPr>
      <w:r>
        <w:t>3)</w:t>
      </w:r>
      <w:r>
        <w:tab/>
        <w:t xml:space="preserve">adres elektroniczny </w:t>
      </w:r>
      <w:r w:rsidR="00855180" w:rsidRPr="00EE78CA">
        <w:t>–</w:t>
      </w:r>
      <w:r w:rsidR="00CE7733">
        <w:t xml:space="preserve"> w </w:t>
      </w:r>
      <w:r w:rsidRPr="0083690C">
        <w:t>przypadku wystąpienia</w:t>
      </w:r>
      <w:r w:rsidR="00CE7733" w:rsidRPr="0083690C">
        <w:t xml:space="preserve"> o</w:t>
      </w:r>
      <w:r w:rsidR="00CE7733">
        <w:t> </w:t>
      </w:r>
      <w:r w:rsidRPr="0083690C">
        <w:t>wydanie dziennika budowy</w:t>
      </w:r>
      <w:r w:rsidR="00CE7733" w:rsidRPr="0083690C">
        <w:t xml:space="preserve"> w</w:t>
      </w:r>
      <w:r w:rsidR="00CE7733">
        <w:t> </w:t>
      </w:r>
      <w:r w:rsidRPr="0083690C">
        <w:t>postaci elektronicznej.</w:t>
      </w:r>
    </w:p>
    <w:p w14:paraId="13CBFCFE" w14:textId="57094C2B" w:rsidR="00E81036" w:rsidRPr="00390DA8" w:rsidRDefault="0083690C" w:rsidP="00D86756">
      <w:pPr>
        <w:pStyle w:val="ZUSTzmustartykuempunktem"/>
        <w:keepNext/>
      </w:pPr>
      <w:r>
        <w:t>6</w:t>
      </w:r>
      <w:r w:rsidR="00E81036" w:rsidRPr="00390DA8">
        <w:t xml:space="preserve">. Organ właściwy do wydania dziennika budowy wydaje </w:t>
      </w:r>
      <w:r w:rsidR="00E81036">
        <w:t xml:space="preserve">inwestorowi </w:t>
      </w:r>
      <w:r w:rsidR="00E81036" w:rsidRPr="00390DA8">
        <w:t>dziennik budowy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terminie </w:t>
      </w:r>
      <w:r w:rsidR="00650225" w:rsidRPr="00390DA8">
        <w:t>3</w:t>
      </w:r>
      <w:r w:rsidR="00650225">
        <w:t> </w:t>
      </w:r>
      <w:r w:rsidR="00E81036" w:rsidRPr="00390DA8">
        <w:t>dni</w:t>
      </w:r>
      <w:r w:rsidR="001B7372">
        <w:t xml:space="preserve"> roboczych</w:t>
      </w:r>
      <w:r w:rsidR="00E81036">
        <w:t>, ale nie wcześniej niż przed dniem</w:t>
      </w:r>
      <w:r w:rsidR="00E81036" w:rsidRPr="00390DA8">
        <w:t>,</w:t>
      </w:r>
      <w:r w:rsidR="00650225" w:rsidRPr="00390DA8">
        <w:t xml:space="preserve"> w</w:t>
      </w:r>
      <w:r w:rsidR="00650225">
        <w:t> </w:t>
      </w:r>
      <w:r w:rsidR="00E81036" w:rsidRPr="00390DA8">
        <w:t>którym:</w:t>
      </w:r>
    </w:p>
    <w:p w14:paraId="13B56AF4" w14:textId="58201B8F" w:rsidR="00E81036" w:rsidRPr="00390DA8" w:rsidRDefault="007E4C64" w:rsidP="00D86756">
      <w:pPr>
        <w:pStyle w:val="ZPKTzmpktartykuempunktem"/>
        <w:keepNext/>
      </w:pPr>
      <w:r>
        <w:t>1)</w:t>
      </w:r>
      <w:r w:rsidR="00E81036" w:rsidRPr="00390DA8">
        <w:tab/>
        <w:t>wykonalna stała się decyzja o:</w:t>
      </w:r>
    </w:p>
    <w:p w14:paraId="31D4BB7A" w14:textId="70B5FEA6" w:rsidR="00E81036" w:rsidRPr="00390DA8" w:rsidRDefault="007E4C64" w:rsidP="00E81036">
      <w:pPr>
        <w:pStyle w:val="ZLITwPKTzmlitwpktartykuempunktem"/>
      </w:pPr>
      <w:r>
        <w:t>a)</w:t>
      </w:r>
      <w:r w:rsidR="00E81036" w:rsidRPr="00390DA8">
        <w:tab/>
        <w:t>pozwoleniu na budowę</w:t>
      </w:r>
      <w:r w:rsidR="009431C3">
        <w:t xml:space="preserve"> lub rozbiórkę</w:t>
      </w:r>
      <w:r w:rsidR="00E81036" w:rsidRPr="00390DA8">
        <w:t>,</w:t>
      </w:r>
    </w:p>
    <w:p w14:paraId="492910EF" w14:textId="4B192A9C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  <w:t>legalizacji budowy,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4</w:t>
      </w:r>
      <w:r w:rsidR="00CE7733" w:rsidRPr="00390DA8">
        <w:t>9</w:t>
      </w:r>
      <w:r w:rsidR="00CE7733">
        <w:t xml:space="preserve"> ust. </w:t>
      </w:r>
      <w:r w:rsidRPr="00390DA8">
        <w:t>4,</w:t>
      </w:r>
    </w:p>
    <w:p w14:paraId="477B83F4" w14:textId="22647972" w:rsidR="00E81036" w:rsidRPr="00390DA8" w:rsidRDefault="00E81036" w:rsidP="00E81036">
      <w:pPr>
        <w:pStyle w:val="ZLITwPKTzmlitwpktartykuempunktem"/>
      </w:pPr>
      <w:r w:rsidRPr="00390DA8">
        <w:t>c)</w:t>
      </w:r>
      <w:r w:rsidRPr="00390DA8">
        <w:tab/>
        <w:t>pozwoleniu na wznowienie robót budowlanych,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5</w:t>
      </w:r>
      <w:r w:rsidR="00CE7733" w:rsidRPr="00390DA8">
        <w:t>1</w:t>
      </w:r>
      <w:r w:rsidR="00CE7733">
        <w:t xml:space="preserve"> ust. </w:t>
      </w:r>
      <w:r w:rsidRPr="00390DA8">
        <w:t>4;</w:t>
      </w:r>
    </w:p>
    <w:p w14:paraId="68820D64" w14:textId="486E46DA" w:rsidR="00E81036" w:rsidRPr="00390DA8" w:rsidRDefault="00EB097F" w:rsidP="00E81036">
      <w:pPr>
        <w:pStyle w:val="ZPKTzmpktartykuempunktem"/>
      </w:pPr>
      <w:r>
        <w:t>2)</w:t>
      </w:r>
      <w:r w:rsidR="00E81036" w:rsidRPr="00390DA8">
        <w:tab/>
        <w:t>inwestor nabył prawo do wykonywania robót budowlanych na podstawie zgłoszenia.</w:t>
      </w:r>
    </w:p>
    <w:p w14:paraId="6048A8CA" w14:textId="7F117C31" w:rsidR="00E81036" w:rsidRPr="00390DA8" w:rsidRDefault="00E81036" w:rsidP="00D86756">
      <w:pPr>
        <w:pStyle w:val="ZARTzmartartykuempunktem"/>
        <w:keepNext/>
      </w:pPr>
      <w:r w:rsidRPr="00390DA8">
        <w:t>Art. 47</w:t>
      </w:r>
      <w:r>
        <w:t>h</w:t>
      </w:r>
      <w:r w:rsidRPr="00390DA8">
        <w:t xml:space="preserve">. </w:t>
      </w:r>
      <w:r w:rsidR="00084416">
        <w:t xml:space="preserve">1. </w:t>
      </w:r>
      <w:r w:rsidRPr="00390DA8">
        <w:t>Wydanie dziennika budowy nast</w:t>
      </w:r>
      <w:r>
        <w:t>ę</w:t>
      </w:r>
      <w:r w:rsidRPr="00390DA8">
        <w:t>p</w:t>
      </w:r>
      <w:r>
        <w:t xml:space="preserve">uje </w:t>
      </w:r>
      <w:r w:rsidRPr="00390DA8">
        <w:t>przez:</w:t>
      </w:r>
    </w:p>
    <w:p w14:paraId="5E804A10" w14:textId="712F978D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 xml:space="preserve">ostemplowanie przedłożonego przez inwestora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</w:t>
      </w:r>
      <w:r>
        <w:t xml:space="preserve"> albo</w:t>
      </w:r>
    </w:p>
    <w:p w14:paraId="7AA62B3D" w14:textId="228646AB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zapewnienie dostępu do dziennika budowy prowadzonego</w:t>
      </w:r>
      <w:r w:rsidR="00650225" w:rsidRPr="00390DA8">
        <w:t xml:space="preserve"> w</w:t>
      </w:r>
      <w:r w:rsidR="00650225">
        <w:t> </w:t>
      </w:r>
      <w:r w:rsidRPr="00390DA8">
        <w:t>systemie EDB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254928D3" w14:textId="4534217F" w:rsidR="00084416" w:rsidRDefault="00084416" w:rsidP="00EE78CA">
      <w:pPr>
        <w:pStyle w:val="ZUSTzmustartykuempunktem"/>
      </w:pPr>
      <w:r>
        <w:t>2.</w:t>
      </w:r>
      <w:r w:rsidRPr="00084416">
        <w:t xml:space="preserve"> Każdemu </w:t>
      </w:r>
      <w:r w:rsidR="008329F2">
        <w:t xml:space="preserve">wydawanemu </w:t>
      </w:r>
      <w:r w:rsidRPr="00084416">
        <w:t>dziennikowi budowy prowadzonemu</w:t>
      </w:r>
      <w:r w:rsidR="00CE7733" w:rsidRPr="00084416">
        <w:t xml:space="preserve"> w</w:t>
      </w:r>
      <w:r w:rsidR="00CE7733">
        <w:t> </w:t>
      </w:r>
      <w:r w:rsidRPr="00084416">
        <w:t>postaci elektronicznej nadaje się</w:t>
      </w:r>
      <w:r w:rsidR="00CE7733" w:rsidRPr="00084416">
        <w:t xml:space="preserve"> w</w:t>
      </w:r>
      <w:r w:rsidR="00CE7733">
        <w:t> </w:t>
      </w:r>
      <w:r w:rsidRPr="00084416">
        <w:t>systemie EDB indywidualny numer.</w:t>
      </w:r>
    </w:p>
    <w:p w14:paraId="53D5C4C9" w14:textId="4629FA6E" w:rsidR="00E81036" w:rsidRPr="00390DA8" w:rsidRDefault="00E81036" w:rsidP="00D86756">
      <w:pPr>
        <w:pStyle w:val="ZARTzmartartykuempunktem"/>
        <w:keepNext/>
      </w:pPr>
      <w:r w:rsidRPr="00390DA8">
        <w:t>Art. 47</w:t>
      </w:r>
      <w:r>
        <w:t>i</w:t>
      </w:r>
      <w:r w:rsidRPr="00390DA8">
        <w:t>. Jeżeli dziennik budowy jest prowadzony</w:t>
      </w:r>
      <w:r w:rsidR="00650225" w:rsidRPr="00390DA8">
        <w:t xml:space="preserve"> </w:t>
      </w:r>
      <w:r w:rsidR="00650225">
        <w:t>w </w:t>
      </w:r>
      <w:r w:rsidR="00084416">
        <w:t>postaci elektronicznej</w:t>
      </w:r>
      <w:r w:rsidRPr="00390DA8">
        <w:t>,</w:t>
      </w:r>
      <w:r w:rsidR="00650225" w:rsidRPr="00390DA8">
        <w:t xml:space="preserve"> w</w:t>
      </w:r>
      <w:r w:rsidR="00650225">
        <w:t> </w:t>
      </w:r>
      <w:r w:rsidRPr="00390DA8">
        <w:t>przypadku wydania decyzji</w:t>
      </w:r>
      <w:r w:rsidR="00650225" w:rsidRPr="00390DA8">
        <w:t xml:space="preserve"> o</w:t>
      </w:r>
      <w:r w:rsidR="00650225">
        <w:t> </w:t>
      </w:r>
      <w:r w:rsidRPr="00390DA8">
        <w:t>przeniesieniu:</w:t>
      </w:r>
    </w:p>
    <w:p w14:paraId="4AEB3626" w14:textId="3D454134" w:rsidR="00E81036" w:rsidRPr="00390DA8" w:rsidRDefault="00EB097F" w:rsidP="00E81036">
      <w:pPr>
        <w:pStyle w:val="ZPKTzmpktartykuempunktem"/>
      </w:pPr>
      <w:r>
        <w:t>1)</w:t>
      </w:r>
      <w:r w:rsidR="00E81036" w:rsidRPr="00390DA8">
        <w:tab/>
        <w:t>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budowę,</w:t>
      </w:r>
    </w:p>
    <w:p w14:paraId="3C89358F" w14:textId="57D6149C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decyzji</w:t>
      </w:r>
      <w:r w:rsidR="00650225" w:rsidRPr="00390DA8">
        <w:t xml:space="preserve"> o</w:t>
      </w:r>
      <w:r w:rsidR="00650225">
        <w:t> </w:t>
      </w:r>
      <w:r w:rsidRPr="00390DA8">
        <w:t>pozwoleniu na wznowienie robót budowlanych,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5</w:t>
      </w:r>
      <w:r w:rsidR="00CE7733" w:rsidRPr="00390DA8">
        <w:t>1</w:t>
      </w:r>
      <w:r w:rsidR="00CE7733">
        <w:t xml:space="preserve"> ust. </w:t>
      </w:r>
      <w:r w:rsidRPr="00390DA8">
        <w:t>4,</w:t>
      </w:r>
    </w:p>
    <w:p w14:paraId="76D87C0C" w14:textId="1B5E6792" w:rsidR="00E81036" w:rsidRPr="00390DA8" w:rsidRDefault="00E81036" w:rsidP="00D86756">
      <w:pPr>
        <w:pStyle w:val="ZPKTzmpktartykuempunktem"/>
        <w:keepNext/>
      </w:pPr>
      <w:r w:rsidRPr="00390DA8">
        <w:lastRenderedPageBreak/>
        <w:t>3)</w:t>
      </w:r>
      <w:r w:rsidRPr="00390DA8">
        <w:tab/>
        <w:t>praw</w:t>
      </w:r>
      <w:r w:rsidR="00650225" w:rsidRPr="00390DA8">
        <w:t xml:space="preserve"> i</w:t>
      </w:r>
      <w:r w:rsidR="00650225">
        <w:t> </w:t>
      </w:r>
      <w:r w:rsidRPr="00390DA8">
        <w:t>obowiązków wynikających ze zgłoszenia, wobec którego organ nie wniósł sprzeciwu</w:t>
      </w:r>
    </w:p>
    <w:p w14:paraId="6A1BD50A" w14:textId="67B736C1" w:rsidR="00E81036" w:rsidRPr="00390DA8" w:rsidRDefault="00E81036" w:rsidP="00E81036">
      <w:pPr>
        <w:pStyle w:val="ZCZWSPPKTzmczciwsppktartykuempunktem"/>
      </w:pPr>
      <w:r w:rsidRPr="001E6A09">
        <w:t>–</w:t>
      </w:r>
      <w:r w:rsidRPr="00390DA8">
        <w:t xml:space="preserve"> organ właściwy do wydania dziennika budowy zapewnia nowemu inwestorowi dostęp</w:t>
      </w:r>
      <w:r>
        <w:t xml:space="preserve"> oraz pozbawia dotychczasowego inwestora dostępu</w:t>
      </w:r>
      <w:r w:rsidRPr="00390DA8">
        <w:t xml:space="preserve"> do tego dziennika</w:t>
      </w:r>
      <w:r w:rsidR="00650225" w:rsidRPr="00390DA8">
        <w:t xml:space="preserve"> w</w:t>
      </w:r>
      <w:r w:rsidR="00650225">
        <w:t> </w:t>
      </w:r>
      <w:r w:rsidRPr="00390DA8">
        <w:t>systemie EDB</w:t>
      </w:r>
      <w:r w:rsidR="00650225" w:rsidRPr="00390DA8">
        <w:t xml:space="preserve"> w</w:t>
      </w:r>
      <w:r w:rsidR="00650225">
        <w:t> </w:t>
      </w:r>
      <w:r w:rsidRPr="00390DA8">
        <w:t xml:space="preserve">terminie </w:t>
      </w:r>
      <w:r w:rsidR="00650225" w:rsidRPr="00390DA8">
        <w:t>3</w:t>
      </w:r>
      <w:r w:rsidR="00650225">
        <w:t> </w:t>
      </w:r>
      <w:r w:rsidRPr="00390DA8">
        <w:t>dni</w:t>
      </w:r>
      <w:r w:rsidR="001B7372">
        <w:t xml:space="preserve"> roboczych</w:t>
      </w:r>
      <w:r w:rsidRPr="00390DA8">
        <w:t xml:space="preserve"> od dnia,</w:t>
      </w:r>
      <w:r w:rsidR="00650225" w:rsidRPr="00390DA8">
        <w:t xml:space="preserve"> w</w:t>
      </w:r>
      <w:r w:rsidR="00650225">
        <w:t> </w:t>
      </w:r>
      <w:r w:rsidRPr="00390DA8">
        <w:t>którym decyzja</w:t>
      </w:r>
      <w:r w:rsidR="00650225" w:rsidRPr="00390DA8">
        <w:t xml:space="preserve"> </w:t>
      </w:r>
      <w:r w:rsidR="00650225">
        <w:t>o </w:t>
      </w:r>
      <w:r>
        <w:t xml:space="preserve">przeniesieniu </w:t>
      </w:r>
      <w:r w:rsidRPr="00390DA8">
        <w:t>stała się wykonalna.</w:t>
      </w:r>
    </w:p>
    <w:p w14:paraId="48C8C410" w14:textId="6429C193" w:rsidR="00E81036" w:rsidRPr="00390DA8" w:rsidRDefault="00E81036" w:rsidP="00E81036">
      <w:pPr>
        <w:pStyle w:val="ZARTzmartartykuempunktem"/>
      </w:pPr>
      <w:r w:rsidRPr="00390DA8">
        <w:t>Art. 47</w:t>
      </w:r>
      <w:r>
        <w:t>j</w:t>
      </w:r>
      <w:r w:rsidRPr="00390DA8">
        <w:t xml:space="preserve">. 1. Dziennik budowy </w:t>
      </w:r>
      <w:r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 xml:space="preserve">postaci papierowej może </w:t>
      </w:r>
      <w:r>
        <w:t xml:space="preserve">się </w:t>
      </w:r>
      <w:r w:rsidRPr="00390DA8">
        <w:t>składać</w:t>
      </w:r>
      <w:r w:rsidR="00650225" w:rsidRPr="00390DA8">
        <w:t xml:space="preserve"> z</w:t>
      </w:r>
      <w:r w:rsidR="00650225">
        <w:t> </w:t>
      </w:r>
      <w:r w:rsidRPr="00390DA8">
        <w:t>tomów.</w:t>
      </w:r>
    </w:p>
    <w:p w14:paraId="59167513" w14:textId="2F30C4FA" w:rsidR="00E81036" w:rsidRPr="00390DA8" w:rsidRDefault="00E81036" w:rsidP="00E81036">
      <w:pPr>
        <w:pStyle w:val="ZUSTzmustartykuempunktem"/>
      </w:pPr>
      <w:r w:rsidRPr="00390DA8">
        <w:t>2.</w:t>
      </w:r>
      <w:r w:rsidR="00650225" w:rsidRPr="00390DA8">
        <w:t xml:space="preserve"> W</w:t>
      </w:r>
      <w:r w:rsidR="00650225">
        <w:t> </w:t>
      </w:r>
      <w:r w:rsidRPr="00390DA8">
        <w:t xml:space="preserve">przypadku zapełnienia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 inwestor występuje do organu właściwego do wydania dziennika budowy</w:t>
      </w:r>
      <w:r w:rsidR="00650225" w:rsidRPr="00390DA8">
        <w:t xml:space="preserve"> o</w:t>
      </w:r>
      <w:r w:rsidR="00650225">
        <w:t> </w:t>
      </w:r>
      <w:r w:rsidRPr="00390DA8">
        <w:t>wydanie kolejnego tomu tego dziennika.</w:t>
      </w:r>
    </w:p>
    <w:p w14:paraId="4D963CE2" w14:textId="2041A660" w:rsidR="00E81036" w:rsidRPr="00390DA8" w:rsidRDefault="00E81036" w:rsidP="00E81036">
      <w:pPr>
        <w:pStyle w:val="ZUSTzmustartykuempunktem"/>
      </w:pPr>
      <w:r w:rsidRPr="00390DA8">
        <w:t xml:space="preserve">3. Do wydania kolejnych tomów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 stosuje się</w:t>
      </w:r>
      <w:r w:rsidR="00CE7733">
        <w:t xml:space="preserve"> art. </w:t>
      </w:r>
      <w:r w:rsidRPr="00390DA8">
        <w:t>47</w:t>
      </w:r>
      <w:r>
        <w:t>h</w:t>
      </w:r>
      <w:r w:rsidR="00CE7733">
        <w:t xml:space="preserve"> ust. 1 pkt </w:t>
      </w:r>
      <w:r w:rsidRPr="00390DA8">
        <w:t>1.</w:t>
      </w:r>
    </w:p>
    <w:p w14:paraId="17AA81EC" w14:textId="36A5702A" w:rsidR="00E81036" w:rsidRPr="00390DA8" w:rsidRDefault="00E81036" w:rsidP="00E81036">
      <w:pPr>
        <w:pStyle w:val="ZUSTzmustartykuempunktem"/>
      </w:pPr>
      <w:r w:rsidRPr="00390DA8">
        <w:t>4. Organ właściwy wydaje kolejny tom dziennika budowy</w:t>
      </w:r>
      <w:r>
        <w:t xml:space="preserve"> prowadzonego</w:t>
      </w:r>
      <w:r w:rsidR="00650225">
        <w:t xml:space="preserve"> w </w:t>
      </w:r>
      <w:r>
        <w:t>postaci papierowej</w:t>
      </w:r>
      <w:r w:rsidR="00650225" w:rsidRPr="00390DA8">
        <w:t xml:space="preserve"> w</w:t>
      </w:r>
      <w:r w:rsidR="00650225">
        <w:t> </w:t>
      </w:r>
      <w:r w:rsidRPr="00390DA8">
        <w:t xml:space="preserve">terminie </w:t>
      </w:r>
      <w:r w:rsidR="00650225" w:rsidRPr="00390DA8">
        <w:t>3</w:t>
      </w:r>
      <w:r w:rsidR="00650225">
        <w:t> </w:t>
      </w:r>
      <w:r w:rsidRPr="00390DA8">
        <w:t xml:space="preserve">dni </w:t>
      </w:r>
      <w:r w:rsidR="00396E19">
        <w:t xml:space="preserve">roboczych </w:t>
      </w:r>
      <w:r w:rsidRPr="00390DA8">
        <w:t>od dnia wystąpienia inwestora</w:t>
      </w:r>
      <w:r w:rsidR="00650225" w:rsidRPr="00390DA8">
        <w:t xml:space="preserve"> o</w:t>
      </w:r>
      <w:r w:rsidR="00650225">
        <w:t> </w:t>
      </w:r>
      <w:r w:rsidRPr="00390DA8">
        <w:t>wydanie tego tomu.</w:t>
      </w:r>
    </w:p>
    <w:p w14:paraId="0346E9B8" w14:textId="5138ED27" w:rsidR="00E81036" w:rsidRPr="00390DA8" w:rsidRDefault="00E81036" w:rsidP="00E81036">
      <w:pPr>
        <w:pStyle w:val="ZARTzmartartykuempunktem"/>
      </w:pPr>
      <w:r w:rsidRPr="00390DA8">
        <w:t>Art. 47</w:t>
      </w:r>
      <w:r>
        <w:t>k</w:t>
      </w:r>
      <w:r w:rsidRPr="00390DA8">
        <w:t>. 1. Dziennik budowy prowadzony</w:t>
      </w:r>
      <w:r w:rsidR="00CA7B6D" w:rsidRPr="00390DA8">
        <w:t xml:space="preserve"> w</w:t>
      </w:r>
      <w:r w:rsidR="00CA7B6D">
        <w:t> </w:t>
      </w:r>
      <w:r w:rsidRPr="00390DA8">
        <w:t>postaci papierowej można kontynuować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5280E70C" w14:textId="06B04297" w:rsidR="00E81036" w:rsidRPr="00390DA8" w:rsidRDefault="00E81036" w:rsidP="00E81036">
      <w:pPr>
        <w:pStyle w:val="ZUSTzmustartykuempunktem"/>
      </w:pPr>
      <w:r w:rsidRPr="00390DA8">
        <w:t>2.</w:t>
      </w:r>
      <w:r w:rsidR="00650225" w:rsidRPr="00390DA8">
        <w:t xml:space="preserve"> W</w:t>
      </w:r>
      <w:r w:rsidR="00650225">
        <w:t> </w:t>
      </w:r>
      <w:r w:rsidRPr="00390DA8">
        <w:t>przypadku,</w:t>
      </w:r>
      <w:r w:rsidR="00650225" w:rsidRPr="00390DA8">
        <w:t xml:space="preserve"> o</w:t>
      </w:r>
      <w:r w:rsidR="00650225">
        <w:t> </w:t>
      </w:r>
      <w:r w:rsidRPr="00390DA8">
        <w:t>którym mowa</w:t>
      </w:r>
      <w:r w:rsidR="00CE7733" w:rsidRPr="00390DA8">
        <w:t xml:space="preserve"> w</w:t>
      </w:r>
      <w:r w:rsidR="00CE7733">
        <w:t> ust. </w:t>
      </w:r>
      <w:r w:rsidRPr="00390DA8">
        <w:t>1, inwestor występuje</w:t>
      </w:r>
      <w:r w:rsidR="00650225" w:rsidRPr="00390DA8">
        <w:t xml:space="preserve"> o</w:t>
      </w:r>
      <w:r w:rsidR="00650225">
        <w:t> </w:t>
      </w:r>
      <w:r w:rsidRPr="00390DA8">
        <w:t>wydanie dziennika budowy</w:t>
      </w:r>
      <w:r w:rsidR="00650225" w:rsidRPr="00390DA8">
        <w:t xml:space="preserve"> w</w:t>
      </w:r>
      <w:r w:rsidR="00650225">
        <w:t> </w:t>
      </w:r>
      <w:r w:rsidRPr="00390DA8">
        <w:t>postaci elektronicznej,</w:t>
      </w:r>
      <w:r w:rsidR="00650225" w:rsidRPr="00390DA8">
        <w:t xml:space="preserve"> a</w:t>
      </w:r>
      <w:r w:rsidR="00650225">
        <w:t> </w:t>
      </w:r>
      <w:r w:rsidRPr="00390DA8">
        <w:t xml:space="preserve">po jego wydaniu </w:t>
      </w:r>
      <w:r>
        <w:t xml:space="preserve">kierownik budowy lub inwestor </w:t>
      </w:r>
      <w:r w:rsidRPr="00390DA8">
        <w:t xml:space="preserve">zamyka </w:t>
      </w:r>
      <w:r w:rsidR="003F2E09">
        <w:t xml:space="preserve">wpisem </w:t>
      </w:r>
      <w:r w:rsidRPr="00390DA8">
        <w:t>dziennik budowy</w:t>
      </w:r>
      <w:r w:rsidR="00650225" w:rsidRPr="00390DA8">
        <w:t xml:space="preserve"> w</w:t>
      </w:r>
      <w:r w:rsidR="00650225">
        <w:t> </w:t>
      </w:r>
      <w:r w:rsidRPr="00390DA8">
        <w:t>postaci papierowej.</w:t>
      </w:r>
    </w:p>
    <w:p w14:paraId="362CA1D6" w14:textId="6F5953DF" w:rsidR="00E81036" w:rsidRPr="00390DA8" w:rsidRDefault="00E81036" w:rsidP="00E81036">
      <w:pPr>
        <w:pStyle w:val="ZUSTzmustartykuempunktem"/>
      </w:pPr>
      <w:r w:rsidRPr="00390DA8">
        <w:t xml:space="preserve">3. Dziennik budowy </w:t>
      </w:r>
      <w:r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 może być kontynuowany tylko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134DA254" w14:textId="2AEC750A" w:rsidR="00956AC7" w:rsidRDefault="00956AC7" w:rsidP="00956AC7">
      <w:pPr>
        <w:pStyle w:val="ZARTzmartartykuempunktem"/>
      </w:pPr>
      <w:bookmarkStart w:id="12" w:name="_Hlk40362342"/>
      <w:r>
        <w:t>Art. 47l. 1. W przypadku zakończenia robót budowlanych kierownik budowy zamyka wpisem dziennik budowy.</w:t>
      </w:r>
    </w:p>
    <w:p w14:paraId="24592604" w14:textId="268C002C" w:rsidR="00956AC7" w:rsidRDefault="00956AC7" w:rsidP="00956AC7">
      <w:pPr>
        <w:pStyle w:val="ZUSTzmustartykuempunktem"/>
      </w:pPr>
      <w:r>
        <w:t>2. Zamknięcie dziennika budowy prowadzonego</w:t>
      </w:r>
      <w:r w:rsidR="00CE7733">
        <w:t xml:space="preserve"> w </w:t>
      </w:r>
      <w:r>
        <w:t>postaci elektronicznej następuje poprzez nadanie mu</w:t>
      </w:r>
      <w:r w:rsidR="00CE7733">
        <w:t xml:space="preserve"> w </w:t>
      </w:r>
      <w:r w:rsidRPr="00CC5A82">
        <w:t>systemie EDB</w:t>
      </w:r>
      <w:r>
        <w:t xml:space="preserve"> statusu </w:t>
      </w:r>
      <w:r w:rsidR="00576C4C">
        <w:t>„</w:t>
      </w:r>
      <w:r>
        <w:t>zamknięty</w:t>
      </w:r>
      <w:r w:rsidR="00311234">
        <w:t>”</w:t>
      </w:r>
      <w:r>
        <w:t>.</w:t>
      </w:r>
    </w:p>
    <w:p w14:paraId="0B143575" w14:textId="6B16F9D4" w:rsidR="00956AC7" w:rsidRDefault="00956AC7" w:rsidP="00956AC7">
      <w:pPr>
        <w:pStyle w:val="ZUSTzmustartykuempunktem"/>
      </w:pPr>
      <w:r>
        <w:t>3</w:t>
      </w:r>
      <w:r w:rsidRPr="00F93B22">
        <w:t>.</w:t>
      </w:r>
      <w:r w:rsidR="00CE7733" w:rsidRPr="00F93B22">
        <w:t xml:space="preserve"> W</w:t>
      </w:r>
      <w:r w:rsidR="00CE7733">
        <w:t> </w:t>
      </w:r>
      <w:r w:rsidRPr="00F93B22">
        <w:t>przypadku konieczności kontynuowania robót budowlanych po zamknięciu dziennika budowy</w:t>
      </w:r>
      <w:r w:rsidR="00CE7733">
        <w:t xml:space="preserve"> w </w:t>
      </w:r>
      <w:r>
        <w:t>postaci elektronicznej</w:t>
      </w:r>
      <w:r w:rsidRPr="00F93B22">
        <w:t xml:space="preserve"> inwestor może</w:t>
      </w:r>
      <w:r w:rsidR="00CE7733" w:rsidRPr="00F93B22">
        <w:t xml:space="preserve"> </w:t>
      </w:r>
      <w:r w:rsidR="00CE7733">
        <w:t>w </w:t>
      </w:r>
      <w:r>
        <w:t xml:space="preserve">systemie EDB </w:t>
      </w:r>
      <w:r w:rsidRPr="00F93B22">
        <w:t xml:space="preserve">ponownie nadać kierownikowi budowy uprawnienia do dokonywania wpisów. </w:t>
      </w:r>
    </w:p>
    <w:p w14:paraId="2153805B" w14:textId="2F891B2A" w:rsidR="00956AC7" w:rsidRDefault="00956AC7" w:rsidP="00956AC7">
      <w:pPr>
        <w:pStyle w:val="ZUSTzmustartykuempunktem"/>
      </w:pPr>
      <w:r>
        <w:t>4.</w:t>
      </w:r>
      <w:r w:rsidR="00CE7733">
        <w:t xml:space="preserve"> </w:t>
      </w:r>
      <w:r w:rsidR="00CE7733" w:rsidRPr="00F93B22">
        <w:t>W</w:t>
      </w:r>
      <w:r w:rsidR="00CE7733">
        <w:t> </w:t>
      </w:r>
      <w:r w:rsidRPr="00F93B22">
        <w:t xml:space="preserve">przypadku </w:t>
      </w:r>
      <w:r>
        <w:t>dokonania zawiadomienia</w:t>
      </w:r>
      <w:r w:rsidR="00CE7733">
        <w:t xml:space="preserve"> o </w:t>
      </w:r>
      <w:r>
        <w:t>zakończeniu budowy lub złożenia wniosku</w:t>
      </w:r>
      <w:r w:rsidR="00CE7733">
        <w:t xml:space="preserve"> o </w:t>
      </w:r>
      <w:r>
        <w:t xml:space="preserve">udzielenie pozwolenia na użytkowanie, </w:t>
      </w:r>
      <w:r w:rsidRPr="00F93B22">
        <w:t>ponowne nadanie uprawnień</w:t>
      </w:r>
      <w:r>
        <w:t>,</w:t>
      </w:r>
      <w:r w:rsidR="00CE7733">
        <w:t xml:space="preserve"> </w:t>
      </w:r>
      <w:r w:rsidR="00CE7733">
        <w:lastRenderedPageBreak/>
        <w:t>o </w:t>
      </w:r>
      <w:r>
        <w:t>których mowa</w:t>
      </w:r>
      <w:r w:rsidR="00CE7733" w:rsidRPr="00F93B22">
        <w:t xml:space="preserve"> </w:t>
      </w:r>
      <w:r w:rsidR="00CE7733">
        <w:t>w ust. </w:t>
      </w:r>
      <w:r>
        <w:t xml:space="preserve">4, </w:t>
      </w:r>
      <w:r w:rsidRPr="00F93B22">
        <w:t>przez inwestora</w:t>
      </w:r>
      <w:r w:rsidR="00CE7733" w:rsidRPr="00C227DF">
        <w:t xml:space="preserve"> </w:t>
      </w:r>
      <w:r w:rsidR="00CE7733">
        <w:t>w </w:t>
      </w:r>
      <w:r>
        <w:t>systemie EDB</w:t>
      </w:r>
      <w:r w:rsidRPr="00F93B22">
        <w:t xml:space="preserve"> umożliwia właściwy organ </w:t>
      </w:r>
      <w:r>
        <w:t>nadzoru budowlanego</w:t>
      </w:r>
      <w:r w:rsidRPr="00F93B22">
        <w:t>.</w:t>
      </w:r>
    </w:p>
    <w:p w14:paraId="1B6FD50A" w14:textId="71EED457" w:rsidR="00956AC7" w:rsidRDefault="00956AC7" w:rsidP="00956AC7">
      <w:pPr>
        <w:pStyle w:val="ZUSTzmustartykuempunktem"/>
      </w:pPr>
      <w:r>
        <w:t>5.</w:t>
      </w:r>
      <w:r w:rsidR="00CE7733">
        <w:t xml:space="preserve"> </w:t>
      </w:r>
      <w:r w:rsidR="00CE7733" w:rsidRPr="00F93B22">
        <w:t>W</w:t>
      </w:r>
      <w:r w:rsidR="00CE7733">
        <w:t> </w:t>
      </w:r>
      <w:r w:rsidRPr="00F93B22">
        <w:t xml:space="preserve">przypadku </w:t>
      </w:r>
      <w:r>
        <w:t>przyjęcia zawiadomienia</w:t>
      </w:r>
      <w:r w:rsidR="00CE7733">
        <w:t xml:space="preserve"> o </w:t>
      </w:r>
      <w:r>
        <w:t xml:space="preserve">zakończeniu budowy bez sprzeciwu albo wydania pozwolenia na użytkowanie </w:t>
      </w:r>
      <w:r w:rsidRPr="00F93B22">
        <w:t xml:space="preserve">właściwy organ </w:t>
      </w:r>
      <w:r>
        <w:t>nadzoru budowlanego</w:t>
      </w:r>
      <w:r w:rsidR="00CE7733">
        <w:t xml:space="preserve"> w </w:t>
      </w:r>
      <w:r>
        <w:t xml:space="preserve">systemie EDB </w:t>
      </w:r>
      <w:r w:rsidRPr="00F93B22">
        <w:t>nada</w:t>
      </w:r>
      <w:r>
        <w:t xml:space="preserve">je dziennikowi budowy status </w:t>
      </w:r>
      <w:r w:rsidR="00576C4C">
        <w:t>„</w:t>
      </w:r>
      <w:r>
        <w:t>oddany do użytkowania</w:t>
      </w:r>
      <w:r w:rsidR="00311234">
        <w:t>”</w:t>
      </w:r>
      <w:r w:rsidRPr="00F93B22">
        <w:t>.</w:t>
      </w:r>
    </w:p>
    <w:p w14:paraId="0A130925" w14:textId="0CAB755F" w:rsidR="000F4928" w:rsidRDefault="00956AC7" w:rsidP="00956AC7">
      <w:pPr>
        <w:pStyle w:val="ZUSTzmustartykuempunktem"/>
      </w:pPr>
      <w:r>
        <w:t>6. Przepisów</w:t>
      </w:r>
      <w:r w:rsidR="00CE7733">
        <w:t xml:space="preserve"> ust. </w:t>
      </w:r>
      <w:r>
        <w:t xml:space="preserve">1, </w:t>
      </w:r>
      <w:r w:rsidR="00CE7733">
        <w:t>2 i 5 </w:t>
      </w:r>
      <w:r>
        <w:t>nie stosuje się</w:t>
      </w:r>
      <w:r w:rsidR="00CE7733">
        <w:t xml:space="preserve"> w </w:t>
      </w:r>
      <w:r>
        <w:t>przypadku,</w:t>
      </w:r>
      <w:r w:rsidR="00CE7733">
        <w:t xml:space="preserve"> o </w:t>
      </w:r>
      <w:r>
        <w:t>którym mowa</w:t>
      </w:r>
      <w:r w:rsidR="00CE7733">
        <w:t xml:space="preserve"> w art. </w:t>
      </w:r>
      <w:r>
        <w:t>5</w:t>
      </w:r>
      <w:r w:rsidR="00CE7733">
        <w:t>5 ust. 1 pkt </w:t>
      </w:r>
      <w:r>
        <w:t>3.</w:t>
      </w:r>
    </w:p>
    <w:p w14:paraId="69495D7D" w14:textId="1E63CA5C" w:rsidR="00E81036" w:rsidRPr="00390DA8" w:rsidRDefault="00E81036" w:rsidP="00EE78CA">
      <w:pPr>
        <w:pStyle w:val="ZARTzmartartykuempunktem"/>
      </w:pPr>
      <w:r w:rsidRPr="00390DA8">
        <w:t>Art. 47</w:t>
      </w:r>
      <w:r w:rsidR="00956AC7">
        <w:t>m</w:t>
      </w:r>
      <w:r w:rsidRPr="00390DA8">
        <w:t xml:space="preserve">. 1. </w:t>
      </w:r>
      <w:r w:rsidR="00084416" w:rsidRPr="00390DA8">
        <w:t>System</w:t>
      </w:r>
      <w:r w:rsidR="00084416" w:rsidRPr="00084416">
        <w:t xml:space="preserve"> EDB </w:t>
      </w:r>
      <w:r w:rsidR="00084416">
        <w:t>służy do w</w:t>
      </w:r>
      <w:r w:rsidRPr="00390DA8">
        <w:t>ydani</w:t>
      </w:r>
      <w:r w:rsidR="00084416">
        <w:t>a</w:t>
      </w:r>
      <w:r w:rsidRPr="00390DA8">
        <w:t xml:space="preserve"> oraz </w:t>
      </w:r>
      <w:r w:rsidR="00084416" w:rsidRPr="00390DA8">
        <w:t>prowadzeni</w:t>
      </w:r>
      <w:r w:rsidR="00084416">
        <w:t>a</w:t>
      </w:r>
      <w:r w:rsidR="00084416" w:rsidRPr="00390DA8">
        <w:t xml:space="preserve"> </w:t>
      </w:r>
      <w:r w:rsidR="00A92CCB" w:rsidRPr="00390DA8">
        <w:t>dziennik</w:t>
      </w:r>
      <w:r w:rsidR="00A92CCB">
        <w:t>ów</w:t>
      </w:r>
      <w:r w:rsidR="00A92CCB" w:rsidRPr="00390DA8">
        <w:t xml:space="preserve"> </w:t>
      </w:r>
      <w:r w:rsidRPr="00390DA8">
        <w:t>budowy</w:t>
      </w:r>
      <w:r w:rsidR="00650225" w:rsidRPr="00390DA8">
        <w:t xml:space="preserve"> w</w:t>
      </w:r>
      <w:r w:rsidR="00650225">
        <w:t> </w:t>
      </w:r>
      <w:bookmarkStart w:id="13" w:name="_Hlk40266247"/>
      <w:r w:rsidRPr="00390DA8">
        <w:t>postaci elektronicznej</w:t>
      </w:r>
      <w:bookmarkEnd w:id="13"/>
      <w:r w:rsidRPr="00390DA8">
        <w:t>.</w:t>
      </w:r>
    </w:p>
    <w:p w14:paraId="3E9480F1" w14:textId="3C51269D" w:rsidR="00E81036" w:rsidRDefault="00E81036">
      <w:pPr>
        <w:pStyle w:val="ZUSTzmustartykuempunktem"/>
      </w:pPr>
      <w:bookmarkStart w:id="14" w:name="_Hlk59104039"/>
      <w:bookmarkEnd w:id="12"/>
      <w:r w:rsidRPr="00390DA8">
        <w:t xml:space="preserve">2. Adres strony internetowej, która zapewnia dostęp do systemu EDB, </w:t>
      </w:r>
      <w:r>
        <w:t xml:space="preserve">Główny Inspektor Nadzoru Budowlanego </w:t>
      </w:r>
      <w:r w:rsidR="00D206A0" w:rsidRPr="00D206A0">
        <w:t>udostępnia</w:t>
      </w:r>
      <w:r w:rsidR="00CA7B6D" w:rsidRPr="00D206A0">
        <w:t xml:space="preserve"> w</w:t>
      </w:r>
      <w:r w:rsidR="00CA7B6D">
        <w:t> </w:t>
      </w:r>
      <w:r w:rsidR="00D206A0" w:rsidRPr="00D206A0">
        <w:t>Biuletynie Informacji Publicznej na stronie podmiotowej obsługującego go urzędu</w:t>
      </w:r>
      <w:r w:rsidRPr="00390DA8">
        <w:t>.</w:t>
      </w:r>
    </w:p>
    <w:p w14:paraId="6223730B" w14:textId="7FFF1DA6" w:rsidR="00E81036" w:rsidRPr="00390DA8" w:rsidRDefault="00E81036" w:rsidP="00E81036">
      <w:pPr>
        <w:pStyle w:val="ZUSTzmustartykuempunktem"/>
      </w:pPr>
      <w:r>
        <w:t>3. System EDB jest systemem teleinformatycznym</w:t>
      </w:r>
      <w:r w:rsidR="00650225">
        <w:t xml:space="preserve"> </w:t>
      </w:r>
      <w:r w:rsidR="00650225" w:rsidRPr="00EE2B06">
        <w:t>w</w:t>
      </w:r>
      <w:r w:rsidR="00650225">
        <w:t> </w:t>
      </w:r>
      <w:r w:rsidRPr="00EE2B06">
        <w:t>rozumieniu</w:t>
      </w:r>
      <w:r w:rsidR="00CE7733">
        <w:t xml:space="preserve"> art. </w:t>
      </w:r>
      <w:r w:rsidR="00CE7733" w:rsidRPr="00EE2B06">
        <w:t>3</w:t>
      </w:r>
      <w:r w:rsidR="00CE7733">
        <w:t xml:space="preserve"> pkt </w:t>
      </w:r>
      <w:r w:rsidR="00650225" w:rsidRPr="00EE2B06">
        <w:t>3</w:t>
      </w:r>
      <w:r w:rsidR="00650225">
        <w:t> </w:t>
      </w:r>
      <w:r w:rsidRPr="00EE2B06">
        <w:t>ustawy</w:t>
      </w:r>
      <w:r w:rsidR="00650225" w:rsidRPr="00EE2B06">
        <w:t xml:space="preserve"> z</w:t>
      </w:r>
      <w:r w:rsidR="00650225">
        <w:t> </w:t>
      </w:r>
      <w:r w:rsidRPr="00EE2B06">
        <w:t>dnia 1</w:t>
      </w:r>
      <w:r w:rsidR="00650225" w:rsidRPr="00EE2B06">
        <w:t>7</w:t>
      </w:r>
      <w:r w:rsidR="00650225">
        <w:t> </w:t>
      </w:r>
      <w:r w:rsidRPr="00EE2B06">
        <w:t>lutego 200</w:t>
      </w:r>
      <w:r w:rsidR="00650225" w:rsidRPr="00EE2B06">
        <w:t>5</w:t>
      </w:r>
      <w:r w:rsidR="00650225">
        <w:t> </w:t>
      </w:r>
      <w:r w:rsidRPr="00EE2B06">
        <w:t>r.</w:t>
      </w:r>
      <w:r w:rsidR="00650225" w:rsidRPr="00EE2B06">
        <w:t xml:space="preserve"> o</w:t>
      </w:r>
      <w:r w:rsidR="00650225">
        <w:t> </w:t>
      </w:r>
      <w:r w:rsidRPr="00EE2B06">
        <w:t>informatyzacji działalności podmiotów realizujących zadania publiczne</w:t>
      </w:r>
      <w:r>
        <w:t>.</w:t>
      </w:r>
    </w:p>
    <w:p w14:paraId="1E7A20BC" w14:textId="53623342" w:rsidR="00E81036" w:rsidRDefault="008329F2" w:rsidP="00E81036">
      <w:pPr>
        <w:pStyle w:val="ZUSTzmustartykuempunktem"/>
      </w:pPr>
      <w:r>
        <w:t>4</w:t>
      </w:r>
      <w:r w:rsidR="00E81036" w:rsidRPr="00916D86">
        <w:t>. System EDB zawiera zabezpieczenia uniemożliwiające zmianę wprowadzonych danych</w:t>
      </w:r>
      <w:r w:rsidR="00650225" w:rsidRPr="00916D86">
        <w:t xml:space="preserve"> </w:t>
      </w:r>
      <w:r w:rsidR="00E81036" w:rsidRPr="00916D86">
        <w:t>oraz utratę tych danych</w:t>
      </w:r>
      <w:r w:rsidR="00650225" w:rsidRPr="00916D86">
        <w:t xml:space="preserve"> i</w:t>
      </w:r>
      <w:r w:rsidR="00650225">
        <w:t> </w:t>
      </w:r>
      <w:r w:rsidR="00E81036" w:rsidRPr="00916D86">
        <w:t>wpisów.</w:t>
      </w:r>
    </w:p>
    <w:p w14:paraId="4E4684CB" w14:textId="784C4D2C" w:rsidR="00E81036" w:rsidRDefault="00EE37B8" w:rsidP="00E81036">
      <w:pPr>
        <w:pStyle w:val="ZUSTzmustartykuempunktem"/>
      </w:pPr>
      <w:r>
        <w:t>5</w:t>
      </w:r>
      <w:r w:rsidR="00E81036" w:rsidRPr="00916D86">
        <w:t>. System EDB zapewnia rozliczalność wprowadzonych danych</w:t>
      </w:r>
      <w:r w:rsidR="00650225" w:rsidRPr="00916D86">
        <w:t xml:space="preserve"> i</w:t>
      </w:r>
      <w:r w:rsidR="00650225">
        <w:t> </w:t>
      </w:r>
      <w:r w:rsidR="00E81036" w:rsidRPr="00916D86">
        <w:t>dokonanych wpisów oraz dostępność</w:t>
      </w:r>
      <w:r w:rsidR="00CE7733">
        <w:t xml:space="preserve"> i </w:t>
      </w:r>
      <w:r w:rsidR="006679F2">
        <w:t>integralność</w:t>
      </w:r>
      <w:r w:rsidR="00E81036" w:rsidRPr="00916D86">
        <w:t xml:space="preserve"> tych danych</w:t>
      </w:r>
      <w:r w:rsidR="00650225" w:rsidRPr="00916D86">
        <w:t xml:space="preserve"> i</w:t>
      </w:r>
      <w:r w:rsidR="00650225">
        <w:t> </w:t>
      </w:r>
      <w:r w:rsidR="00E81036" w:rsidRPr="00916D86">
        <w:t>wpisów</w:t>
      </w:r>
      <w:r w:rsidR="00E81036">
        <w:t>.</w:t>
      </w:r>
    </w:p>
    <w:p w14:paraId="22397C6F" w14:textId="41B4991F" w:rsidR="00F67CED" w:rsidRDefault="00F67CED" w:rsidP="00E81036">
      <w:pPr>
        <w:pStyle w:val="ZUSTzmustartykuempunktem"/>
      </w:pPr>
      <w:r w:rsidRPr="00F67CED">
        <w:t>6. System EDB w zakresie postępowania z dokumentacją w postaci elektronicznej spełnia warunki określone w przepisach o narodowym zasobie archiwalnym i archiwach</w:t>
      </w:r>
      <w:r>
        <w:t>.</w:t>
      </w:r>
    </w:p>
    <w:p w14:paraId="026137F1" w14:textId="238C0E61" w:rsidR="00E81036" w:rsidRDefault="00E81036" w:rsidP="004F502B">
      <w:pPr>
        <w:pStyle w:val="ZARTzmartartykuempunktem"/>
      </w:pPr>
      <w:r w:rsidRPr="00390DA8">
        <w:t>Art. 47</w:t>
      </w:r>
      <w:r w:rsidR="00956AC7">
        <w:t>n</w:t>
      </w:r>
      <w:r w:rsidRPr="00390DA8">
        <w:t>.</w:t>
      </w:r>
      <w:r w:rsidR="00650225" w:rsidRPr="00390DA8">
        <w:t xml:space="preserve"> </w:t>
      </w:r>
      <w:r w:rsidR="00AE1BE1">
        <w:t xml:space="preserve">1. </w:t>
      </w:r>
      <w:r w:rsidR="00650225" w:rsidRPr="00390DA8">
        <w:t>W</w:t>
      </w:r>
      <w:r w:rsidR="00650225">
        <w:t> </w:t>
      </w:r>
      <w:r w:rsidRPr="00390DA8">
        <w:t xml:space="preserve">celu </w:t>
      </w:r>
      <w:r>
        <w:t>w</w:t>
      </w:r>
      <w:r w:rsidRPr="00962C38">
        <w:t>ystąpieni</w:t>
      </w:r>
      <w:r>
        <w:t>a</w:t>
      </w:r>
      <w:r w:rsidR="00650225" w:rsidRPr="00962C38">
        <w:t xml:space="preserve"> o</w:t>
      </w:r>
      <w:r w:rsidR="00650225">
        <w:t> </w:t>
      </w:r>
      <w:r w:rsidRPr="00962C38">
        <w:t>wydanie dziennika budowy prowadzonego</w:t>
      </w:r>
      <w:r w:rsidR="00650225" w:rsidRPr="00962C38">
        <w:t xml:space="preserve"> w</w:t>
      </w:r>
      <w:r w:rsidR="00650225">
        <w:t> </w:t>
      </w:r>
      <w:r w:rsidRPr="00962C38">
        <w:t>postaci elektronicznej</w:t>
      </w:r>
      <w:r>
        <w:t xml:space="preserve"> oraz </w:t>
      </w:r>
      <w:r w:rsidRPr="00390DA8">
        <w:t>dokonania wpisu</w:t>
      </w:r>
      <w:r w:rsidR="00650225" w:rsidRPr="00390DA8">
        <w:t xml:space="preserve"> w</w:t>
      </w:r>
      <w:r w:rsidR="00650225">
        <w:t> </w:t>
      </w:r>
      <w:r w:rsidRPr="00390DA8">
        <w:t xml:space="preserve">dzienniku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</w:t>
      </w:r>
      <w:r>
        <w:t>,</w:t>
      </w:r>
      <w:r w:rsidRPr="00390DA8">
        <w:t xml:space="preserve"> </w:t>
      </w:r>
      <w:r>
        <w:t xml:space="preserve">inwestor oraz </w:t>
      </w:r>
      <w:r w:rsidRPr="00390DA8">
        <w:t xml:space="preserve">osoby uprawnione do dokonania wpisu </w:t>
      </w:r>
      <w:r>
        <w:t>zakładają konto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systemie EDB.</w:t>
      </w:r>
    </w:p>
    <w:p w14:paraId="55062906" w14:textId="7FC108C1" w:rsidR="00AE1BE1" w:rsidRPr="00AE1BE1" w:rsidRDefault="00AE1BE1" w:rsidP="00AE1BE1">
      <w:pPr>
        <w:pStyle w:val="ZUSTzmustartykuempunktem"/>
      </w:pPr>
      <w:r>
        <w:t>2.</w:t>
      </w:r>
      <w:r w:rsidR="00CE7733">
        <w:t xml:space="preserve"> </w:t>
      </w:r>
      <w:r w:rsidR="00CE7733" w:rsidRPr="00AE1BE1">
        <w:t>W</w:t>
      </w:r>
      <w:r w:rsidR="00CE7733">
        <w:t> </w:t>
      </w:r>
      <w:r w:rsidRPr="00AE1BE1">
        <w:t xml:space="preserve">celu </w:t>
      </w:r>
      <w:r>
        <w:t>założenia konta</w:t>
      </w:r>
      <w:r w:rsidR="00CE7733">
        <w:t xml:space="preserve"> w </w:t>
      </w:r>
      <w:r>
        <w:t>systemie EDB</w:t>
      </w:r>
      <w:r w:rsidRPr="00AE1BE1">
        <w:t xml:space="preserve"> należy wskazać:</w:t>
      </w:r>
    </w:p>
    <w:p w14:paraId="6860BBCB" w14:textId="37960737" w:rsidR="00AE1BE1" w:rsidRPr="00AE1BE1" w:rsidRDefault="00AE1BE1" w:rsidP="00EE78CA">
      <w:pPr>
        <w:pStyle w:val="ZPKTzmpktartykuempunktem"/>
      </w:pPr>
      <w:r w:rsidRPr="00AE1BE1">
        <w:t>1)</w:t>
      </w:r>
      <w:r w:rsidRPr="00AE1BE1">
        <w:tab/>
        <w:t xml:space="preserve">imię; </w:t>
      </w:r>
    </w:p>
    <w:p w14:paraId="62115B2C" w14:textId="77777777" w:rsidR="00AE1BE1" w:rsidRPr="00AE1BE1" w:rsidRDefault="00AE1BE1" w:rsidP="00EE78CA">
      <w:pPr>
        <w:pStyle w:val="ZPKTzmpktartykuempunktem"/>
      </w:pPr>
      <w:r w:rsidRPr="00AE1BE1">
        <w:t>2)</w:t>
      </w:r>
      <w:r w:rsidRPr="00AE1BE1">
        <w:tab/>
        <w:t>nazwisko;</w:t>
      </w:r>
    </w:p>
    <w:p w14:paraId="46584472" w14:textId="019FADB6" w:rsidR="00AE1BE1" w:rsidRPr="00390DA8" w:rsidRDefault="00AE1BE1" w:rsidP="00EE78CA">
      <w:pPr>
        <w:pStyle w:val="ZPKTzmpktartykuempunktem"/>
      </w:pPr>
      <w:r w:rsidRPr="00AE1BE1">
        <w:t>3)</w:t>
      </w:r>
      <w:r w:rsidRPr="00AE1BE1">
        <w:tab/>
        <w:t>e</w:t>
      </w:r>
      <w:r w:rsidR="00CE7733">
        <w:softHyphen/>
      </w:r>
      <w:r w:rsidR="00CE7733">
        <w:noBreakHyphen/>
      </w:r>
      <w:r w:rsidRPr="00AE1BE1">
        <w:t>mail.</w:t>
      </w:r>
    </w:p>
    <w:p w14:paraId="145930B1" w14:textId="7039420B" w:rsidR="00AE1BE1" w:rsidRPr="001E372C" w:rsidRDefault="00AE1BE1" w:rsidP="00AE1BE1">
      <w:pPr>
        <w:pStyle w:val="ZUSTzmustartykuempunktem"/>
      </w:pPr>
      <w:r>
        <w:t>3</w:t>
      </w:r>
      <w:r w:rsidRPr="001E372C">
        <w:t>. Osoba, która założyła konto</w:t>
      </w:r>
      <w:r w:rsidR="00CE7733" w:rsidRPr="001E372C">
        <w:t xml:space="preserve"> w</w:t>
      </w:r>
      <w:r w:rsidR="00CE7733">
        <w:t> </w:t>
      </w:r>
      <w:r>
        <w:t>systemie EDB</w:t>
      </w:r>
      <w:r w:rsidRPr="001E372C">
        <w:t xml:space="preserve">, </w:t>
      </w:r>
      <w:r w:rsidR="00E12619">
        <w:t xml:space="preserve">staje </w:t>
      </w:r>
      <w:r w:rsidRPr="001E372C">
        <w:t xml:space="preserve">się wyłącznym użytkownikiem </w:t>
      </w:r>
      <w:r w:rsidR="008329F2">
        <w:t xml:space="preserve">tego </w:t>
      </w:r>
      <w:r w:rsidRPr="001E372C">
        <w:t xml:space="preserve">konta. </w:t>
      </w:r>
      <w:r>
        <w:t xml:space="preserve">System EDB </w:t>
      </w:r>
      <w:r w:rsidRPr="001E372C">
        <w:t>zabezpiecza konto przed dostępem osób trzecich.</w:t>
      </w:r>
    </w:p>
    <w:p w14:paraId="66ABC402" w14:textId="444CD998" w:rsidR="00E81036" w:rsidRPr="004F502B" w:rsidRDefault="00E81036" w:rsidP="00EE78CA">
      <w:pPr>
        <w:pStyle w:val="ZARTzmartartykuempunktem"/>
      </w:pPr>
      <w:r w:rsidRPr="004F502B">
        <w:lastRenderedPageBreak/>
        <w:t>Art. 47</w:t>
      </w:r>
      <w:r w:rsidR="00956AC7">
        <w:t>o</w:t>
      </w:r>
      <w:r w:rsidRPr="004F502B">
        <w:t>. 1.</w:t>
      </w:r>
      <w:r w:rsidR="00650225" w:rsidRPr="004F502B">
        <w:t xml:space="preserve"> W </w:t>
      </w:r>
      <w:r w:rsidRPr="004F502B">
        <w:t>przypadku prowadzenia dziennika budowy</w:t>
      </w:r>
      <w:r w:rsidR="00650225" w:rsidRPr="004F502B">
        <w:t xml:space="preserve"> w </w:t>
      </w:r>
      <w:r w:rsidRPr="004F502B">
        <w:t>postaci elektronicznej</w:t>
      </w:r>
      <w:r w:rsidR="00650225" w:rsidRPr="004F502B">
        <w:t xml:space="preserve"> w </w:t>
      </w:r>
      <w:r w:rsidRPr="004F502B">
        <w:t>celu zapewnienia dokonania</w:t>
      </w:r>
      <w:r w:rsidR="00650225" w:rsidRPr="004F502B">
        <w:t xml:space="preserve"> w </w:t>
      </w:r>
      <w:r w:rsidRPr="004F502B">
        <w:t>nim wpisów:</w:t>
      </w:r>
    </w:p>
    <w:p w14:paraId="668B680E" w14:textId="22B33287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>inwestor udostępnia ten dziennik</w:t>
      </w:r>
      <w:r w:rsidR="00650225" w:rsidRPr="00390DA8">
        <w:t xml:space="preserve"> w</w:t>
      </w:r>
      <w:r w:rsidR="00650225">
        <w:t> </w:t>
      </w:r>
      <w:r w:rsidRPr="00390DA8">
        <w:t>systemie EDB pozostałym uczestnikom procesu budowlanego</w:t>
      </w:r>
      <w:r w:rsidR="00650225" w:rsidRPr="00390DA8">
        <w:t xml:space="preserve"> i</w:t>
      </w:r>
      <w:r w:rsidR="00650225">
        <w:t> </w:t>
      </w:r>
      <w:r w:rsidRPr="00390DA8">
        <w:t>innym uprawnionym osobom;</w:t>
      </w:r>
    </w:p>
    <w:p w14:paraId="0D23BE13" w14:textId="2A2C0D59" w:rsidR="00E81036" w:rsidRPr="00390DA8" w:rsidRDefault="00E81036" w:rsidP="00D86756">
      <w:pPr>
        <w:pStyle w:val="ZPKTzmpktartykuempunktem"/>
        <w:keepNext/>
      </w:pPr>
      <w:r w:rsidRPr="00390DA8">
        <w:t>2)</w:t>
      </w:r>
      <w:r w:rsidRPr="00390DA8">
        <w:tab/>
        <w:t>kierownik budowy lub kierownik robót udostępnia ten dziennik</w:t>
      </w:r>
      <w:r w:rsidR="00650225" w:rsidRPr="00390DA8">
        <w:t xml:space="preserve"> w</w:t>
      </w:r>
      <w:r w:rsidR="00650225">
        <w:t> </w:t>
      </w:r>
      <w:r w:rsidRPr="00390DA8">
        <w:t>systemie EDB:</w:t>
      </w:r>
    </w:p>
    <w:p w14:paraId="2F3FA257" w14:textId="63AB860C" w:rsidR="00E81036" w:rsidRPr="00390DA8" w:rsidRDefault="00E81036" w:rsidP="00E81036">
      <w:pPr>
        <w:pStyle w:val="ZLITwPKTzmlitwpktartykuempunktem"/>
      </w:pPr>
      <w:r w:rsidRPr="00390DA8">
        <w:t>a)</w:t>
      </w:r>
      <w:r w:rsidRPr="00390DA8">
        <w:tab/>
      </w:r>
      <w:r w:rsidR="00794F85" w:rsidRPr="00794F85">
        <w:t>geode</w:t>
      </w:r>
      <w:r w:rsidR="00794F85">
        <w:t>cie</w:t>
      </w:r>
      <w:r w:rsidR="00794F85" w:rsidRPr="00794F85">
        <w:t xml:space="preserve"> </w:t>
      </w:r>
      <w:r w:rsidR="0059573E" w:rsidRPr="00794F85">
        <w:t>uprawnio</w:t>
      </w:r>
      <w:r w:rsidR="0059573E">
        <w:t>nemu</w:t>
      </w:r>
      <w:r w:rsidR="0059573E" w:rsidRPr="00794F85">
        <w:t xml:space="preserve"> wykonując</w:t>
      </w:r>
      <w:r w:rsidR="0059573E">
        <w:t xml:space="preserve">emu </w:t>
      </w:r>
      <w:r w:rsidR="009C2C0A" w:rsidRPr="00794F85">
        <w:t>na terenie budowy</w:t>
      </w:r>
      <w:r w:rsidR="00794F85" w:rsidRPr="00794F85">
        <w:t xml:space="preserve"> czynności geodezyjne</w:t>
      </w:r>
      <w:r w:rsidR="009C2C0A" w:rsidRPr="009C2C0A">
        <w:t xml:space="preserve"> na potrzeby budownictwa</w:t>
      </w:r>
      <w:r w:rsidRPr="00390DA8">
        <w:t>,</w:t>
      </w:r>
    </w:p>
    <w:p w14:paraId="3743A95D" w14:textId="77777777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</w:r>
      <w:r>
        <w:t xml:space="preserve">osobom </w:t>
      </w:r>
      <w:r w:rsidRPr="00390DA8">
        <w:t>uprawnionym do kontroli przestrzegania przepisów na terenie budowy.</w:t>
      </w:r>
    </w:p>
    <w:p w14:paraId="39C532BF" w14:textId="6CDBC0C4" w:rsidR="00E81036" w:rsidRDefault="00E81036" w:rsidP="00E81036">
      <w:pPr>
        <w:pStyle w:val="ZUSTzmustartykuempunktem"/>
      </w:pPr>
      <w:r w:rsidRPr="00390DA8">
        <w:t xml:space="preserve">2. </w:t>
      </w:r>
      <w:r>
        <w:t>System EDB zapewnia i</w:t>
      </w:r>
      <w:r w:rsidRPr="00390DA8">
        <w:t>nwestor</w:t>
      </w:r>
      <w:r>
        <w:t>owi</w:t>
      </w:r>
      <w:r w:rsidRPr="00390DA8">
        <w:t xml:space="preserve"> moż</w:t>
      </w:r>
      <w:r>
        <w:t>liwość</w:t>
      </w:r>
      <w:r w:rsidRPr="00390DA8">
        <w:t xml:space="preserve"> pozbawi</w:t>
      </w:r>
      <w:r>
        <w:t>enia</w:t>
      </w:r>
      <w:r w:rsidRPr="00390DA8">
        <w:t xml:space="preserve"> </w:t>
      </w:r>
      <w:r w:rsidR="00DD2C59" w:rsidRPr="00390DA8">
        <w:t>uczestnik</w:t>
      </w:r>
      <w:r w:rsidR="00DD2C59">
        <w:t xml:space="preserve">ów </w:t>
      </w:r>
      <w:r w:rsidR="00DD2C59" w:rsidRPr="00390DA8">
        <w:t xml:space="preserve">procesu budowlanego </w:t>
      </w:r>
      <w:r w:rsidRPr="00390DA8">
        <w:t xml:space="preserve">dostępu do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 .</w:t>
      </w:r>
    </w:p>
    <w:p w14:paraId="5D389AAF" w14:textId="3CFE1314" w:rsidR="00E81036" w:rsidRPr="00390DA8" w:rsidRDefault="00E81036" w:rsidP="00E81036">
      <w:pPr>
        <w:pStyle w:val="ZUSTzmustartykuempunktem"/>
      </w:pPr>
      <w:r>
        <w:t>3. Pozbawienie dostępu,</w:t>
      </w:r>
      <w:r w:rsidR="00650225">
        <w:t xml:space="preserve"> o </w:t>
      </w:r>
      <w:r>
        <w:t>którym mowa</w:t>
      </w:r>
      <w:r w:rsidR="00CE7733">
        <w:t xml:space="preserve"> w ust. </w:t>
      </w:r>
      <w:r>
        <w:t>2, nie może utrudniać lub uniemożliwiać uczestnikom procesu budowlanego wykonywania praw lub obowiązków wynikających</w:t>
      </w:r>
      <w:r w:rsidR="00650225">
        <w:t xml:space="preserve"> z </w:t>
      </w:r>
      <w:r w:rsidR="00FD20B2">
        <w:t>przepisów</w:t>
      </w:r>
      <w:r>
        <w:t>.</w:t>
      </w:r>
    </w:p>
    <w:p w14:paraId="16230E3D" w14:textId="3B9D2106" w:rsidR="008329F2" w:rsidRDefault="008329F2" w:rsidP="00576C4C">
      <w:pPr>
        <w:pStyle w:val="ZARTzmartartykuempunktem"/>
      </w:pPr>
      <w:r w:rsidRPr="00390DA8">
        <w:t>Art. 47</w:t>
      </w:r>
      <w:r w:rsidR="00956AC7">
        <w:t>p</w:t>
      </w:r>
      <w:r w:rsidRPr="00390DA8">
        <w:t>. Dostęp do systemu EDB następuje przez uwierzytelnienie</w:t>
      </w:r>
      <w:r w:rsidR="00CE7733" w:rsidRPr="00390DA8">
        <w:t xml:space="preserve"> </w:t>
      </w:r>
      <w:r w:rsidR="00CE7733">
        <w:t>i </w:t>
      </w:r>
      <w:r>
        <w:t xml:space="preserve">autoryzację </w:t>
      </w:r>
      <w:r w:rsidRPr="00390DA8">
        <w:t>osoby w</w:t>
      </w:r>
      <w:r>
        <w:t> </w:t>
      </w:r>
      <w:r w:rsidRPr="00390DA8">
        <w:t>tym systemie</w:t>
      </w:r>
      <w:r>
        <w:t xml:space="preserve"> za pośrednictwem konta</w:t>
      </w:r>
      <w:r w:rsidRPr="00390DA8">
        <w:t>.</w:t>
      </w:r>
    </w:p>
    <w:p w14:paraId="5F93087C" w14:textId="13A233DB" w:rsidR="00E81036" w:rsidRPr="00390DA8" w:rsidRDefault="00E81036" w:rsidP="00E81036">
      <w:pPr>
        <w:pStyle w:val="ZARTzmartartykuempunktem"/>
      </w:pPr>
      <w:r w:rsidRPr="00390DA8">
        <w:t xml:space="preserve">Art. </w:t>
      </w:r>
      <w:r w:rsidR="008329F2" w:rsidRPr="00390DA8">
        <w:t>47</w:t>
      </w:r>
      <w:r w:rsidR="00956AC7">
        <w:t>r</w:t>
      </w:r>
      <w:r w:rsidRPr="00390DA8">
        <w:t>. Główny Inspektor Nadzoru Budowlanego</w:t>
      </w:r>
      <w:r>
        <w:t xml:space="preserve"> </w:t>
      </w:r>
      <w:r w:rsidRPr="0009399C">
        <w:t>jest administratorem</w:t>
      </w:r>
      <w:r w:rsidR="00CE7733" w:rsidRPr="0009399C">
        <w:t xml:space="preserve"> </w:t>
      </w:r>
      <w:r w:rsidR="00CE7733">
        <w:t>w </w:t>
      </w:r>
      <w:r w:rsidR="00B36F77">
        <w:t xml:space="preserve">zakresie </w:t>
      </w:r>
      <w:r w:rsidRPr="0009399C">
        <w:t xml:space="preserve">danych </w:t>
      </w:r>
      <w:r w:rsidR="001538CE">
        <w:t>przetwarzanych</w:t>
      </w:r>
      <w:r w:rsidR="001538CE" w:rsidRPr="0009399C">
        <w:t xml:space="preserve"> </w:t>
      </w:r>
      <w:r w:rsidR="00650225" w:rsidRPr="0009399C">
        <w:t>w</w:t>
      </w:r>
      <w:r w:rsidR="00650225">
        <w:t> </w:t>
      </w:r>
      <w:r w:rsidRPr="0009399C">
        <w:t>systemie EDB oraz odpowiada za jego utrzymanie</w:t>
      </w:r>
      <w:r w:rsidR="00650225" w:rsidRPr="0009399C">
        <w:t xml:space="preserve"> i</w:t>
      </w:r>
      <w:r w:rsidR="00650225">
        <w:t> </w:t>
      </w:r>
      <w:r w:rsidRPr="0009399C">
        <w:t>rozwój</w:t>
      </w:r>
      <w:r w:rsidRPr="00390DA8">
        <w:t>.</w:t>
      </w:r>
    </w:p>
    <w:p w14:paraId="4DE75D13" w14:textId="08E0DA99" w:rsidR="008329F2" w:rsidRPr="008329F2" w:rsidRDefault="008329F2" w:rsidP="008329F2">
      <w:pPr>
        <w:pStyle w:val="ZARTzmartartykuempunktem"/>
      </w:pPr>
      <w:r>
        <w:t>Art. 47</w:t>
      </w:r>
      <w:r w:rsidR="00956AC7">
        <w:t>s</w:t>
      </w:r>
      <w:r w:rsidRPr="008329F2">
        <w:t>.</w:t>
      </w:r>
      <w:r w:rsidR="00CE7733" w:rsidRPr="008329F2">
        <w:t xml:space="preserve"> W</w:t>
      </w:r>
      <w:r w:rsidR="00CE7733">
        <w:t> </w:t>
      </w:r>
      <w:r w:rsidRPr="008329F2">
        <w:t>systemie EDB przechowywane są dane osobowe:</w:t>
      </w:r>
    </w:p>
    <w:p w14:paraId="3FEA8F00" w14:textId="471C40E0" w:rsidR="008329F2" w:rsidRPr="008329F2" w:rsidRDefault="008329F2" w:rsidP="008329F2">
      <w:pPr>
        <w:pStyle w:val="ZPKTzmpktartykuempunktem"/>
      </w:pPr>
      <w:r w:rsidRPr="008329F2">
        <w:t>1)</w:t>
      </w:r>
      <w:r w:rsidRPr="008329F2">
        <w:tab/>
        <w:t>użytkowników kont:</w:t>
      </w:r>
    </w:p>
    <w:p w14:paraId="247CB876" w14:textId="77777777" w:rsidR="008329F2" w:rsidRPr="008329F2" w:rsidRDefault="008329F2" w:rsidP="008329F2">
      <w:pPr>
        <w:pStyle w:val="ZLITwPKTzmlitwpktartykuempunktem"/>
      </w:pPr>
      <w:r w:rsidRPr="008329F2">
        <w:t>a)</w:t>
      </w:r>
      <w:r w:rsidRPr="008329F2">
        <w:tab/>
        <w:t>imię,</w:t>
      </w:r>
    </w:p>
    <w:p w14:paraId="5FBD48F4" w14:textId="77777777" w:rsidR="008329F2" w:rsidRPr="008329F2" w:rsidRDefault="008329F2" w:rsidP="008329F2">
      <w:pPr>
        <w:pStyle w:val="ZLITwPKTzmlitwpktartykuempunktem"/>
      </w:pPr>
      <w:r w:rsidRPr="008329F2">
        <w:t>b)</w:t>
      </w:r>
      <w:r w:rsidRPr="008329F2">
        <w:tab/>
        <w:t>nazwisko,</w:t>
      </w:r>
    </w:p>
    <w:p w14:paraId="7BA49A6B" w14:textId="213E7F58" w:rsidR="008329F2" w:rsidRPr="008329F2" w:rsidRDefault="008329F2" w:rsidP="008329F2">
      <w:pPr>
        <w:pStyle w:val="ZLITwPKTzmlitwpktartykuempunktem"/>
      </w:pPr>
      <w:r w:rsidRPr="008329F2">
        <w:t>c)</w:t>
      </w:r>
      <w:r w:rsidRPr="008329F2">
        <w:tab/>
        <w:t>e</w:t>
      </w:r>
      <w:r w:rsidR="00CE7733">
        <w:softHyphen/>
      </w:r>
      <w:r w:rsidR="00CE7733">
        <w:noBreakHyphen/>
      </w:r>
      <w:r w:rsidRPr="008329F2">
        <w:t>mail,</w:t>
      </w:r>
    </w:p>
    <w:p w14:paraId="74C4FCA5" w14:textId="72551200" w:rsidR="008329F2" w:rsidRPr="008329F2" w:rsidRDefault="008329F2" w:rsidP="008329F2">
      <w:pPr>
        <w:pStyle w:val="ZLITwPKTzmlitwpktartykuempunktem"/>
      </w:pPr>
      <w:r w:rsidRPr="008329F2">
        <w:t>d)</w:t>
      </w:r>
      <w:r w:rsidRPr="008329F2">
        <w:tab/>
        <w:t xml:space="preserve">numer telefonu </w:t>
      </w:r>
      <w:r w:rsidR="00855180" w:rsidRPr="00EE78CA">
        <w:t>–</w:t>
      </w:r>
      <w:r w:rsidRPr="008329F2">
        <w:t xml:space="preserve"> jeżeli został wskazany przez użytkownika konta,</w:t>
      </w:r>
    </w:p>
    <w:p w14:paraId="441D36DC" w14:textId="44A088B4" w:rsidR="008329F2" w:rsidRPr="008329F2" w:rsidRDefault="008329F2" w:rsidP="008329F2">
      <w:pPr>
        <w:pStyle w:val="ZLITwPKTzmlitwpktartykuempunktem"/>
      </w:pPr>
      <w:r w:rsidRPr="008329F2">
        <w:t>e)</w:t>
      </w:r>
      <w:r w:rsidRPr="008329F2">
        <w:tab/>
        <w:t xml:space="preserve">numer PESEL </w:t>
      </w:r>
      <w:r w:rsidR="00855180" w:rsidRPr="00EE78CA">
        <w:t>–</w:t>
      </w:r>
      <w:r w:rsidRPr="008329F2">
        <w:t xml:space="preserve"> jeżeli został wskazany </w:t>
      </w:r>
      <w:r w:rsidR="00DD2C59" w:rsidRPr="008329F2">
        <w:t xml:space="preserve">przez użytkownika konta </w:t>
      </w:r>
      <w:r w:rsidR="00DD2C59">
        <w:t>lub</w:t>
      </w:r>
      <w:r w:rsidR="00CE7733">
        <w:t xml:space="preserve"> </w:t>
      </w:r>
      <w:r w:rsidR="00CE7733" w:rsidRPr="008329F2">
        <w:t>w</w:t>
      </w:r>
      <w:r w:rsidR="00CE7733">
        <w:t> </w:t>
      </w:r>
      <w:r w:rsidRPr="008329F2">
        <w:t>ramach uwierzytelnienia;</w:t>
      </w:r>
    </w:p>
    <w:p w14:paraId="2FCE6592" w14:textId="6C59ABAF" w:rsidR="008329F2" w:rsidRPr="008329F2" w:rsidRDefault="008329F2" w:rsidP="008329F2">
      <w:pPr>
        <w:pStyle w:val="ZPKTzmpktartykuempunktem"/>
      </w:pPr>
      <w:r w:rsidRPr="008329F2">
        <w:t>2)</w:t>
      </w:r>
      <w:r w:rsidRPr="008329F2">
        <w:tab/>
        <w:t>znajdujące się w:</w:t>
      </w:r>
    </w:p>
    <w:p w14:paraId="1C1B6F1A" w14:textId="5DA94139" w:rsidR="008329F2" w:rsidRPr="008329F2" w:rsidRDefault="008329F2" w:rsidP="008329F2">
      <w:pPr>
        <w:pStyle w:val="ZLITwPKTzmlitwpktartykuempunktem"/>
      </w:pPr>
      <w:r w:rsidRPr="008329F2">
        <w:t>a)</w:t>
      </w:r>
      <w:r w:rsidRPr="008329F2">
        <w:tab/>
        <w:t>wpisach dokonanych</w:t>
      </w:r>
      <w:r w:rsidR="00CE7733" w:rsidRPr="008329F2">
        <w:t xml:space="preserve"> w</w:t>
      </w:r>
      <w:r w:rsidR="00CE7733">
        <w:t> </w:t>
      </w:r>
      <w:r w:rsidRPr="008329F2">
        <w:t>dziennikach budowy,</w:t>
      </w:r>
    </w:p>
    <w:p w14:paraId="638202D9" w14:textId="77777777" w:rsidR="008329F2" w:rsidRPr="008329F2" w:rsidRDefault="008329F2" w:rsidP="008329F2">
      <w:pPr>
        <w:pStyle w:val="ZLITwPKTzmlitwpktartykuempunktem"/>
      </w:pPr>
      <w:r w:rsidRPr="008329F2">
        <w:t>b)</w:t>
      </w:r>
      <w:r w:rsidRPr="008329F2">
        <w:tab/>
        <w:t>dokumentach załączonych do dzienników budowy,</w:t>
      </w:r>
    </w:p>
    <w:p w14:paraId="0DB426D6" w14:textId="77777777" w:rsidR="008329F2" w:rsidRDefault="008329F2" w:rsidP="008329F2">
      <w:pPr>
        <w:pStyle w:val="ZLITwPKTzmlitwpktartykuempunktem"/>
      </w:pPr>
      <w:r w:rsidRPr="008329F2">
        <w:t>c)</w:t>
      </w:r>
      <w:r w:rsidRPr="008329F2">
        <w:tab/>
        <w:t>dokumentach zapisanych na kontach użytkowników.</w:t>
      </w:r>
    </w:p>
    <w:p w14:paraId="32777C3A" w14:textId="3D67EB2E" w:rsidR="008329F2" w:rsidRDefault="008329F2" w:rsidP="008329F2">
      <w:pPr>
        <w:pStyle w:val="ZARTzmartartykuempunktem"/>
      </w:pPr>
      <w:r w:rsidRPr="00390DA8">
        <w:t>Art. 47</w:t>
      </w:r>
      <w:r w:rsidR="00956AC7">
        <w:t>t</w:t>
      </w:r>
      <w:r w:rsidRPr="00390DA8">
        <w:t xml:space="preserve">. </w:t>
      </w:r>
      <w:r>
        <w:t xml:space="preserve">1. </w:t>
      </w:r>
      <w:r w:rsidRPr="00390DA8">
        <w:t xml:space="preserve">System EDB zapewnia </w:t>
      </w:r>
      <w:r>
        <w:t>dostęp do</w:t>
      </w:r>
      <w:r w:rsidRPr="00390DA8">
        <w:t xml:space="preserve"> dziennik</w:t>
      </w:r>
      <w:r>
        <w:t>a</w:t>
      </w:r>
      <w:r w:rsidRPr="00390DA8">
        <w:t xml:space="preserve"> budowy </w:t>
      </w:r>
      <w:r>
        <w:t xml:space="preserve">prowadzonego </w:t>
      </w:r>
      <w:r w:rsidRPr="00390DA8">
        <w:t>w</w:t>
      </w:r>
      <w:r>
        <w:t> </w:t>
      </w:r>
      <w:r w:rsidRPr="00390DA8">
        <w:t xml:space="preserve">postaci elektronicznej przez okres </w:t>
      </w:r>
      <w:r>
        <w:t>prowadzenia robót budowlanych</w:t>
      </w:r>
      <w:r w:rsidRPr="00390DA8">
        <w:t>.</w:t>
      </w:r>
    </w:p>
    <w:p w14:paraId="2CE59137" w14:textId="02982ABF" w:rsidR="008329F2" w:rsidRDefault="008329F2" w:rsidP="008329F2">
      <w:pPr>
        <w:pStyle w:val="ZUSTzmustartykuempunktem"/>
      </w:pPr>
      <w:r>
        <w:lastRenderedPageBreak/>
        <w:t>2</w:t>
      </w:r>
      <w:r w:rsidRPr="000745BA">
        <w:t xml:space="preserve">. Po upływie </w:t>
      </w:r>
      <w:r>
        <w:t>2</w:t>
      </w:r>
      <w:r w:rsidR="00CE7733">
        <w:t>5 </w:t>
      </w:r>
      <w:r w:rsidRPr="000745BA">
        <w:t>lat od dnia</w:t>
      </w:r>
      <w:r>
        <w:t xml:space="preserve"> nadania statusu:</w:t>
      </w:r>
    </w:p>
    <w:p w14:paraId="7E00C424" w14:textId="1E74B474" w:rsidR="008329F2" w:rsidRDefault="008329F2" w:rsidP="008329F2">
      <w:pPr>
        <w:pStyle w:val="ZPKTzmpktartykuempunktem"/>
      </w:pPr>
      <w:r>
        <w:t>1)</w:t>
      </w:r>
      <w:r>
        <w:tab/>
      </w:r>
      <w:r w:rsidR="00576C4C">
        <w:t>„</w:t>
      </w:r>
      <w:r>
        <w:t>oddany do użytkowania</w:t>
      </w:r>
      <w:r w:rsidR="00311234">
        <w:t>”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>przypadku budowy,</w:t>
      </w:r>
    </w:p>
    <w:p w14:paraId="7E719F1F" w14:textId="4D75B463" w:rsidR="008329F2" w:rsidRDefault="008329F2" w:rsidP="008329F2">
      <w:pPr>
        <w:pStyle w:val="ZPKTzmpktartykuempunktem"/>
      </w:pPr>
      <w:r>
        <w:t>2)</w:t>
      </w:r>
      <w:r>
        <w:tab/>
      </w:r>
      <w:r w:rsidR="00576C4C">
        <w:t>„</w:t>
      </w:r>
      <w:r w:rsidRPr="00285640">
        <w:t>zamknięty</w:t>
      </w:r>
      <w:r w:rsidR="00311234">
        <w:t>”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 xml:space="preserve">przypadku robót budowlanych innych niż budowa </w:t>
      </w:r>
    </w:p>
    <w:p w14:paraId="67F266D0" w14:textId="78812C82" w:rsidR="008329F2" w:rsidRPr="00390DA8" w:rsidRDefault="00855180" w:rsidP="008329F2">
      <w:pPr>
        <w:pStyle w:val="ZCZWSPPKTzmczciwsppktartykuempunktem"/>
      </w:pPr>
      <w:r w:rsidRPr="00EE78CA">
        <w:t>–</w:t>
      </w:r>
      <w:r w:rsidR="008329F2" w:rsidRPr="000745BA">
        <w:t xml:space="preserve"> dane zgromadzone</w:t>
      </w:r>
      <w:r w:rsidR="00CE7733" w:rsidRPr="000745BA">
        <w:t xml:space="preserve"> w</w:t>
      </w:r>
      <w:r w:rsidR="00CE7733">
        <w:t> </w:t>
      </w:r>
      <w:r w:rsidR="008329F2" w:rsidRPr="000745BA">
        <w:t>systemie E</w:t>
      </w:r>
      <w:r w:rsidR="008329F2">
        <w:t>D</w:t>
      </w:r>
      <w:r w:rsidR="008329F2" w:rsidRPr="000745BA">
        <w:t>B dotyczące indywidualne</w:t>
      </w:r>
      <w:r w:rsidR="008329F2">
        <w:t xml:space="preserve">go dziennika </w:t>
      </w:r>
      <w:r w:rsidR="00F67CED">
        <w:t>mogą zostać usunięte, zgodnie z przepisami o narodowym zasobie archiwalnym i archiwach</w:t>
      </w:r>
      <w:r w:rsidR="008329F2" w:rsidRPr="000745BA">
        <w:t>.</w:t>
      </w:r>
    </w:p>
    <w:p w14:paraId="26B95FE1" w14:textId="4F55F82C" w:rsidR="00E81036" w:rsidRDefault="00E81036" w:rsidP="00D86756">
      <w:pPr>
        <w:pStyle w:val="ZARTzmartartykuempunktem"/>
        <w:keepNext/>
      </w:pPr>
      <w:r w:rsidRPr="00390DA8">
        <w:t xml:space="preserve">Art. </w:t>
      </w:r>
      <w:r w:rsidR="008329F2" w:rsidRPr="00390DA8">
        <w:t>47</w:t>
      </w:r>
      <w:r w:rsidR="00956AC7">
        <w:t>u</w:t>
      </w:r>
      <w:r w:rsidRPr="00390DA8">
        <w:t xml:space="preserve">. 1. </w:t>
      </w:r>
      <w:bookmarkStart w:id="15" w:name="_Hlk59179670"/>
      <w:r w:rsidRPr="00390DA8">
        <w:t>Organ</w:t>
      </w:r>
      <w:r>
        <w:t>om</w:t>
      </w:r>
      <w:r w:rsidRPr="00390DA8">
        <w:t xml:space="preserve"> </w:t>
      </w:r>
      <w:bookmarkStart w:id="16" w:name="_Hlk52973853"/>
      <w:r w:rsidRPr="00390DA8">
        <w:t>administracji architektoniczno</w:t>
      </w:r>
      <w:r w:rsidR="00CA7B6D">
        <w:softHyphen/>
      </w:r>
      <w:r w:rsidR="00CE7733">
        <w:softHyphen/>
      </w:r>
      <w:r w:rsidR="00CE7733">
        <w:noBreakHyphen/>
      </w:r>
      <w:r w:rsidRPr="00390DA8">
        <w:t>budowlanej, organ</w:t>
      </w:r>
      <w:r>
        <w:t>om</w:t>
      </w:r>
      <w:r w:rsidRPr="00390DA8">
        <w:t xml:space="preserve"> nadzoru budowlanego </w:t>
      </w:r>
      <w:bookmarkEnd w:id="16"/>
      <w:r w:rsidRPr="00390DA8">
        <w:t>oraz inn</w:t>
      </w:r>
      <w:r>
        <w:t>ym</w:t>
      </w:r>
      <w:bookmarkStart w:id="17" w:name="_Hlk40265623"/>
      <w:r>
        <w:t xml:space="preserve"> </w:t>
      </w:r>
      <w:r w:rsidRPr="00390DA8">
        <w:t>organ</w:t>
      </w:r>
      <w:r>
        <w:t>om</w:t>
      </w:r>
      <w:r w:rsidRPr="00390DA8">
        <w:t xml:space="preserve"> uprawnion</w:t>
      </w:r>
      <w:r>
        <w:t>ym</w:t>
      </w:r>
      <w:r w:rsidRPr="00390DA8">
        <w:t xml:space="preserve"> do kontroli przestrzegania przepisów na terenie budowy </w:t>
      </w:r>
      <w:r>
        <w:t>zapewnia się</w:t>
      </w:r>
      <w:r w:rsidRPr="00390DA8">
        <w:t xml:space="preserve"> dostęp do systemu EDB</w:t>
      </w:r>
      <w:bookmarkEnd w:id="17"/>
      <w:r w:rsidR="00650225">
        <w:t xml:space="preserve"> o </w:t>
      </w:r>
      <w:r w:rsidRPr="00390DA8">
        <w:t>charakter</w:t>
      </w:r>
      <w:r>
        <w:t>ze:</w:t>
      </w:r>
    </w:p>
    <w:p w14:paraId="30A0049E" w14:textId="4449C1C7" w:rsidR="00E81036" w:rsidRDefault="00E81036" w:rsidP="00E81036">
      <w:pPr>
        <w:pStyle w:val="ZPKTzmpktartykuempunktem"/>
      </w:pPr>
      <w:r>
        <w:t>1)</w:t>
      </w:r>
      <w:r>
        <w:tab/>
      </w:r>
      <w:r w:rsidRPr="00390DA8">
        <w:t>stały</w:t>
      </w:r>
      <w:r>
        <w:t>m</w:t>
      </w:r>
      <w:r w:rsidRPr="00390DA8">
        <w:t xml:space="preserve"> lub</w:t>
      </w:r>
    </w:p>
    <w:p w14:paraId="05DDFEFD" w14:textId="050A6A36" w:rsidR="00E81036" w:rsidRPr="00390DA8" w:rsidRDefault="00E81036" w:rsidP="00E81036">
      <w:pPr>
        <w:pStyle w:val="ZPKTzmpktartykuempunktem"/>
      </w:pPr>
      <w:r>
        <w:t>2)</w:t>
      </w:r>
      <w:r>
        <w:tab/>
      </w:r>
      <w:r w:rsidRPr="00390DA8">
        <w:t>czasowy</w:t>
      </w:r>
      <w:r>
        <w:t xml:space="preserve">m </w:t>
      </w:r>
      <w:r w:rsidR="00855180" w:rsidRPr="00EE78CA">
        <w:t>–</w:t>
      </w:r>
      <w:r w:rsidR="00CA7B6D">
        <w:t xml:space="preserve"> </w:t>
      </w:r>
      <w:r>
        <w:t xml:space="preserve">na czas przeprowadzenia </w:t>
      </w:r>
      <w:r w:rsidRPr="009F3D9A">
        <w:t>kontroli przestrzegania przepisów na terenie budowy</w:t>
      </w:r>
      <w:r w:rsidRPr="00390DA8">
        <w:t>.</w:t>
      </w:r>
    </w:p>
    <w:p w14:paraId="308BDE5E" w14:textId="24843EE4" w:rsidR="00E81036" w:rsidRDefault="00E81036" w:rsidP="00EE78CA">
      <w:pPr>
        <w:pStyle w:val="ZUSTzmustartykuempunktem"/>
      </w:pPr>
      <w:r>
        <w:t xml:space="preserve">2. Dostęp </w:t>
      </w:r>
      <w:r w:rsidRPr="00DA32ED">
        <w:t>do systemu EDB</w:t>
      </w:r>
      <w:r w:rsidR="00650225" w:rsidRPr="00DA32ED">
        <w:t xml:space="preserve"> o</w:t>
      </w:r>
      <w:r w:rsidR="00650225">
        <w:t> </w:t>
      </w:r>
      <w:r w:rsidRPr="00DA32ED">
        <w:t xml:space="preserve">charakterze </w:t>
      </w:r>
      <w:r>
        <w:t>stałym przydziela Główny Inspektor Nadzoru Budowlanego lub podmiot przez niego upoważniony.</w:t>
      </w:r>
    </w:p>
    <w:p w14:paraId="00DE874E" w14:textId="7D6CE037" w:rsidR="00E81036" w:rsidRDefault="00E81036" w:rsidP="00EE78CA">
      <w:pPr>
        <w:pStyle w:val="ZUSTzmustartykuempunktem"/>
      </w:pPr>
      <w:r>
        <w:t xml:space="preserve">3. </w:t>
      </w:r>
      <w:r w:rsidRPr="00DA32ED">
        <w:t>Dostęp do systemu EDB</w:t>
      </w:r>
      <w:r w:rsidR="00650225" w:rsidRPr="00DA32ED">
        <w:t xml:space="preserve"> o</w:t>
      </w:r>
      <w:r w:rsidR="00650225">
        <w:t> </w:t>
      </w:r>
      <w:r w:rsidRPr="00DA32ED">
        <w:t xml:space="preserve">charakterze </w:t>
      </w:r>
      <w:r>
        <w:t>czasowym może przydzielić:</w:t>
      </w:r>
    </w:p>
    <w:p w14:paraId="73F975ED" w14:textId="45CE3EAC" w:rsidR="00E81036" w:rsidRDefault="00E81036" w:rsidP="00E81036">
      <w:pPr>
        <w:pStyle w:val="ZPKTzmpktartykuempunktem"/>
      </w:pPr>
      <w:r>
        <w:t>1)</w:t>
      </w:r>
      <w:r>
        <w:tab/>
        <w:t xml:space="preserve">Główny Inspektor Nadzoru Budowlanego </w:t>
      </w:r>
      <w:r w:rsidR="00855180" w:rsidRPr="00EE78CA">
        <w:t>–</w:t>
      </w:r>
      <w:r w:rsidR="00CE7733">
        <w:t xml:space="preserve"> w </w:t>
      </w:r>
      <w:r w:rsidR="0089790B">
        <w:t>zakresie</w:t>
      </w:r>
      <w:r w:rsidR="00B831B1" w:rsidRPr="00B831B1">
        <w:t xml:space="preserve"> wszystkich dzienników budowy lub niektórych dzienników budowy</w:t>
      </w:r>
      <w:r>
        <w:t>;</w:t>
      </w:r>
    </w:p>
    <w:p w14:paraId="442E06F3" w14:textId="5411CCE1" w:rsidR="00E81036" w:rsidRDefault="00E81036" w:rsidP="00E81036">
      <w:pPr>
        <w:pStyle w:val="ZPKTzmpktartykuempunktem"/>
      </w:pPr>
      <w:r>
        <w:t>2)</w:t>
      </w:r>
      <w:r>
        <w:tab/>
        <w:t xml:space="preserve">organ, któremu przydzielono dostęp </w:t>
      </w:r>
      <w:r w:rsidRPr="007C62AC">
        <w:t>do systemu EDB</w:t>
      </w:r>
      <w:r w:rsidR="00650225" w:rsidRPr="007C62AC">
        <w:t xml:space="preserve"> o</w:t>
      </w:r>
      <w:r w:rsidR="00650225">
        <w:t> </w:t>
      </w:r>
      <w:r w:rsidRPr="007C62AC">
        <w:t>charakterze stałym</w:t>
      </w:r>
      <w:r w:rsidR="00B831B1">
        <w:t xml:space="preserve"> </w:t>
      </w:r>
      <w:r w:rsidR="00855180" w:rsidRPr="00EE78CA">
        <w:t>–</w:t>
      </w:r>
      <w:r w:rsidR="00CE7733">
        <w:t xml:space="preserve"> w </w:t>
      </w:r>
      <w:r w:rsidR="0089790B">
        <w:t>zakresie</w:t>
      </w:r>
      <w:r w:rsidR="00B831B1" w:rsidRPr="00B831B1">
        <w:t xml:space="preserve"> wszystkich dzienników budowy, do których </w:t>
      </w:r>
      <w:r w:rsidR="0089790B">
        <w:t xml:space="preserve">organ ten </w:t>
      </w:r>
      <w:r w:rsidR="00B831B1" w:rsidRPr="00B831B1">
        <w:t>ma dostęp stały, lub niektórych</w:t>
      </w:r>
      <w:r w:rsidR="00CE7733" w:rsidRPr="00B831B1">
        <w:t xml:space="preserve"> z</w:t>
      </w:r>
      <w:r w:rsidR="00CE7733">
        <w:t> </w:t>
      </w:r>
      <w:r w:rsidR="00B831B1" w:rsidRPr="00B831B1">
        <w:t>tych dzienników budowy</w:t>
      </w:r>
      <w:r>
        <w:t>;</w:t>
      </w:r>
    </w:p>
    <w:p w14:paraId="34CD756A" w14:textId="7EA9B551" w:rsidR="00E81036" w:rsidRDefault="00E81036" w:rsidP="00E81036">
      <w:pPr>
        <w:pStyle w:val="ZPKTzmpktartykuempunktem"/>
      </w:pPr>
      <w:r>
        <w:t>3)</w:t>
      </w:r>
      <w:r>
        <w:tab/>
        <w:t xml:space="preserve">inwestor lub kierownik budowy </w:t>
      </w:r>
      <w:r w:rsidR="00855180" w:rsidRPr="00EE78CA">
        <w:t xml:space="preserve">– </w:t>
      </w:r>
      <w:r w:rsidR="00650225">
        <w:t>w </w:t>
      </w:r>
      <w:r>
        <w:t>zakresie prowadzonego dziennika budowy.</w:t>
      </w:r>
      <w:bookmarkEnd w:id="15"/>
    </w:p>
    <w:p w14:paraId="7678BF64" w14:textId="463019AC" w:rsidR="00B831B1" w:rsidRDefault="00260755" w:rsidP="00260755">
      <w:pPr>
        <w:pStyle w:val="ZUSTzmustartykuempunktem"/>
      </w:pPr>
      <w:r>
        <w:t>4.</w:t>
      </w:r>
      <w:r w:rsidR="00CE7733">
        <w:t xml:space="preserve"> </w:t>
      </w:r>
      <w:r w:rsidR="00CE7733" w:rsidRPr="00260755">
        <w:t>W</w:t>
      </w:r>
      <w:r w:rsidR="00CE7733">
        <w:t> </w:t>
      </w:r>
      <w:r w:rsidRPr="00260755">
        <w:t>przypadk</w:t>
      </w:r>
      <w:r>
        <w:t>ach</w:t>
      </w:r>
      <w:r w:rsidRPr="00260755">
        <w:t>,</w:t>
      </w:r>
      <w:r w:rsidR="00CE7733" w:rsidRPr="00260755">
        <w:t xml:space="preserve"> o</w:t>
      </w:r>
      <w:r w:rsidR="00CE7733">
        <w:t> </w:t>
      </w:r>
      <w:r w:rsidRPr="00260755">
        <w:t>który</w:t>
      </w:r>
      <w:r>
        <w:t>ch</w:t>
      </w:r>
      <w:r w:rsidRPr="00260755">
        <w:t xml:space="preserve"> mowa</w:t>
      </w:r>
      <w:r w:rsidR="00CE7733" w:rsidRPr="00260755">
        <w:t xml:space="preserve"> w</w:t>
      </w:r>
      <w:r w:rsidR="00CE7733">
        <w:t> ust. 2 i </w:t>
      </w:r>
      <w:r w:rsidR="00CE7733" w:rsidRPr="00260755">
        <w:t>3</w:t>
      </w:r>
      <w:r w:rsidR="00CE7733">
        <w:t xml:space="preserve"> pkt </w:t>
      </w:r>
      <w:r w:rsidR="00CE7733" w:rsidRPr="00260755">
        <w:t>1</w:t>
      </w:r>
      <w:r w:rsidR="00CE7733">
        <w:t xml:space="preserve"> i </w:t>
      </w:r>
      <w:r>
        <w:t>2</w:t>
      </w:r>
      <w:r w:rsidRPr="00260755">
        <w:t xml:space="preserve">, </w:t>
      </w:r>
      <w:r>
        <w:t xml:space="preserve">przydzielanie dostępu </w:t>
      </w:r>
      <w:r w:rsidR="00B831B1">
        <w:t>następuje na wniosek organu</w:t>
      </w:r>
      <w:r w:rsidR="00B831B1" w:rsidRPr="00B831B1">
        <w:t>,</w:t>
      </w:r>
      <w:r w:rsidR="00CE7733" w:rsidRPr="00B831B1">
        <w:t xml:space="preserve"> o</w:t>
      </w:r>
      <w:r w:rsidR="00CE7733">
        <w:t> </w:t>
      </w:r>
      <w:r w:rsidR="00B831B1" w:rsidRPr="00B831B1">
        <w:t>którym mowa</w:t>
      </w:r>
      <w:r w:rsidR="00CE7733" w:rsidRPr="00B831B1">
        <w:t xml:space="preserve"> w</w:t>
      </w:r>
      <w:r w:rsidR="00CE7733">
        <w:t> ust. </w:t>
      </w:r>
      <w:r w:rsidR="00B831B1" w:rsidRPr="00B831B1">
        <w:t>1</w:t>
      </w:r>
      <w:r w:rsidR="00B831B1">
        <w:t>. Wniosek powinien wskazywać co najmniej:</w:t>
      </w:r>
    </w:p>
    <w:p w14:paraId="2B8160D5" w14:textId="77777777" w:rsidR="00B831B1" w:rsidRDefault="00B831B1" w:rsidP="00B831B1">
      <w:pPr>
        <w:pStyle w:val="ZPKTzmpktartykuempunktem"/>
      </w:pPr>
      <w:r>
        <w:t>1)</w:t>
      </w:r>
      <w:r>
        <w:tab/>
        <w:t>czas, na jaki ma być przydzielony dostęp;</w:t>
      </w:r>
    </w:p>
    <w:p w14:paraId="29DF48F9" w14:textId="5D2ED4F9" w:rsidR="00260755" w:rsidRDefault="00B831B1" w:rsidP="00B831B1">
      <w:pPr>
        <w:pStyle w:val="ZPKTzmpktartykuempunktem"/>
      </w:pPr>
      <w:r>
        <w:t>2)</w:t>
      </w:r>
      <w:r>
        <w:tab/>
        <w:t>zakres,</w:t>
      </w:r>
      <w:r w:rsidR="00CE7733">
        <w:t xml:space="preserve"> w </w:t>
      </w:r>
      <w:r>
        <w:t>jakim ma być przydzielony dostęp;</w:t>
      </w:r>
    </w:p>
    <w:p w14:paraId="73B0996C" w14:textId="70842E5B" w:rsidR="00B831B1" w:rsidRDefault="00B831B1" w:rsidP="00EE78CA">
      <w:pPr>
        <w:pStyle w:val="ZPKTzmpktartykuempunktem"/>
      </w:pPr>
      <w:r>
        <w:t>3)</w:t>
      </w:r>
      <w:r>
        <w:tab/>
      </w:r>
      <w:bookmarkStart w:id="18" w:name="_Hlk73436783"/>
      <w:r>
        <w:t>cel, który ma zostać zrealizowany przez przydzielony dostęp</w:t>
      </w:r>
      <w:bookmarkEnd w:id="18"/>
      <w:r w:rsidR="00847387">
        <w:t>, uzasadniający przydzielenie dostępu</w:t>
      </w:r>
      <w:r>
        <w:t>.</w:t>
      </w:r>
    </w:p>
    <w:p w14:paraId="285C39F5" w14:textId="5CA8903D" w:rsidR="00B831B1" w:rsidRDefault="00B831B1" w:rsidP="00260755">
      <w:pPr>
        <w:pStyle w:val="ZUSTzmustartykuempunktem"/>
      </w:pPr>
      <w:r>
        <w:t>5.</w:t>
      </w:r>
      <w:r w:rsidR="00CE7733">
        <w:t xml:space="preserve"> </w:t>
      </w:r>
      <w:r w:rsidR="00CE7733" w:rsidRPr="00847387">
        <w:t>W</w:t>
      </w:r>
      <w:r w:rsidR="00CE7733">
        <w:t> </w:t>
      </w:r>
      <w:r w:rsidR="00847387" w:rsidRPr="00847387">
        <w:t>przypadkach,</w:t>
      </w:r>
      <w:r w:rsidR="00CE7733" w:rsidRPr="00847387">
        <w:t xml:space="preserve"> o</w:t>
      </w:r>
      <w:r w:rsidR="00CE7733">
        <w:t> </w:t>
      </w:r>
      <w:r w:rsidR="00847387" w:rsidRPr="00847387">
        <w:t>których mowa</w:t>
      </w:r>
      <w:r w:rsidR="00CE7733" w:rsidRPr="00847387">
        <w:t xml:space="preserve"> w</w:t>
      </w:r>
      <w:r w:rsidR="00CE7733">
        <w:t> ust. </w:t>
      </w:r>
      <w:r w:rsidR="00CE7733" w:rsidRPr="00847387">
        <w:t>2</w:t>
      </w:r>
      <w:r w:rsidR="00CE7733">
        <w:t xml:space="preserve"> i </w:t>
      </w:r>
      <w:r w:rsidR="00CE7733" w:rsidRPr="00847387">
        <w:t>3</w:t>
      </w:r>
      <w:r w:rsidR="00CE7733">
        <w:t xml:space="preserve"> pkt </w:t>
      </w:r>
      <w:r w:rsidR="00CE7733" w:rsidRPr="00847387">
        <w:t>1</w:t>
      </w:r>
      <w:r w:rsidR="00CE7733">
        <w:t xml:space="preserve"> i </w:t>
      </w:r>
      <w:r w:rsidR="00847387" w:rsidRPr="00847387">
        <w:t>2, Główny Inspektor Nadzoru Budowlanego</w:t>
      </w:r>
      <w:r w:rsidR="00847387">
        <w:t xml:space="preserve"> lub </w:t>
      </w:r>
      <w:r w:rsidR="00847387" w:rsidRPr="00847387">
        <w:t>organ, któremu przydzielono dostęp do systemu EDB</w:t>
      </w:r>
      <w:r w:rsidR="00CE7733" w:rsidRPr="00847387">
        <w:t xml:space="preserve"> o</w:t>
      </w:r>
      <w:r w:rsidR="00CE7733">
        <w:t> </w:t>
      </w:r>
      <w:r w:rsidR="00847387" w:rsidRPr="00847387">
        <w:t>charakterze stałym</w:t>
      </w:r>
      <w:r w:rsidR="00847387">
        <w:t>, może odmówić,</w:t>
      </w:r>
      <w:r w:rsidR="00CE7733">
        <w:t xml:space="preserve"> w </w:t>
      </w:r>
      <w:r w:rsidR="00847387">
        <w:t xml:space="preserve">drodze decyzji, dostępu do systemu, jeżeli uzna, że </w:t>
      </w:r>
      <w:r w:rsidR="00847387" w:rsidRPr="00847387">
        <w:t>cel, który ma zostać zrealizowany przez przydzielony dostęp</w:t>
      </w:r>
      <w:r w:rsidR="00847387">
        <w:t xml:space="preserve">, nie uzasadnia przydzielenia </w:t>
      </w:r>
      <w:r w:rsidR="00562FAD">
        <w:t>dostępu</w:t>
      </w:r>
      <w:r w:rsidR="00847387">
        <w:t>.</w:t>
      </w:r>
    </w:p>
    <w:p w14:paraId="6ECF5514" w14:textId="3FFCD8CF" w:rsidR="00B831B1" w:rsidRDefault="00B831B1" w:rsidP="00260755">
      <w:pPr>
        <w:pStyle w:val="ZUSTzmustartykuempunktem"/>
      </w:pPr>
      <w:r>
        <w:lastRenderedPageBreak/>
        <w:t>6.</w:t>
      </w:r>
      <w:r w:rsidR="00CE7733">
        <w:t xml:space="preserve"> </w:t>
      </w:r>
      <w:r w:rsidR="00CE7733" w:rsidRPr="00B831B1">
        <w:t>W</w:t>
      </w:r>
      <w:r w:rsidR="00CE7733">
        <w:t> </w:t>
      </w:r>
      <w:r w:rsidRPr="00B831B1">
        <w:t>przypadkach,</w:t>
      </w:r>
      <w:r w:rsidR="00CE7733" w:rsidRPr="00B831B1">
        <w:t xml:space="preserve"> o</w:t>
      </w:r>
      <w:r w:rsidR="00CE7733">
        <w:t> </w:t>
      </w:r>
      <w:r w:rsidRPr="00B831B1">
        <w:t>których mowa</w:t>
      </w:r>
      <w:r w:rsidR="00CE7733" w:rsidRPr="00B831B1">
        <w:t xml:space="preserve"> w</w:t>
      </w:r>
      <w:r w:rsidR="00CE7733">
        <w:t> ust. </w:t>
      </w:r>
      <w:r w:rsidR="00CE7733" w:rsidRPr="00B831B1">
        <w:t>3</w:t>
      </w:r>
      <w:r w:rsidR="00CE7733">
        <w:t xml:space="preserve"> pkt </w:t>
      </w:r>
      <w:r>
        <w:t>3</w:t>
      </w:r>
      <w:r w:rsidRPr="00B831B1">
        <w:t xml:space="preserve">, przydzielanie dostępu następuje na </w:t>
      </w:r>
      <w:r>
        <w:t>żądanie</w:t>
      </w:r>
      <w:r w:rsidRPr="00B831B1">
        <w:t xml:space="preserve"> organu</w:t>
      </w:r>
      <w:r>
        <w:t>,</w:t>
      </w:r>
      <w:r w:rsidR="00CE7733">
        <w:t xml:space="preserve"> o </w:t>
      </w:r>
      <w:r>
        <w:t>którym mowa</w:t>
      </w:r>
      <w:r w:rsidR="00CE7733">
        <w:t xml:space="preserve"> w ust. </w:t>
      </w:r>
      <w:r>
        <w:t>1</w:t>
      </w:r>
      <w:r w:rsidRPr="00B831B1">
        <w:t>.</w:t>
      </w:r>
    </w:p>
    <w:p w14:paraId="672FAF1B" w14:textId="2A6605EB" w:rsidR="00E81036" w:rsidRPr="00390DA8" w:rsidRDefault="00E81036" w:rsidP="00EE78CA">
      <w:pPr>
        <w:pStyle w:val="ZARTzmartartykuempunktem"/>
      </w:pPr>
      <w:bookmarkStart w:id="19" w:name="_Hlk59111361"/>
      <w:bookmarkEnd w:id="14"/>
      <w:r w:rsidRPr="00390DA8">
        <w:t xml:space="preserve">Art. </w:t>
      </w:r>
      <w:r w:rsidR="008329F2" w:rsidRPr="00390DA8">
        <w:t>47</w:t>
      </w:r>
      <w:r w:rsidR="00956AC7">
        <w:t>w</w:t>
      </w:r>
      <w:r w:rsidRPr="00390DA8">
        <w:t>. Minister właściwy do spraw budownictwa, planowania</w:t>
      </w:r>
      <w:r w:rsidR="00650225" w:rsidRPr="00390DA8">
        <w:t xml:space="preserve"> i</w:t>
      </w:r>
      <w:r w:rsidR="00650225">
        <w:t> </w:t>
      </w:r>
      <w:r w:rsidRPr="00390DA8">
        <w:t>zagospodarowania przestrzennego oraz mieszkalnictwa określi,</w:t>
      </w:r>
      <w:r w:rsidR="00650225" w:rsidRPr="00390DA8">
        <w:t xml:space="preserve"> w</w:t>
      </w:r>
      <w:r w:rsidR="00650225">
        <w:t> </w:t>
      </w:r>
      <w:r w:rsidRPr="00390DA8">
        <w:t>drodze rozporządzenia:</w:t>
      </w:r>
    </w:p>
    <w:p w14:paraId="2B5D8F6D" w14:textId="4FB27366" w:rsidR="00E81036" w:rsidRPr="00390DA8" w:rsidRDefault="00A71C0D" w:rsidP="00E81036">
      <w:pPr>
        <w:pStyle w:val="ZPKTzmpktartykuempunktem"/>
      </w:pPr>
      <w:bookmarkStart w:id="20" w:name="_Hlk40268628"/>
      <w:r>
        <w:t>1)</w:t>
      </w:r>
      <w:r w:rsidR="00E81036" w:rsidRPr="00390DA8">
        <w:tab/>
      </w:r>
      <w:r w:rsidR="00E81036">
        <w:t xml:space="preserve">szczegółowy sposób </w:t>
      </w:r>
      <w:r w:rsidR="00EC4887">
        <w:t>wydania</w:t>
      </w:r>
      <w:r w:rsidR="00CE7733">
        <w:t xml:space="preserve"> i </w:t>
      </w:r>
      <w:r w:rsidR="00E81036" w:rsidRPr="00390DA8">
        <w:t>prowadzenia dziennika budowy</w:t>
      </w:r>
      <w:r w:rsidR="00650225" w:rsidRPr="00390DA8">
        <w:t xml:space="preserve"> w</w:t>
      </w:r>
      <w:r w:rsidR="00650225">
        <w:t> </w:t>
      </w:r>
      <w:r w:rsidR="00E81036" w:rsidRPr="00390DA8">
        <w:t>postaci papierowej</w:t>
      </w:r>
      <w:r w:rsidR="00650225" w:rsidRPr="00390DA8">
        <w:t xml:space="preserve"> i</w:t>
      </w:r>
      <w:r w:rsidR="00650225">
        <w:t> </w:t>
      </w:r>
      <w:r w:rsidR="00E81036" w:rsidRPr="00390DA8">
        <w:t>elektronicznej</w:t>
      </w:r>
      <w:r w:rsidR="00E81036">
        <w:t>,</w:t>
      </w:r>
      <w:r w:rsidR="00650225">
        <w:t xml:space="preserve"> w </w:t>
      </w:r>
      <w:r w:rsidR="00E81036">
        <w:t>tym dokonywania wpisów</w:t>
      </w:r>
      <w:r w:rsidR="00E81036" w:rsidRPr="00390DA8">
        <w:t>,</w:t>
      </w:r>
    </w:p>
    <w:p w14:paraId="3F5422A9" w14:textId="7678922C" w:rsidR="00E81036" w:rsidRDefault="00E81036" w:rsidP="00E81036">
      <w:pPr>
        <w:pStyle w:val="ZPKTzmpktartykuempunktem"/>
      </w:pPr>
      <w:r w:rsidRPr="00390DA8">
        <w:t>2)</w:t>
      </w:r>
      <w:r w:rsidRPr="00390DA8">
        <w:tab/>
      </w:r>
      <w:r>
        <w:t>format dziennika budowy</w:t>
      </w:r>
      <w:r w:rsidR="00650225">
        <w:t xml:space="preserve"> w </w:t>
      </w:r>
      <w:r>
        <w:t>postaci papierowej,</w:t>
      </w:r>
    </w:p>
    <w:p w14:paraId="19C293F9" w14:textId="59621204" w:rsidR="00E81036" w:rsidRPr="00390DA8" w:rsidRDefault="00E81036" w:rsidP="00D86756">
      <w:pPr>
        <w:pStyle w:val="ZPKTzmpktartykuempunktem"/>
        <w:keepNext/>
      </w:pPr>
      <w:r>
        <w:t>3)</w:t>
      </w:r>
      <w:r>
        <w:tab/>
        <w:t xml:space="preserve">szczegółowy sposób </w:t>
      </w:r>
      <w:r w:rsidRPr="00390DA8">
        <w:t>uwierzytelniania</w:t>
      </w:r>
      <w:r w:rsidR="00CE7733">
        <w:t xml:space="preserve"> i </w:t>
      </w:r>
      <w:r w:rsidR="00271149">
        <w:t>autoryzacji</w:t>
      </w:r>
      <w:r w:rsidR="00CA7B6D" w:rsidRPr="00390DA8">
        <w:t xml:space="preserve"> </w:t>
      </w:r>
      <w:r w:rsidR="00650225" w:rsidRPr="00390DA8">
        <w:t>w</w:t>
      </w:r>
      <w:r w:rsidR="00650225">
        <w:t> </w:t>
      </w:r>
      <w:r w:rsidRPr="00390DA8">
        <w:t>systemie EDB</w:t>
      </w:r>
    </w:p>
    <w:bookmarkEnd w:id="20"/>
    <w:p w14:paraId="58B3847B" w14:textId="30B2216C" w:rsidR="00E81036" w:rsidRPr="00390DA8" w:rsidRDefault="00E81036" w:rsidP="00E81036">
      <w:pPr>
        <w:pStyle w:val="ZCZWSPPKTzmczciwsppktartykuempunktem"/>
      </w:pPr>
      <w:r w:rsidRPr="001E6A09">
        <w:t>–</w:t>
      </w:r>
      <w:r w:rsidRPr="00390DA8">
        <w:t xml:space="preserve"> mając na celu zapewnienie przejrzystości</w:t>
      </w:r>
      <w:r w:rsidR="00650225" w:rsidRPr="00390DA8">
        <w:t xml:space="preserve"> i</w:t>
      </w:r>
      <w:r w:rsidR="00650225">
        <w:t> </w:t>
      </w:r>
      <w:r w:rsidRPr="00390DA8">
        <w:t>chronologii prowadzenia wpisów</w:t>
      </w:r>
      <w:r w:rsidR="00650225" w:rsidRPr="00390DA8">
        <w:t xml:space="preserve"> w</w:t>
      </w:r>
      <w:r w:rsidR="00650225">
        <w:t> </w:t>
      </w:r>
      <w:r w:rsidRPr="00390DA8">
        <w:t>dziennikach budowy oraz zapewnienie</w:t>
      </w:r>
      <w:r>
        <w:t xml:space="preserve"> bezpieczeństwa gromadzonych danych</w:t>
      </w:r>
      <w:r w:rsidR="00650225">
        <w:t xml:space="preserve"> i </w:t>
      </w:r>
      <w:r w:rsidRPr="00390DA8">
        <w:t>możliwości dokonywania wpisów przez osoby do tego uprawnione.</w:t>
      </w:r>
      <w:r w:rsidR="00D86756">
        <w:t>”</w:t>
      </w:r>
      <w:bookmarkEnd w:id="19"/>
      <w:r w:rsidRPr="00390DA8">
        <w:t>;</w:t>
      </w:r>
    </w:p>
    <w:p w14:paraId="79EE5865" w14:textId="44D8F549" w:rsidR="00E81036" w:rsidRPr="00D13BAD" w:rsidRDefault="002F60FC" w:rsidP="00D86756">
      <w:pPr>
        <w:pStyle w:val="PKTpunkt"/>
        <w:keepNext/>
      </w:pPr>
      <w:r>
        <w:t>17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650225" w:rsidRPr="00390DA8">
        <w:t>5</w:t>
      </w:r>
      <w:r w:rsidR="00650225">
        <w:t> </w:t>
      </w:r>
      <w:r w:rsidR="00E81036" w:rsidRPr="00390DA8">
        <w:t>otrzymuje brzmienie:</w:t>
      </w:r>
    </w:p>
    <w:p w14:paraId="3F90218C" w14:textId="77777777" w:rsidR="00997614" w:rsidRDefault="00D86756" w:rsidP="00E81036">
      <w:pPr>
        <w:pStyle w:val="ZUSTzmustartykuempunktem"/>
      </w:pPr>
      <w:r>
        <w:t>„</w:t>
      </w:r>
      <w:r w:rsidR="00E81036" w:rsidRPr="00390DA8">
        <w:t>5.</w:t>
      </w:r>
      <w:r w:rsidR="00650225" w:rsidRPr="00390DA8">
        <w:t xml:space="preserve"> W</w:t>
      </w:r>
      <w:r w:rsidR="00650225">
        <w:t> </w:t>
      </w:r>
      <w:r w:rsidR="00E81036" w:rsidRPr="00390DA8">
        <w:t>przypadku budowy</w:t>
      </w:r>
      <w:r w:rsidR="00997614">
        <w:t>:</w:t>
      </w:r>
    </w:p>
    <w:p w14:paraId="4E258168" w14:textId="11FE85A4" w:rsidR="00997614" w:rsidRDefault="00997614" w:rsidP="00997614">
      <w:pPr>
        <w:pStyle w:val="ZPKTzmpktartykuempunktem"/>
      </w:pPr>
      <w:r>
        <w:t>1)</w:t>
      </w:r>
      <w:r>
        <w:tab/>
      </w:r>
      <w:r w:rsidR="00E81036" w:rsidRPr="00390DA8">
        <w:t>wymagającej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budowę lub</w:t>
      </w:r>
      <w:r w:rsidR="00650225" w:rsidRPr="00390DA8">
        <w:t xml:space="preserve"> </w:t>
      </w:r>
    </w:p>
    <w:p w14:paraId="52191B53" w14:textId="6F745BC8" w:rsidR="00997614" w:rsidRDefault="00997614" w:rsidP="00997614">
      <w:pPr>
        <w:pStyle w:val="ZPKTzmpktartykuempunktem"/>
      </w:pPr>
      <w:r>
        <w:t>2)</w:t>
      </w:r>
      <w:r>
        <w:tab/>
      </w:r>
      <w:r w:rsidR="00650225" w:rsidRPr="00390DA8">
        <w:t>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2</w:t>
      </w:r>
      <w:r w:rsidR="00CE7733" w:rsidRPr="00390DA8">
        <w:t>9</w:t>
      </w:r>
      <w:r w:rsidR="00CE7733">
        <w:t xml:space="preserve"> ust. </w:t>
      </w:r>
      <w:r w:rsidR="00CE7733" w:rsidRPr="00390DA8">
        <w:t>1</w:t>
      </w:r>
      <w:r w:rsidR="00CE7733">
        <w:t xml:space="preserve"> pkt </w:t>
      </w:r>
      <w:r w:rsidR="00CE7733" w:rsidRPr="00390DA8">
        <w:t>1</w:t>
      </w:r>
      <w:r w:rsidR="00CE7733">
        <w:noBreakHyphen/>
      </w:r>
      <w:r w:rsidR="00E81036" w:rsidRPr="00390DA8">
        <w:t>3</w:t>
      </w:r>
    </w:p>
    <w:p w14:paraId="47C2023E" w14:textId="0EA9496A" w:rsidR="00E81036" w:rsidRPr="00390DA8" w:rsidRDefault="00855180" w:rsidP="00DE5796">
      <w:pPr>
        <w:pStyle w:val="ZCZWSPPKTzmczciwsppktartykuempunktem"/>
      </w:pPr>
      <w:r w:rsidRPr="00EE78CA">
        <w:t>–</w:t>
      </w:r>
      <w:r>
        <w:t xml:space="preserve"> </w:t>
      </w:r>
      <w:r w:rsidR="00650225" w:rsidRPr="00390DA8">
        <w:t>w</w:t>
      </w:r>
      <w:r w:rsidR="00650225">
        <w:t> </w:t>
      </w:r>
      <w:r w:rsidR="00E81036" w:rsidRPr="00390DA8">
        <w:t>decyzji,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ust. </w:t>
      </w:r>
      <w:r w:rsidR="00E81036" w:rsidRPr="00390DA8">
        <w:t>4, nakłada się obowiązek uzyskania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użytkowanie.</w:t>
      </w:r>
      <w:r w:rsidR="00D86756">
        <w:t>”</w:t>
      </w:r>
      <w:r w:rsidR="00E81036" w:rsidRPr="00390DA8">
        <w:t>;</w:t>
      </w:r>
    </w:p>
    <w:p w14:paraId="78DCDF8F" w14:textId="603673B8" w:rsidR="00E81036" w:rsidRDefault="002F60FC" w:rsidP="00D86756">
      <w:pPr>
        <w:pStyle w:val="PKTpunkt"/>
        <w:keepNext/>
      </w:pPr>
      <w:r>
        <w:t>18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51</w:t>
      </w:r>
      <w:r w:rsidR="00E81036">
        <w:t>:</w:t>
      </w:r>
    </w:p>
    <w:p w14:paraId="4C796563" w14:textId="52C2FF9D" w:rsidR="00E81036" w:rsidRPr="00390DA8" w:rsidRDefault="00E81036" w:rsidP="00D86756">
      <w:pPr>
        <w:pStyle w:val="LITlitera"/>
        <w:keepNext/>
      </w:pPr>
      <w:r>
        <w:t>a)</w:t>
      </w:r>
      <w:r>
        <w:tab/>
      </w:r>
      <w:r w:rsidRPr="00390DA8">
        <w:t xml:space="preserve">ust. </w:t>
      </w:r>
      <w:r w:rsidR="00650225" w:rsidRPr="00390DA8">
        <w:t>4</w:t>
      </w:r>
      <w:r w:rsidR="00650225">
        <w:t> </w:t>
      </w:r>
      <w:r w:rsidRPr="00390DA8">
        <w:t>otrzymuje brzmienie:</w:t>
      </w:r>
    </w:p>
    <w:p w14:paraId="68336B4B" w14:textId="2A9ADD09" w:rsidR="00E81036" w:rsidRDefault="00D86756" w:rsidP="00D86756">
      <w:pPr>
        <w:pStyle w:val="ZLITUSTzmustliter"/>
        <w:keepNext/>
      </w:pPr>
      <w:r>
        <w:t>„</w:t>
      </w:r>
      <w:r w:rsidR="00E81036">
        <w:t xml:space="preserve">4. </w:t>
      </w:r>
      <w:r w:rsidR="00E81036" w:rsidRPr="00FB3470">
        <w:t>Po upływie terminu lub na wniosek inwestora organ nadzoru budowlanego sprawdza wykonanie obowiązku,</w:t>
      </w:r>
      <w:r w:rsidR="00650225" w:rsidRPr="00FB3470">
        <w:t xml:space="preserve"> o</w:t>
      </w:r>
      <w:r w:rsidR="00650225">
        <w:t> </w:t>
      </w:r>
      <w:r w:rsidR="00E81036" w:rsidRPr="00FB3470">
        <w:t>którym mowa</w:t>
      </w:r>
      <w:r w:rsidR="00CE7733" w:rsidRPr="00FB3470">
        <w:t xml:space="preserve"> w</w:t>
      </w:r>
      <w:r w:rsidR="00CE7733">
        <w:t> ust. </w:t>
      </w:r>
      <w:r w:rsidR="00CE7733" w:rsidRPr="00FB3470">
        <w:t>1</w:t>
      </w:r>
      <w:r w:rsidR="00CE7733">
        <w:t xml:space="preserve"> pkt </w:t>
      </w:r>
      <w:r w:rsidR="00E81036" w:rsidRPr="00FB3470">
        <w:t>3,</w:t>
      </w:r>
      <w:r w:rsidR="00650225" w:rsidRPr="00FB3470">
        <w:t xml:space="preserve"> i</w:t>
      </w:r>
      <w:r w:rsidR="00650225">
        <w:t> </w:t>
      </w:r>
      <w:r w:rsidR="00E81036" w:rsidRPr="00FB3470">
        <w:t>wydaje decyzję</w:t>
      </w:r>
      <w:r w:rsidR="00E81036">
        <w:t xml:space="preserve"> o:</w:t>
      </w:r>
    </w:p>
    <w:p w14:paraId="17A7FE68" w14:textId="358A65E8" w:rsidR="00E81036" w:rsidRDefault="00E81036" w:rsidP="00E81036">
      <w:pPr>
        <w:pStyle w:val="ZLITPKTzmpktliter"/>
      </w:pPr>
      <w:r>
        <w:t>1)</w:t>
      </w:r>
      <w:r>
        <w:tab/>
      </w:r>
      <w:r w:rsidRPr="00FB3470">
        <w:t>zatwierdzeni</w:t>
      </w:r>
      <w:r>
        <w:t>u projektów,</w:t>
      </w:r>
      <w:r w:rsidR="00650225">
        <w:t xml:space="preserve"> o </w:t>
      </w:r>
      <w:r>
        <w:t>których mowa</w:t>
      </w:r>
      <w:r w:rsidR="00CE7733">
        <w:t xml:space="preserve"> w ust. 1 pkt </w:t>
      </w:r>
      <w:r>
        <w:t>3, oraz</w:t>
      </w:r>
    </w:p>
    <w:p w14:paraId="22D78D50" w14:textId="2B6F3909" w:rsidR="00E81036" w:rsidRDefault="00E81036" w:rsidP="00E81036">
      <w:pPr>
        <w:pStyle w:val="ZLITPKTzmpktliter"/>
      </w:pPr>
      <w:r>
        <w:t>2)</w:t>
      </w:r>
      <w:r>
        <w:tab/>
      </w:r>
      <w:r w:rsidRPr="00FB3470">
        <w:t>pozwoleni</w:t>
      </w:r>
      <w:r>
        <w:t>u</w:t>
      </w:r>
      <w:r w:rsidRPr="00FB3470">
        <w:t xml:space="preserve"> na wznowienie robót budowlanych</w:t>
      </w:r>
      <w:r w:rsidR="00166824">
        <w:t xml:space="preserve"> </w:t>
      </w:r>
      <w:r w:rsidR="00855180" w:rsidRPr="00EE78CA">
        <w:t>–</w:t>
      </w:r>
      <w:r w:rsidRPr="00FB3470">
        <w:t xml:space="preserve"> jeżeli </w:t>
      </w:r>
      <w:r>
        <w:t xml:space="preserve">roboty budowlane nie </w:t>
      </w:r>
      <w:r w:rsidRPr="00FB3470">
        <w:t>został</w:t>
      </w:r>
      <w:r>
        <w:t>y</w:t>
      </w:r>
      <w:r w:rsidRPr="00FB3470">
        <w:t xml:space="preserve"> zakończon</w:t>
      </w:r>
      <w:r>
        <w:t>e</w:t>
      </w:r>
      <w:r w:rsidRPr="00FB3470">
        <w:t>.</w:t>
      </w:r>
      <w:r w:rsidR="00D86756">
        <w:t>”</w:t>
      </w:r>
      <w:r>
        <w:t>,</w:t>
      </w:r>
    </w:p>
    <w:p w14:paraId="4254EC03" w14:textId="49879197" w:rsidR="00E81036" w:rsidRDefault="00E81036" w:rsidP="00D86756">
      <w:pPr>
        <w:pStyle w:val="LITlitera"/>
        <w:keepNext/>
      </w:pPr>
      <w:r>
        <w:t>b)</w:t>
      </w:r>
      <w:r>
        <w:tab/>
        <w:t>po</w:t>
      </w:r>
      <w:r w:rsidR="00CE7733">
        <w:t xml:space="preserve"> ust. </w:t>
      </w:r>
      <w:r w:rsidR="00650225">
        <w:t>4</w:t>
      </w:r>
      <w:r w:rsidR="001A5A62">
        <w:t>b</w:t>
      </w:r>
      <w:r w:rsidR="00650225">
        <w:t> </w:t>
      </w:r>
      <w:r>
        <w:t>dodaje się</w:t>
      </w:r>
      <w:r w:rsidR="00CE7733">
        <w:t xml:space="preserve"> ust. </w:t>
      </w:r>
      <w:r w:rsidR="001A5A62">
        <w:t xml:space="preserve">4c </w:t>
      </w:r>
      <w:r w:rsidR="00650225">
        <w:t>w </w:t>
      </w:r>
      <w:r>
        <w:t>brzmieniu:</w:t>
      </w:r>
    </w:p>
    <w:p w14:paraId="7A6652FA" w14:textId="41204DA2" w:rsidR="001A5A62" w:rsidRDefault="00D86756" w:rsidP="00E81036">
      <w:pPr>
        <w:pStyle w:val="ZLITUSTzmustliter"/>
      </w:pPr>
      <w:r>
        <w:t>„</w:t>
      </w:r>
      <w:r w:rsidR="001A5A62">
        <w:t>4c</w:t>
      </w:r>
      <w:r w:rsidR="00E81036">
        <w:t>.</w:t>
      </w:r>
      <w:r w:rsidR="00650225">
        <w:t xml:space="preserve"> </w:t>
      </w:r>
      <w:r w:rsidR="00650225" w:rsidRPr="00FB3470">
        <w:t>W</w:t>
      </w:r>
      <w:r w:rsidR="00650225">
        <w:t> </w:t>
      </w:r>
      <w:r w:rsidR="00E81036" w:rsidRPr="00FB3470">
        <w:t>decyzji</w:t>
      </w:r>
      <w:r w:rsidR="00E81036">
        <w:t>,</w:t>
      </w:r>
      <w:r w:rsidR="00650225">
        <w:t xml:space="preserve"> o </w:t>
      </w:r>
      <w:r w:rsidR="00E81036">
        <w:t>której mowa</w:t>
      </w:r>
      <w:r w:rsidR="00CE7733">
        <w:t xml:space="preserve"> w ust. </w:t>
      </w:r>
      <w:r w:rsidR="00E81036">
        <w:t>4,</w:t>
      </w:r>
      <w:r w:rsidR="00E81036" w:rsidRPr="00FB3470">
        <w:t xml:space="preserve"> nakłada się obowiązek uzyskania decyzji</w:t>
      </w:r>
      <w:r w:rsidR="00650225" w:rsidRPr="00FB3470">
        <w:t xml:space="preserve"> o</w:t>
      </w:r>
      <w:r w:rsidR="00650225">
        <w:t> </w:t>
      </w:r>
      <w:r w:rsidR="00E81036" w:rsidRPr="00FB3470">
        <w:t>pozwoleniu na użytkowanie.</w:t>
      </w:r>
      <w:r>
        <w:t>”</w:t>
      </w:r>
      <w:r w:rsidR="001A5A62">
        <w:t>,</w:t>
      </w:r>
    </w:p>
    <w:p w14:paraId="4EEF0089" w14:textId="0EACB092" w:rsidR="00E81036" w:rsidRDefault="001A5A62" w:rsidP="00EE78CA">
      <w:pPr>
        <w:pStyle w:val="LITlitera"/>
      </w:pPr>
      <w:r>
        <w:t>c)</w:t>
      </w:r>
      <w:r>
        <w:tab/>
        <w:t>w</w:t>
      </w:r>
      <w:r w:rsidR="00CE7733">
        <w:t xml:space="preserve"> ust. 6 </w:t>
      </w:r>
      <w:r>
        <w:t xml:space="preserve">wyrazy </w:t>
      </w:r>
      <w:r w:rsidR="00576C4C">
        <w:t>„</w:t>
      </w:r>
      <w:r>
        <w:t xml:space="preserve">ust. </w:t>
      </w:r>
      <w:r w:rsidR="00CE7733">
        <w:t>4 i </w:t>
      </w:r>
      <w:r>
        <w:t>5</w:t>
      </w:r>
      <w:r w:rsidR="00645DE0">
        <w:t>”</w:t>
      </w:r>
      <w:r>
        <w:t xml:space="preserve"> zastępuje się wyrazami </w:t>
      </w:r>
      <w:r w:rsidR="00576C4C">
        <w:t>„</w:t>
      </w:r>
      <w:r>
        <w:t>ust. 4c</w:t>
      </w:r>
      <w:r w:rsidR="00645DE0">
        <w:t>”</w:t>
      </w:r>
      <w:r w:rsidR="00E81036">
        <w:t>;</w:t>
      </w:r>
    </w:p>
    <w:p w14:paraId="41F4729E" w14:textId="06D2AC3A" w:rsidR="00E81036" w:rsidRPr="00390DA8" w:rsidRDefault="002F60FC" w:rsidP="00D86756">
      <w:pPr>
        <w:pStyle w:val="PKTpunkt"/>
        <w:keepNext/>
      </w:pPr>
      <w:r>
        <w:lastRenderedPageBreak/>
        <w:t>19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57:</w:t>
      </w:r>
    </w:p>
    <w:p w14:paraId="59DDF1FC" w14:textId="26AB8CED" w:rsidR="00E81036" w:rsidRPr="00390DA8" w:rsidRDefault="00A71C0D" w:rsidP="00D86756">
      <w:pPr>
        <w:pStyle w:val="LITlitera"/>
        <w:keepNext/>
      </w:pPr>
      <w:r>
        <w:t>a)</w:t>
      </w:r>
      <w:r w:rsidR="00E81036" w:rsidRPr="00390DA8">
        <w:tab/>
        <w:t>w</w:t>
      </w:r>
      <w:r w:rsidR="00CE7733">
        <w:t xml:space="preserve"> ust. </w:t>
      </w:r>
      <w:r w:rsidR="00CE7733" w:rsidRPr="00390DA8">
        <w:t>1</w:t>
      </w:r>
      <w:r w:rsidR="00CE7733">
        <w:t xml:space="preserve"> pkt </w:t>
      </w:r>
      <w:r w:rsidR="00650225" w:rsidRPr="00390DA8">
        <w:t>1</w:t>
      </w:r>
      <w:r w:rsidR="00650225">
        <w:t> </w:t>
      </w:r>
      <w:r w:rsidR="00E81036" w:rsidRPr="00390DA8">
        <w:t>otrzymuje brzmienie:</w:t>
      </w:r>
    </w:p>
    <w:p w14:paraId="3299418A" w14:textId="4582EAEB" w:rsidR="00E81036" w:rsidRPr="00390DA8" w:rsidRDefault="00D86756" w:rsidP="00E81036">
      <w:pPr>
        <w:pStyle w:val="ZLITPKTzmpktliter"/>
      </w:pPr>
      <w:r>
        <w:t>„</w:t>
      </w:r>
      <w:r w:rsidR="00E81036" w:rsidRPr="00390DA8">
        <w:t>1)</w:t>
      </w:r>
      <w:r w:rsidR="00E81036" w:rsidRPr="00390DA8">
        <w:tab/>
        <w:t xml:space="preserve">oryginał dziennika budowy </w:t>
      </w:r>
      <w:r w:rsidR="00E81036"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="00E81036" w:rsidRPr="00390DA8">
        <w:t xml:space="preserve">postaci papierowej lub </w:t>
      </w:r>
      <w:r w:rsidR="00855180" w:rsidRPr="00EE78CA">
        <w:t xml:space="preserve">– </w:t>
      </w:r>
      <w:r w:rsidR="00650225" w:rsidRPr="00390DA8">
        <w:t>w</w:t>
      </w:r>
      <w:r w:rsidR="00650225">
        <w:t> </w:t>
      </w:r>
      <w:r w:rsidR="00E81036" w:rsidRPr="00390DA8">
        <w:t>przypadku prowadzenia dziennika budowy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postaci elektronicznej </w:t>
      </w:r>
      <w:r w:rsidR="00576C4C">
        <w:t>–</w:t>
      </w:r>
      <w:r w:rsidR="00CA7B6D">
        <w:t xml:space="preserve"> </w:t>
      </w:r>
      <w:r w:rsidR="00E81036" w:rsidRPr="00390DA8">
        <w:t>numer dziennika budowy,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CE7733" w:rsidRPr="00390DA8">
        <w:t xml:space="preserve"> w</w:t>
      </w:r>
      <w:r w:rsidR="00CE7733">
        <w:t> art. </w:t>
      </w:r>
      <w:r w:rsidR="008329F2" w:rsidRPr="00390DA8">
        <w:t>47</w:t>
      </w:r>
      <w:r w:rsidR="008329F2">
        <w:t>h</w:t>
      </w:r>
      <w:r w:rsidR="00CE7733">
        <w:t xml:space="preserve"> ust. </w:t>
      </w:r>
      <w:r w:rsidR="008329F2">
        <w:t>2</w:t>
      </w:r>
      <w:r w:rsidR="00E81036" w:rsidRPr="00390DA8">
        <w:t>;</w:t>
      </w:r>
      <w:r>
        <w:t>”</w:t>
      </w:r>
      <w:r w:rsidR="00E81036" w:rsidRPr="00390DA8">
        <w:t>,</w:t>
      </w:r>
    </w:p>
    <w:p w14:paraId="3C7421AD" w14:textId="3153F9AA" w:rsidR="00E81036" w:rsidRPr="00390DA8" w:rsidRDefault="008B5338" w:rsidP="00E81036">
      <w:pPr>
        <w:pStyle w:val="LITlitera"/>
      </w:pPr>
      <w:r>
        <w:t>b</w:t>
      </w:r>
      <w:r w:rsidR="00E81036">
        <w:t>)</w:t>
      </w:r>
      <w:r w:rsidR="00E81036">
        <w:tab/>
        <w:t>w</w:t>
      </w:r>
      <w:r w:rsidR="00CE7733">
        <w:t xml:space="preserve"> ust. </w:t>
      </w:r>
      <w:r w:rsidR="00650225" w:rsidRPr="00390DA8">
        <w:t>8</w:t>
      </w:r>
      <w:r w:rsidR="00650225">
        <w:t> </w:t>
      </w:r>
      <w:r w:rsidR="00E81036">
        <w:t xml:space="preserve">wyrazy </w:t>
      </w:r>
      <w:r w:rsidR="00D86756">
        <w:t>„</w:t>
      </w:r>
      <w:r w:rsidR="00E81036" w:rsidRPr="00CF6DB3">
        <w:t xml:space="preserve">ust. </w:t>
      </w:r>
      <w:r w:rsidR="00CE7733" w:rsidRPr="00CF6DB3">
        <w:t>1</w:t>
      </w:r>
      <w:r w:rsidR="00CE7733">
        <w:t xml:space="preserve"> pkt </w:t>
      </w:r>
      <w:r w:rsidR="00E81036" w:rsidRPr="00CF6DB3">
        <w:t xml:space="preserve">1, </w:t>
      </w:r>
      <w:r w:rsidR="00CE7733" w:rsidRPr="00CF6DB3">
        <w:t>4</w:t>
      </w:r>
      <w:r w:rsidR="00CE7733">
        <w:t xml:space="preserve"> i </w:t>
      </w:r>
      <w:r w:rsidR="00E81036" w:rsidRPr="00CF6DB3">
        <w:t>5</w:t>
      </w:r>
      <w:r w:rsidR="00D86756">
        <w:t>”</w:t>
      </w:r>
      <w:r w:rsidR="00E81036">
        <w:t xml:space="preserve"> zastępuje się wyrazami </w:t>
      </w:r>
      <w:r w:rsidR="00D86756">
        <w:t>„</w:t>
      </w:r>
      <w:r w:rsidR="00E81036" w:rsidRPr="00CF6DB3">
        <w:t xml:space="preserve">ust. </w:t>
      </w:r>
      <w:r w:rsidR="00CE7733" w:rsidRPr="00CF6DB3">
        <w:t>1</w:t>
      </w:r>
      <w:r w:rsidR="00CE7733">
        <w:t xml:space="preserve"> pkt </w:t>
      </w:r>
      <w:r w:rsidR="00CE7733" w:rsidRPr="00CF6DB3">
        <w:t>4</w:t>
      </w:r>
      <w:r w:rsidR="00CE7733">
        <w:t xml:space="preserve"> i </w:t>
      </w:r>
      <w:r w:rsidR="00E81036" w:rsidRPr="00CF6DB3">
        <w:t>5</w:t>
      </w:r>
      <w:r w:rsidR="00E81036">
        <w:t xml:space="preserve">, oraz </w:t>
      </w:r>
      <w:r w:rsidR="00E81036" w:rsidRPr="00390DA8">
        <w:t xml:space="preserve">dziennik budowy </w:t>
      </w:r>
      <w:r w:rsidR="00E81036"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="00E81036">
        <w:t>postaci</w:t>
      </w:r>
      <w:r w:rsidR="00E81036" w:rsidRPr="00390DA8">
        <w:t xml:space="preserve"> papierowej, jeżeli </w:t>
      </w:r>
      <w:r w:rsidR="00E81036">
        <w:t xml:space="preserve">dokumenty te </w:t>
      </w:r>
      <w:r w:rsidR="00E81036" w:rsidRPr="00390DA8">
        <w:t>były dołączone</w:t>
      </w:r>
      <w:r w:rsidR="00650225" w:rsidRPr="00390DA8">
        <w:t xml:space="preserve"> </w:t>
      </w:r>
      <w:r w:rsidR="00650225">
        <w:t>w </w:t>
      </w:r>
      <w:r w:rsidR="00E81036">
        <w:t xml:space="preserve">oryginale </w:t>
      </w:r>
      <w:r w:rsidR="00E81036" w:rsidRPr="00390DA8">
        <w:t>do zawiadomienia albo wniosku</w:t>
      </w:r>
      <w:r w:rsidR="00D86756">
        <w:t>”</w:t>
      </w:r>
      <w:r w:rsidR="00E81036">
        <w:t>;</w:t>
      </w:r>
    </w:p>
    <w:p w14:paraId="4E3CBBD2" w14:textId="11BB83EC" w:rsidR="00E81036" w:rsidRPr="00390DA8" w:rsidRDefault="002F60FC" w:rsidP="00D86756">
      <w:pPr>
        <w:pStyle w:val="PKTpunkt"/>
        <w:keepNext/>
      </w:pPr>
      <w:r>
        <w:t>20</w:t>
      </w:r>
      <w:r w:rsidR="00E81036" w:rsidRPr="00390DA8">
        <w:t>)</w:t>
      </w:r>
      <w:r w:rsidR="00E81036" w:rsidRPr="00390DA8">
        <w:tab/>
        <w:t>art. 6</w:t>
      </w:r>
      <w:r w:rsidR="00650225" w:rsidRPr="00390DA8">
        <w:t>0</w:t>
      </w:r>
      <w:r w:rsidR="00650225">
        <w:t> </w:t>
      </w:r>
      <w:r w:rsidR="00E81036" w:rsidRPr="00390DA8">
        <w:t>otrzymuje brzmienie:</w:t>
      </w:r>
    </w:p>
    <w:p w14:paraId="0AFE3631" w14:textId="1E440D60" w:rsidR="00E81036" w:rsidRPr="00390DA8" w:rsidRDefault="00D86756" w:rsidP="00E81036">
      <w:pPr>
        <w:pStyle w:val="ZARTzmartartykuempunktem"/>
      </w:pPr>
      <w:r>
        <w:t>„</w:t>
      </w:r>
      <w:r w:rsidR="00E81036" w:rsidRPr="00390DA8">
        <w:t xml:space="preserve">Art. 60. 1. Inwestor, oddając do użytkowania obiekt budowlany, przekazuje właścicielowi </w:t>
      </w:r>
      <w:r w:rsidR="00E81036">
        <w:t>albo</w:t>
      </w:r>
      <w:r w:rsidR="00E81036" w:rsidRPr="00390DA8">
        <w:t xml:space="preserve"> zarządcy obiektu dokumentację budowy</w:t>
      </w:r>
      <w:r w:rsidR="00650225" w:rsidRPr="00390DA8">
        <w:t xml:space="preserve"> i</w:t>
      </w:r>
      <w:r w:rsidR="00650225">
        <w:t> </w:t>
      </w:r>
      <w:r w:rsidR="00E81036" w:rsidRPr="00390DA8">
        <w:t>dokumentację powykonawczą. Przekazaniu podlegają również inne dokumenty</w:t>
      </w:r>
      <w:r w:rsidR="00650225" w:rsidRPr="00390DA8">
        <w:t xml:space="preserve"> i</w:t>
      </w:r>
      <w:r w:rsidR="00650225">
        <w:t> </w:t>
      </w:r>
      <w:r w:rsidR="00E81036" w:rsidRPr="00390DA8">
        <w:t>decyzje dotyczące obiektu,</w:t>
      </w:r>
      <w:r w:rsidR="00650225" w:rsidRPr="00390DA8">
        <w:t xml:space="preserve"> a</w:t>
      </w:r>
      <w:r w:rsidR="00650225">
        <w:t> </w:t>
      </w:r>
      <w:r w:rsidR="00E81036" w:rsidRPr="00390DA8">
        <w:t>także,</w:t>
      </w:r>
      <w:r w:rsidR="00650225" w:rsidRPr="00390DA8">
        <w:t xml:space="preserve"> w</w:t>
      </w:r>
      <w:r w:rsidR="00650225">
        <w:t> </w:t>
      </w:r>
      <w:r w:rsidR="00E81036" w:rsidRPr="00390DA8">
        <w:t>razie potrzeby, instrukcje obsługi</w:t>
      </w:r>
      <w:r w:rsidR="00650225" w:rsidRPr="00390DA8">
        <w:t xml:space="preserve"> i</w:t>
      </w:r>
      <w:r w:rsidR="00650225">
        <w:t> </w:t>
      </w:r>
      <w:r w:rsidR="00E81036" w:rsidRPr="00390DA8">
        <w:t>eksploatacji</w:t>
      </w:r>
      <w:r w:rsidR="00E81036">
        <w:t>:</w:t>
      </w:r>
      <w:r w:rsidR="00E81036" w:rsidRPr="00390DA8">
        <w:t xml:space="preserve"> obiektu, instalacji</w:t>
      </w:r>
      <w:r w:rsidR="00650225" w:rsidRPr="00390DA8">
        <w:t xml:space="preserve"> i</w:t>
      </w:r>
      <w:r w:rsidR="00650225">
        <w:t> </w:t>
      </w:r>
      <w:r w:rsidR="00E81036" w:rsidRPr="00390DA8">
        <w:t>urządzeń związanych</w:t>
      </w:r>
      <w:r w:rsidR="00650225" w:rsidRPr="00390DA8">
        <w:t xml:space="preserve"> z</w:t>
      </w:r>
      <w:r w:rsidR="00650225">
        <w:t> </w:t>
      </w:r>
      <w:r w:rsidR="00E81036" w:rsidRPr="00390DA8">
        <w:t>tym obiektem.</w:t>
      </w:r>
    </w:p>
    <w:p w14:paraId="5571B38A" w14:textId="52F726D7" w:rsidR="00E81036" w:rsidRPr="00390DA8" w:rsidRDefault="00E81036" w:rsidP="00D86756">
      <w:pPr>
        <w:pStyle w:val="ZARTzmartartykuempunktem"/>
        <w:keepNext/>
      </w:pPr>
      <w:r w:rsidRPr="00390DA8">
        <w:t>2. Jeżeli</w:t>
      </w:r>
      <w:r w:rsidR="00650225" w:rsidRPr="00390DA8">
        <w:t xml:space="preserve"> w</w:t>
      </w:r>
      <w:r w:rsidR="00650225">
        <w:t> </w:t>
      </w:r>
      <w:r w:rsidRPr="00390DA8">
        <w:t>ramach dokumentacji budowy dziennik budowy był prowadzony</w:t>
      </w:r>
      <w:r w:rsidR="00650225" w:rsidRPr="00390DA8">
        <w:t xml:space="preserve"> w</w:t>
      </w:r>
      <w:r w:rsidR="00650225">
        <w:t> </w:t>
      </w:r>
      <w:r w:rsidRPr="00390DA8">
        <w:t>postaci elektronicznej, przekazaniu podlega:</w:t>
      </w:r>
    </w:p>
    <w:p w14:paraId="0601A8C0" w14:textId="48DB831B" w:rsidR="00E81036" w:rsidRPr="00390DA8" w:rsidRDefault="00A71C0D" w:rsidP="00E81036">
      <w:pPr>
        <w:pStyle w:val="ZPKTzmpktartykuempunktem"/>
      </w:pPr>
      <w:r>
        <w:t>1)</w:t>
      </w:r>
      <w:r w:rsidR="00E81036" w:rsidRPr="00390DA8">
        <w:tab/>
        <w:t xml:space="preserve">wydruk </w:t>
      </w:r>
      <w:r w:rsidR="00E81036">
        <w:t>tego</w:t>
      </w:r>
      <w:r w:rsidR="00E81036" w:rsidRPr="00390DA8">
        <w:t xml:space="preserve"> dziennika</w:t>
      </w:r>
      <w:r w:rsidR="00650225" w:rsidRPr="00390DA8">
        <w:t xml:space="preserve"> z</w:t>
      </w:r>
      <w:r w:rsidR="00650225">
        <w:t> </w:t>
      </w:r>
      <w:r w:rsidR="00E81036" w:rsidRPr="00390DA8">
        <w:t>systemu EDB albo</w:t>
      </w:r>
    </w:p>
    <w:p w14:paraId="08B38BA5" w14:textId="19CEB363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nośnik danych zawierający dziennik budowy pobrany</w:t>
      </w:r>
      <w:r w:rsidR="00650225" w:rsidRPr="00390DA8">
        <w:t xml:space="preserve"> z</w:t>
      </w:r>
      <w:r w:rsidR="00650225">
        <w:t> </w:t>
      </w:r>
      <w:r w:rsidRPr="00390DA8">
        <w:t>systemu EDB.</w:t>
      </w:r>
      <w:r w:rsidR="00D86756">
        <w:t>”</w:t>
      </w:r>
      <w:r w:rsidRPr="00390DA8">
        <w:t>;</w:t>
      </w:r>
    </w:p>
    <w:p w14:paraId="5EC6A66C" w14:textId="4E5C38FF" w:rsidR="00447169" w:rsidRDefault="002F60FC" w:rsidP="00D86756">
      <w:pPr>
        <w:pStyle w:val="PKTpunkt"/>
        <w:keepNext/>
      </w:pPr>
      <w:r>
        <w:t>21</w:t>
      </w:r>
      <w:r w:rsidR="00447169">
        <w:t>)</w:t>
      </w:r>
      <w:r w:rsidR="00645DE0">
        <w:tab/>
      </w:r>
      <w:r w:rsidR="00447169">
        <w:t>po</w:t>
      </w:r>
      <w:r w:rsidR="00CE7733">
        <w:t xml:space="preserve"> art. </w:t>
      </w:r>
      <w:r w:rsidR="00447169">
        <w:t>6</w:t>
      </w:r>
      <w:r w:rsidR="00CA7B6D">
        <w:t>0 </w:t>
      </w:r>
      <w:r w:rsidR="00447169">
        <w:t>dodaje się rozdział 5</w:t>
      </w:r>
      <w:r w:rsidR="005978EE">
        <w:t>d</w:t>
      </w:r>
      <w:r w:rsidR="00CA7B6D">
        <w:t xml:space="preserve"> w </w:t>
      </w:r>
      <w:r w:rsidR="00447169">
        <w:t>brzmieniu:</w:t>
      </w:r>
    </w:p>
    <w:p w14:paraId="6EBBEF3E" w14:textId="24474343" w:rsidR="00447169" w:rsidRDefault="00576C4C" w:rsidP="00447169">
      <w:pPr>
        <w:pStyle w:val="ZROZDZODDZOZNzmoznrozdzoddzartykuempunktem"/>
      </w:pPr>
      <w:bookmarkStart w:id="21" w:name="_Hlk59192270"/>
      <w:r>
        <w:t>„</w:t>
      </w:r>
      <w:r w:rsidR="00447169">
        <w:t>Rozdział 5</w:t>
      </w:r>
      <w:r w:rsidR="005978EE">
        <w:t>d</w:t>
      </w:r>
    </w:p>
    <w:p w14:paraId="7D26E4F9" w14:textId="6392B359" w:rsidR="00447169" w:rsidRPr="00447169" w:rsidRDefault="00447169" w:rsidP="004A724C">
      <w:pPr>
        <w:pStyle w:val="ZROZDZODDZPRZEDMzmprzedmrozdzoddzartykuempunktem"/>
      </w:pPr>
      <w:r>
        <w:t xml:space="preserve">Książka </w:t>
      </w:r>
      <w:r w:rsidR="00946F3C">
        <w:t>o</w:t>
      </w:r>
      <w:r>
        <w:t xml:space="preserve">biektu </w:t>
      </w:r>
      <w:r w:rsidR="00946F3C">
        <w:t>b</w:t>
      </w:r>
      <w:r>
        <w:t>udowlanego</w:t>
      </w:r>
    </w:p>
    <w:p w14:paraId="5130B0A1" w14:textId="0C1C3DE8" w:rsidR="00447169" w:rsidRPr="00447169" w:rsidRDefault="00447169" w:rsidP="00447169">
      <w:pPr>
        <w:pStyle w:val="ZARTzmartartykuempunktem"/>
      </w:pPr>
      <w:r>
        <w:t>Art. 60a</w:t>
      </w:r>
      <w:r w:rsidRPr="00447169">
        <w:t>. Książka obiektu budowlanego jest dokumentem przeznaczonym do dokonywania wpisów</w:t>
      </w:r>
      <w:r w:rsidR="00CA7B6D" w:rsidRPr="00447169">
        <w:t xml:space="preserve"> </w:t>
      </w:r>
      <w:r w:rsidR="00CA7B6D">
        <w:t>w </w:t>
      </w:r>
      <w:r w:rsidR="00FF1885">
        <w:t>zakresie</w:t>
      </w:r>
      <w:r w:rsidRPr="00447169">
        <w:t>:</w:t>
      </w:r>
    </w:p>
    <w:bookmarkEnd w:id="21"/>
    <w:p w14:paraId="53F4E9F4" w14:textId="702D723B" w:rsidR="00447169" w:rsidRPr="00447169" w:rsidRDefault="00447169" w:rsidP="004A724C">
      <w:pPr>
        <w:pStyle w:val="ZPKTzmpktartykuempunktem"/>
      </w:pPr>
      <w:r w:rsidRPr="00447169">
        <w:t>1)</w:t>
      </w:r>
      <w:r w:rsidRPr="00447169">
        <w:tab/>
        <w:t>informacji</w:t>
      </w:r>
      <w:r w:rsidR="00CA7B6D" w:rsidRPr="00447169">
        <w:t xml:space="preserve"> o</w:t>
      </w:r>
      <w:r w:rsidR="00CA7B6D">
        <w:t> </w:t>
      </w:r>
      <w:r w:rsidRPr="00447169">
        <w:t>obiekcie budowlanym;</w:t>
      </w:r>
    </w:p>
    <w:p w14:paraId="75C00AD5" w14:textId="47DE9D4E" w:rsidR="00447169" w:rsidRPr="00447169" w:rsidRDefault="00447169" w:rsidP="004A724C">
      <w:pPr>
        <w:pStyle w:val="ZPKTzmpktartykuempunktem"/>
      </w:pPr>
      <w:r w:rsidRPr="00447169">
        <w:t>2)</w:t>
      </w:r>
      <w:r w:rsidRPr="00447169">
        <w:tab/>
      </w:r>
      <w:r w:rsidR="00807DDA" w:rsidRPr="00807DDA">
        <w:t>imienia</w:t>
      </w:r>
      <w:r w:rsidR="00CE7733" w:rsidRPr="00807DDA">
        <w:t xml:space="preserve"> i</w:t>
      </w:r>
      <w:r w:rsidR="00CE7733">
        <w:t> </w:t>
      </w:r>
      <w:r w:rsidR="00807DDA" w:rsidRPr="00807DDA">
        <w:t>nazwiska albo nazwy, adresu zamieszkania lub siedziby oraz adresu elektronicznego</w:t>
      </w:r>
      <w:r w:rsidR="00205EAA">
        <w:t>,</w:t>
      </w:r>
      <w:r w:rsidR="00CE7733">
        <w:t xml:space="preserve"> </w:t>
      </w:r>
      <w:r w:rsidR="00CE7733" w:rsidRPr="00001A08">
        <w:t>w</w:t>
      </w:r>
      <w:r w:rsidR="00CE7733">
        <w:t> </w:t>
      </w:r>
      <w:r w:rsidR="00205EAA" w:rsidRPr="00001A08">
        <w:t>rozumieniu ustawy</w:t>
      </w:r>
      <w:r w:rsidR="00CE7733" w:rsidRPr="00001A08">
        <w:t xml:space="preserve"> z</w:t>
      </w:r>
      <w:r w:rsidR="00CE7733">
        <w:t> </w:t>
      </w:r>
      <w:r w:rsidR="00205EAA" w:rsidRPr="00001A08">
        <w:t>dnia 1</w:t>
      </w:r>
      <w:r w:rsidR="00CE7733" w:rsidRPr="00001A08">
        <w:t>8</w:t>
      </w:r>
      <w:r w:rsidR="00CE7733">
        <w:t> </w:t>
      </w:r>
      <w:r w:rsidR="00205EAA" w:rsidRPr="00001A08">
        <w:t>lipca 200</w:t>
      </w:r>
      <w:r w:rsidR="00CE7733" w:rsidRPr="00001A08">
        <w:t>2</w:t>
      </w:r>
      <w:r w:rsidR="00CE7733">
        <w:t> </w:t>
      </w:r>
      <w:r w:rsidR="00205EAA" w:rsidRPr="00001A08">
        <w:t>r.</w:t>
      </w:r>
      <w:r w:rsidR="00CE7733" w:rsidRPr="00001A08">
        <w:t xml:space="preserve"> o</w:t>
      </w:r>
      <w:r w:rsidR="00CE7733">
        <w:t> </w:t>
      </w:r>
      <w:r w:rsidR="00205EAA" w:rsidRPr="00001A08">
        <w:t>świadczeniu usług drogą elektroniczną (</w:t>
      </w:r>
      <w:r w:rsidR="00CE7733">
        <w:t>Dz. U.</w:t>
      </w:r>
      <w:r w:rsidR="00CE7733" w:rsidRPr="00001A08">
        <w:t xml:space="preserve"> z</w:t>
      </w:r>
      <w:r w:rsidR="00CE7733">
        <w:t> </w:t>
      </w:r>
      <w:r w:rsidR="00205EAA" w:rsidRPr="00001A08">
        <w:t>202</w:t>
      </w:r>
      <w:r w:rsidR="00CE7733" w:rsidRPr="00001A08">
        <w:t>0</w:t>
      </w:r>
      <w:r w:rsidR="00CE7733">
        <w:t> </w:t>
      </w:r>
      <w:r w:rsidR="00205EAA" w:rsidRPr="00001A08">
        <w:t>r.</w:t>
      </w:r>
      <w:r w:rsidR="00CE7733">
        <w:t xml:space="preserve"> poz. </w:t>
      </w:r>
      <w:r w:rsidR="00205EAA" w:rsidRPr="00001A08">
        <w:t>344)</w:t>
      </w:r>
      <w:r w:rsidR="00205EAA">
        <w:t>,</w:t>
      </w:r>
      <w:r w:rsidR="00807DDA" w:rsidRPr="00807DDA">
        <w:t xml:space="preserve"> właściciela lub zarządcy;</w:t>
      </w:r>
    </w:p>
    <w:p w14:paraId="636C7B5F" w14:textId="2C1DAA6F" w:rsidR="00447169" w:rsidRPr="00447169" w:rsidRDefault="00447169" w:rsidP="004A724C">
      <w:pPr>
        <w:pStyle w:val="ZPKTzmpktartykuempunktem"/>
      </w:pPr>
      <w:r w:rsidRPr="00447169">
        <w:t>3)</w:t>
      </w:r>
      <w:r w:rsidRPr="00447169">
        <w:tab/>
        <w:t>przeprowadzanych kontroli,</w:t>
      </w:r>
      <w:r w:rsidR="00CA7B6D" w:rsidRPr="00447169">
        <w:t xml:space="preserve"> o</w:t>
      </w:r>
      <w:r w:rsidR="00CA7B6D">
        <w:t> </w:t>
      </w:r>
      <w:r w:rsidRPr="00447169">
        <w:t>których mowa</w:t>
      </w:r>
      <w:r w:rsidR="00CE7733" w:rsidRPr="00447169">
        <w:t xml:space="preserve"> w</w:t>
      </w:r>
      <w:r w:rsidR="00CE7733">
        <w:t> art. </w:t>
      </w:r>
      <w:r w:rsidRPr="00447169">
        <w:t>6</w:t>
      </w:r>
      <w:r w:rsidR="00CE7733" w:rsidRPr="00447169">
        <w:t>2</w:t>
      </w:r>
      <w:r w:rsidR="00CE7733">
        <w:t xml:space="preserve"> ust. </w:t>
      </w:r>
      <w:r w:rsidR="002413EF">
        <w:t>1</w:t>
      </w:r>
      <w:r w:rsidRPr="00447169">
        <w:t>;</w:t>
      </w:r>
    </w:p>
    <w:p w14:paraId="5719B7F2" w14:textId="3AC46679" w:rsidR="00680FC8" w:rsidRDefault="00447169" w:rsidP="00680FC8">
      <w:pPr>
        <w:pStyle w:val="ZPKTzmpktartykuempunktem"/>
      </w:pPr>
      <w:r w:rsidRPr="00447169">
        <w:t>4)</w:t>
      </w:r>
      <w:r w:rsidRPr="00447169">
        <w:tab/>
      </w:r>
      <w:r w:rsidR="00680FC8" w:rsidRPr="00680FC8">
        <w:t>ekspertyz</w:t>
      </w:r>
      <w:r w:rsidR="00CE7733" w:rsidRPr="00680FC8">
        <w:t xml:space="preserve"> i</w:t>
      </w:r>
      <w:r w:rsidR="00CE7733">
        <w:t> </w:t>
      </w:r>
      <w:r w:rsidR="00680FC8" w:rsidRPr="00680FC8">
        <w:t>opinii technicznych dotyczących obiektu budowlanego oraz imion</w:t>
      </w:r>
      <w:r w:rsidR="00CE7733" w:rsidRPr="00680FC8">
        <w:t xml:space="preserve"> i</w:t>
      </w:r>
      <w:r w:rsidR="00CE7733">
        <w:t> </w:t>
      </w:r>
      <w:r w:rsidR="00680FC8" w:rsidRPr="00680FC8">
        <w:t>nazwisk osób</w:t>
      </w:r>
      <w:r w:rsidR="00576C4C">
        <w:t>,</w:t>
      </w:r>
      <w:r w:rsidR="00680FC8" w:rsidRPr="00680FC8">
        <w:t xml:space="preserve"> przez które zostały sporządzone</w:t>
      </w:r>
      <w:r w:rsidR="00670700">
        <w:t>;</w:t>
      </w:r>
    </w:p>
    <w:p w14:paraId="06601A2B" w14:textId="43037ECE" w:rsidR="00680FC8" w:rsidRDefault="00680FC8" w:rsidP="00680FC8">
      <w:pPr>
        <w:pStyle w:val="ZPKTzmpktartykuempunktem"/>
      </w:pPr>
      <w:r w:rsidRPr="00680FC8">
        <w:t>5)</w:t>
      </w:r>
      <w:r w:rsidRPr="00680FC8">
        <w:tab/>
        <w:t>przeglądów technicznych, konserwacji oraz napraw urządzeń przeciwpożarowych,</w:t>
      </w:r>
      <w:r w:rsidR="00CE7733" w:rsidRPr="00680FC8">
        <w:t xml:space="preserve"> o</w:t>
      </w:r>
      <w:r w:rsidR="00CE7733">
        <w:t> </w:t>
      </w:r>
      <w:r w:rsidRPr="00680FC8">
        <w:t>których mowa</w:t>
      </w:r>
      <w:r w:rsidR="00CE7733" w:rsidRPr="00680FC8">
        <w:t xml:space="preserve"> w</w:t>
      </w:r>
      <w:r w:rsidR="00CE7733">
        <w:t> art. </w:t>
      </w:r>
      <w:r w:rsidR="00CE7733" w:rsidRPr="00680FC8">
        <w:t>4</w:t>
      </w:r>
      <w:r w:rsidR="00CE7733">
        <w:t xml:space="preserve"> ust. </w:t>
      </w:r>
      <w:r w:rsidR="00CE7733" w:rsidRPr="00680FC8">
        <w:t>1</w:t>
      </w:r>
      <w:r w:rsidR="00CE7733">
        <w:t xml:space="preserve"> pkt </w:t>
      </w:r>
      <w:r w:rsidR="00CE7733" w:rsidRPr="00680FC8">
        <w:t>3</w:t>
      </w:r>
      <w:r w:rsidR="00CE7733">
        <w:t> </w:t>
      </w:r>
      <w:r w:rsidRPr="00680FC8">
        <w:t>ustawy</w:t>
      </w:r>
      <w:r w:rsidR="00CE7733" w:rsidRPr="00680FC8">
        <w:t xml:space="preserve"> z</w:t>
      </w:r>
      <w:r w:rsidR="00CE7733">
        <w:t> </w:t>
      </w:r>
      <w:r w:rsidRPr="00680FC8">
        <w:t>dnia 2</w:t>
      </w:r>
      <w:r w:rsidR="00CE7733" w:rsidRPr="00680FC8">
        <w:t>4</w:t>
      </w:r>
      <w:r w:rsidR="00CE7733">
        <w:t> </w:t>
      </w:r>
      <w:r w:rsidRPr="00680FC8">
        <w:t>sierpnia 199</w:t>
      </w:r>
      <w:r w:rsidR="00CE7733" w:rsidRPr="00680FC8">
        <w:t>1</w:t>
      </w:r>
      <w:r w:rsidR="00CE7733">
        <w:t> </w:t>
      </w:r>
      <w:r w:rsidRPr="00680FC8">
        <w:t>r.</w:t>
      </w:r>
      <w:r w:rsidR="00CE7733" w:rsidRPr="00680FC8">
        <w:t xml:space="preserve"> o</w:t>
      </w:r>
      <w:r w:rsidR="00CE7733">
        <w:t> </w:t>
      </w:r>
      <w:r w:rsidRPr="00680FC8">
        <w:t xml:space="preserve">ochronie </w:t>
      </w:r>
      <w:r w:rsidRPr="00680FC8">
        <w:lastRenderedPageBreak/>
        <w:t>przeciwpożarowej</w:t>
      </w:r>
      <w:r w:rsidR="003553BA">
        <w:t>,</w:t>
      </w:r>
      <w:r w:rsidRPr="00680FC8">
        <w:t xml:space="preserve"> oraz imion</w:t>
      </w:r>
      <w:r w:rsidR="00CE7733" w:rsidRPr="00680FC8">
        <w:t xml:space="preserve"> i</w:t>
      </w:r>
      <w:r w:rsidR="00CE7733">
        <w:t> </w:t>
      </w:r>
      <w:r w:rsidRPr="00680FC8">
        <w:t>nazwisk osób, przez które</w:t>
      </w:r>
      <w:r w:rsidR="00205EAA" w:rsidRPr="00205EAA">
        <w:t xml:space="preserve"> </w:t>
      </w:r>
      <w:r w:rsidR="00205EAA">
        <w:t>zostały</w:t>
      </w:r>
      <w:r w:rsidRPr="00680FC8">
        <w:t xml:space="preserve"> dokonane te czynności;</w:t>
      </w:r>
    </w:p>
    <w:p w14:paraId="37F66CE3" w14:textId="2FD1E7FD" w:rsidR="00313E28" w:rsidRPr="00313E28" w:rsidRDefault="00680FC8" w:rsidP="00313E28">
      <w:pPr>
        <w:pStyle w:val="ZPKTzmpktartykuempunktem"/>
      </w:pPr>
      <w:r>
        <w:t>6</w:t>
      </w:r>
      <w:r w:rsidR="00313E28" w:rsidRPr="00313E28">
        <w:t>)</w:t>
      </w:r>
      <w:r w:rsidR="00313E28" w:rsidRPr="00313E28">
        <w:tab/>
        <w:t>robót budowlanych związanych</w:t>
      </w:r>
      <w:r w:rsidR="00CE7733" w:rsidRPr="00313E28">
        <w:t xml:space="preserve"> z</w:t>
      </w:r>
      <w:r w:rsidR="00CE7733">
        <w:t> </w:t>
      </w:r>
      <w:r w:rsidR="00313E28" w:rsidRPr="00313E28">
        <w:t>obiektem budowlanym,</w:t>
      </w:r>
      <w:r w:rsidR="00CE7733" w:rsidRPr="00313E28">
        <w:t xml:space="preserve"> a</w:t>
      </w:r>
      <w:r w:rsidR="00CE7733">
        <w:t> </w:t>
      </w:r>
      <w:r w:rsidR="00313E28" w:rsidRPr="00313E28">
        <w:t>wykonywanych po oddaniu do użytkowania;</w:t>
      </w:r>
    </w:p>
    <w:p w14:paraId="03BC142A" w14:textId="5867D2BE" w:rsidR="00313E28" w:rsidRPr="00313E28" w:rsidRDefault="00680FC8" w:rsidP="00313E28">
      <w:pPr>
        <w:pStyle w:val="ZPKTzmpktartykuempunktem"/>
      </w:pPr>
      <w:r>
        <w:t>7</w:t>
      </w:r>
      <w:r w:rsidR="00313E28" w:rsidRPr="00313E28">
        <w:t>)</w:t>
      </w:r>
      <w:r w:rsidR="00313E28" w:rsidRPr="00313E28">
        <w:tab/>
        <w:t>katastrof budowlanych dotyczących obiektu budowlanego;</w:t>
      </w:r>
    </w:p>
    <w:p w14:paraId="75B04E6A" w14:textId="2E6AD82C" w:rsidR="00447169" w:rsidRDefault="00680FC8" w:rsidP="004A724C">
      <w:pPr>
        <w:pStyle w:val="ZPKTzmpktartykuempunktem"/>
      </w:pPr>
      <w:r>
        <w:t>8</w:t>
      </w:r>
      <w:r w:rsidR="00120FD4">
        <w:t>)</w:t>
      </w:r>
      <w:r w:rsidR="00120FD4">
        <w:tab/>
        <w:t>decyzji, postanowień</w:t>
      </w:r>
      <w:r w:rsidR="00C041B5">
        <w:t>,</w:t>
      </w:r>
      <w:r w:rsidR="00CA7B6D">
        <w:t> </w:t>
      </w:r>
      <w:r w:rsidR="00120FD4">
        <w:t>zaświadczeń</w:t>
      </w:r>
      <w:r w:rsidR="00CE7733" w:rsidRPr="00C041B5">
        <w:t xml:space="preserve"> i</w:t>
      </w:r>
      <w:r w:rsidR="00CE7733">
        <w:t> </w:t>
      </w:r>
      <w:r w:rsidR="00C041B5" w:rsidRPr="00C041B5">
        <w:t>innych dokumentów</w:t>
      </w:r>
      <w:r w:rsidR="00120FD4">
        <w:t xml:space="preserve"> wydanych przez organy administracji publicznej, dotyczących </w:t>
      </w:r>
      <w:r w:rsidR="00120FD4" w:rsidRPr="00120FD4">
        <w:t>obiektu budowlanego</w:t>
      </w:r>
      <w:r w:rsidR="00447169" w:rsidRPr="00447169">
        <w:t>.</w:t>
      </w:r>
    </w:p>
    <w:p w14:paraId="582B1FB7" w14:textId="6F244281" w:rsidR="00447169" w:rsidRPr="00447169" w:rsidRDefault="00447169" w:rsidP="004A724C">
      <w:pPr>
        <w:pStyle w:val="ZARTzmartartykuempunktem"/>
      </w:pPr>
      <w:r>
        <w:t xml:space="preserve">Art. 60b. 1. </w:t>
      </w:r>
      <w:r w:rsidR="001D77B4">
        <w:t>K</w:t>
      </w:r>
      <w:r w:rsidRPr="00447169">
        <w:t>siążkę obiektu budowlanego</w:t>
      </w:r>
      <w:r w:rsidR="001D77B4">
        <w:t xml:space="preserve"> prowadzi się na bieżąco</w:t>
      </w:r>
      <w:r w:rsidRPr="00447169">
        <w:t xml:space="preserve"> dla każdego:</w:t>
      </w:r>
    </w:p>
    <w:p w14:paraId="096C81AE" w14:textId="78247B73" w:rsidR="00447169" w:rsidRPr="00447169" w:rsidRDefault="00447169" w:rsidP="004A724C">
      <w:pPr>
        <w:pStyle w:val="ZPKTzmpktartykuempunktem"/>
      </w:pPr>
      <w:r w:rsidRPr="00447169">
        <w:t>1)</w:t>
      </w:r>
      <w:r w:rsidRPr="00447169">
        <w:tab/>
        <w:t xml:space="preserve">budynku oraz </w:t>
      </w:r>
    </w:p>
    <w:p w14:paraId="6BD564AD" w14:textId="2003ED8E" w:rsidR="00447169" w:rsidRDefault="00447169" w:rsidP="00447169">
      <w:pPr>
        <w:pStyle w:val="ZPKTzmpktartykuempunktem"/>
      </w:pPr>
      <w:r w:rsidRPr="00447169">
        <w:t>2)</w:t>
      </w:r>
      <w:r w:rsidRPr="00447169">
        <w:tab/>
        <w:t>obiektu budowlanego niebędącego budynkiem, którego projekt jest objęty obowiązkiem sprawdzenia,</w:t>
      </w:r>
      <w:r w:rsidR="00CA7B6D" w:rsidRPr="00447169">
        <w:t xml:space="preserve"> o</w:t>
      </w:r>
      <w:r w:rsidR="00CA7B6D">
        <w:t> </w:t>
      </w:r>
      <w:r w:rsidRPr="00447169">
        <w:t>którym mowa</w:t>
      </w:r>
      <w:r w:rsidR="00CE7733" w:rsidRPr="00447169">
        <w:t xml:space="preserve"> w</w:t>
      </w:r>
      <w:r w:rsidR="00CE7733">
        <w:t> art. </w:t>
      </w:r>
      <w:r w:rsidRPr="00447169">
        <w:t>2</w:t>
      </w:r>
      <w:r w:rsidR="00CE7733" w:rsidRPr="00447169">
        <w:t>0</w:t>
      </w:r>
      <w:r w:rsidR="00CE7733">
        <w:t xml:space="preserve"> ust. </w:t>
      </w:r>
      <w:r w:rsidRPr="00447169">
        <w:t>2.</w:t>
      </w:r>
    </w:p>
    <w:p w14:paraId="6373357B" w14:textId="493C7B51" w:rsidR="00447169" w:rsidRPr="00447169" w:rsidRDefault="00447169" w:rsidP="004A724C">
      <w:pPr>
        <w:pStyle w:val="ZUSTzmustartykuempunktem"/>
      </w:pPr>
      <w:r w:rsidRPr="00447169">
        <w:t>2. Obowiązek prowadzenia książki obiektu budowlanego,</w:t>
      </w:r>
      <w:r w:rsidR="00CA7B6D" w:rsidRPr="00447169">
        <w:t xml:space="preserve"> o</w:t>
      </w:r>
      <w:r w:rsidR="00CA7B6D">
        <w:t> </w:t>
      </w:r>
      <w:r w:rsidRPr="00447169">
        <w:t>którym mowa</w:t>
      </w:r>
      <w:r w:rsidR="00CE7733" w:rsidRPr="00447169">
        <w:t xml:space="preserve"> w</w:t>
      </w:r>
      <w:r w:rsidR="00CE7733">
        <w:t> ust. </w:t>
      </w:r>
      <w:r w:rsidRPr="00447169">
        <w:t>1, nie obejmuje właścicieli</w:t>
      </w:r>
      <w:r w:rsidR="00CA7B6D" w:rsidRPr="00447169">
        <w:t xml:space="preserve"> i</w:t>
      </w:r>
      <w:r w:rsidR="00CA7B6D">
        <w:t> </w:t>
      </w:r>
      <w:r w:rsidRPr="00447169">
        <w:t>zarządców:</w:t>
      </w:r>
    </w:p>
    <w:p w14:paraId="4C0825B8" w14:textId="7AB45FA1" w:rsidR="00447169" w:rsidRPr="008D6024" w:rsidRDefault="00447169">
      <w:pPr>
        <w:pStyle w:val="ZPKTzmpktartykuempunktem"/>
      </w:pPr>
      <w:r w:rsidRPr="008D6024">
        <w:t>1)</w:t>
      </w:r>
      <w:r>
        <w:tab/>
      </w:r>
      <w:r w:rsidRPr="008D6024">
        <w:t>budynków mieszkalnych jednorodzinnych;</w:t>
      </w:r>
    </w:p>
    <w:p w14:paraId="3A083252" w14:textId="77777777" w:rsidR="00447169" w:rsidRDefault="00447169" w:rsidP="00447169">
      <w:pPr>
        <w:pStyle w:val="ZPKTzmpktartykuempunktem"/>
      </w:pPr>
      <w:r w:rsidRPr="00447169">
        <w:t>2)</w:t>
      </w:r>
      <w:r>
        <w:tab/>
      </w:r>
      <w:r w:rsidRPr="008D6024">
        <w:t>obiektów budowlanych:</w:t>
      </w:r>
    </w:p>
    <w:p w14:paraId="6A399BB4" w14:textId="73E5BAA5" w:rsidR="00447169" w:rsidRPr="008D6024" w:rsidRDefault="00447169" w:rsidP="004A724C">
      <w:pPr>
        <w:pStyle w:val="ZLITwPKTzmlitwpktartykuempunktem"/>
      </w:pPr>
      <w:r>
        <w:t>a)</w:t>
      </w:r>
      <w:r>
        <w:tab/>
      </w:r>
      <w:r w:rsidRPr="008D6024">
        <w:t>budownictwa zagrodowego</w:t>
      </w:r>
      <w:r w:rsidR="00CA7B6D" w:rsidRPr="008D6024">
        <w:t xml:space="preserve"> i</w:t>
      </w:r>
      <w:r w:rsidR="00CA7B6D">
        <w:t> </w:t>
      </w:r>
      <w:r w:rsidRPr="008D6024">
        <w:t>letniskowego,</w:t>
      </w:r>
    </w:p>
    <w:p w14:paraId="77326FF6" w14:textId="46478658" w:rsidR="00447169" w:rsidRPr="008D6024" w:rsidRDefault="00447169" w:rsidP="004A724C">
      <w:pPr>
        <w:pStyle w:val="ZLITwPKTzmlitwpktartykuempunktem"/>
      </w:pPr>
      <w:r w:rsidRPr="008D6024">
        <w:t>b)</w:t>
      </w:r>
      <w:r>
        <w:tab/>
      </w:r>
      <w:r w:rsidRPr="008D6024">
        <w:t>wymienionych</w:t>
      </w:r>
      <w:r w:rsidR="00CE7733" w:rsidRPr="008D6024">
        <w:t xml:space="preserve"> w</w:t>
      </w:r>
      <w:r w:rsidR="00CE7733">
        <w:t> art. </w:t>
      </w:r>
      <w:r w:rsidRPr="008D6024">
        <w:t>2</w:t>
      </w:r>
      <w:r w:rsidR="00CE7733" w:rsidRPr="008D6024">
        <w:t>9</w:t>
      </w:r>
      <w:r w:rsidR="00CE7733">
        <w:t xml:space="preserve"> ust. </w:t>
      </w:r>
      <w:r w:rsidR="00CE7733" w:rsidRPr="008D6024">
        <w:t>1</w:t>
      </w:r>
      <w:r w:rsidR="00CE7733">
        <w:t xml:space="preserve"> i </w:t>
      </w:r>
      <w:r w:rsidRPr="008D6024">
        <w:t>2,</w:t>
      </w:r>
      <w:r w:rsidR="00CA7B6D" w:rsidRPr="008D6024">
        <w:t xml:space="preserve"> z</w:t>
      </w:r>
      <w:r w:rsidR="00CA7B6D">
        <w:t> </w:t>
      </w:r>
      <w:r w:rsidRPr="008D6024">
        <w:t>wyłączeniem sieci gazowych</w:t>
      </w:r>
      <w:r w:rsidR="00F61C9A">
        <w:t>;</w:t>
      </w:r>
    </w:p>
    <w:p w14:paraId="64FE3404" w14:textId="2AA0EA15" w:rsidR="00447169" w:rsidRPr="008D6024" w:rsidRDefault="00447169">
      <w:pPr>
        <w:pStyle w:val="ZPKTzmpktartykuempunktem"/>
      </w:pPr>
      <w:r w:rsidRPr="00447169">
        <w:t>3)</w:t>
      </w:r>
      <w:r>
        <w:tab/>
      </w:r>
      <w:r w:rsidR="00C041B5" w:rsidRPr="00C041B5">
        <w:t>dróg lub obiektów mostowych, dla których prowadzona jest książka drogi lub książka obiektu mostowego na podstawie przepisów o drogach publicznych</w:t>
      </w:r>
      <w:r w:rsidRPr="00447169">
        <w:t>.</w:t>
      </w:r>
    </w:p>
    <w:p w14:paraId="3575D8F4" w14:textId="3A78BCCE" w:rsidR="004001C8" w:rsidRDefault="004001C8" w:rsidP="004001C8">
      <w:pPr>
        <w:pStyle w:val="ZARTzmartartykuempunktem"/>
      </w:pPr>
      <w:r>
        <w:t>Art. 60c. 1</w:t>
      </w:r>
      <w:r w:rsidR="001D77B4" w:rsidRPr="00C041B5">
        <w:t>. Za prowadzenie książki obiektu budowlanego odpowiada</w:t>
      </w:r>
      <w:r>
        <w:t>:</w:t>
      </w:r>
    </w:p>
    <w:p w14:paraId="306140BA" w14:textId="7A40F27B" w:rsidR="004001C8" w:rsidRDefault="004001C8" w:rsidP="004001C8">
      <w:pPr>
        <w:pStyle w:val="ZPKTzmpktartykuempunktem"/>
      </w:pPr>
      <w:r>
        <w:t>1)</w:t>
      </w:r>
      <w:r>
        <w:tab/>
      </w:r>
      <w:r w:rsidR="001D77B4" w:rsidRPr="00C041B5">
        <w:t>właściciel lub zarządca</w:t>
      </w:r>
      <w:r w:rsidR="004A0767">
        <w:t xml:space="preserve"> obiektu budowlanego</w:t>
      </w:r>
      <w:r w:rsidR="001D77B4" w:rsidRPr="00C041B5">
        <w:t xml:space="preserve"> albo </w:t>
      </w:r>
    </w:p>
    <w:p w14:paraId="48195830" w14:textId="2DF5E0D5" w:rsidR="001D77B4" w:rsidRPr="00C041B5" w:rsidRDefault="004001C8" w:rsidP="00DE5796">
      <w:pPr>
        <w:pStyle w:val="ZPKTzmpktartykuempunktem"/>
      </w:pPr>
      <w:r>
        <w:t>2)</w:t>
      </w:r>
      <w:r>
        <w:tab/>
      </w:r>
      <w:r w:rsidR="001D77B4" w:rsidRPr="00C041B5">
        <w:t>osoba działająca</w:t>
      </w:r>
      <w:r w:rsidR="00CE7733" w:rsidRPr="00C041B5">
        <w:t xml:space="preserve"> z</w:t>
      </w:r>
      <w:r w:rsidR="00CE7733">
        <w:t> </w:t>
      </w:r>
      <w:r w:rsidR="001D77B4" w:rsidRPr="00C041B5">
        <w:t>upoważnienia właściciela lub zarządcy</w:t>
      </w:r>
      <w:r w:rsidR="00E036C6">
        <w:t xml:space="preserve"> obiektu budowlanego</w:t>
      </w:r>
      <w:r w:rsidR="001D77B4" w:rsidRPr="00C041B5">
        <w:t>.</w:t>
      </w:r>
    </w:p>
    <w:p w14:paraId="6678EC97" w14:textId="6C9DBAF5" w:rsidR="001D77B4" w:rsidRDefault="004001C8" w:rsidP="00DE5796">
      <w:pPr>
        <w:pStyle w:val="ZUSTzmustartykuempunktem"/>
      </w:pPr>
      <w:r>
        <w:t>2</w:t>
      </w:r>
      <w:r w:rsidR="001D77B4" w:rsidRPr="00C041B5">
        <w:t xml:space="preserve">. Właściciel lub zarządca </w:t>
      </w:r>
      <w:r w:rsidR="00E036C6">
        <w:t xml:space="preserve">obiektu budowlanego </w:t>
      </w:r>
      <w:r w:rsidR="001D77B4" w:rsidRPr="00C041B5">
        <w:t>albo osoba działająca</w:t>
      </w:r>
      <w:r w:rsidR="00CE7733" w:rsidRPr="00C041B5">
        <w:t xml:space="preserve"> z</w:t>
      </w:r>
      <w:r w:rsidR="00CE7733">
        <w:t> </w:t>
      </w:r>
      <w:r w:rsidR="001D77B4" w:rsidRPr="00C041B5">
        <w:t xml:space="preserve">upoważnienia właściciela lub zarządcy </w:t>
      </w:r>
      <w:r w:rsidR="00E036C6">
        <w:t xml:space="preserve">obiektu budowlanego </w:t>
      </w:r>
      <w:r w:rsidR="001D77B4" w:rsidRPr="00C041B5">
        <w:t>może wyznaczyć osobę fizyczną do prowadzenia książki obiektu budowlanego.</w:t>
      </w:r>
      <w:r w:rsidR="00CE7733">
        <w:t xml:space="preserve"> W </w:t>
      </w:r>
      <w:r w:rsidR="001D77B4">
        <w:t xml:space="preserve">takim przypadku za prowadzenie </w:t>
      </w:r>
      <w:r w:rsidR="00205EAA">
        <w:t xml:space="preserve">książki </w:t>
      </w:r>
      <w:r w:rsidR="001D77B4">
        <w:t xml:space="preserve">obiektu budowlanego odpowiada wyznaczona osoba. </w:t>
      </w:r>
    </w:p>
    <w:p w14:paraId="1E7B6FFB" w14:textId="3E9168AF" w:rsidR="00C041B5" w:rsidRPr="00C041B5" w:rsidRDefault="00C041B5" w:rsidP="00C041B5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4001C8">
        <w:t>d</w:t>
      </w:r>
      <w:r w:rsidRPr="00C041B5">
        <w:t>. Książkę obiektu budowlanego zakłada właściciel lub zarządca obiektu budowlanego albo osoba działająca</w:t>
      </w:r>
      <w:r w:rsidR="00CE7733" w:rsidRPr="00C041B5">
        <w:t xml:space="preserve"> z</w:t>
      </w:r>
      <w:r w:rsidR="00CE7733">
        <w:t> </w:t>
      </w:r>
      <w:r w:rsidRPr="00C041B5">
        <w:t>upoważnienia właściciela lub zarządcy</w:t>
      </w:r>
      <w:r w:rsidR="00E036C6">
        <w:t xml:space="preserve"> obiektu budowlanego</w:t>
      </w:r>
      <w:r w:rsidRPr="00C041B5">
        <w:t>, w terminie 30 dni od dnia:</w:t>
      </w:r>
    </w:p>
    <w:p w14:paraId="0083A8E9" w14:textId="1D79A821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 xml:space="preserve">doręczenia decyzji o pozwoleniu na użytkowanie </w:t>
      </w:r>
      <w:r w:rsidR="00855180" w:rsidRPr="00EE78CA">
        <w:t xml:space="preserve">– </w:t>
      </w:r>
      <w:r w:rsidRPr="00C041B5">
        <w:t>w przypadku obiektu budowlanego, do użytkowania którego wymagana jest decyzja o pozwoleniu na użytkowanie;</w:t>
      </w:r>
    </w:p>
    <w:p w14:paraId="55F39303" w14:textId="5287BC4A" w:rsidR="00C041B5" w:rsidRPr="00C041B5" w:rsidRDefault="00C041B5" w:rsidP="00250491">
      <w:pPr>
        <w:pStyle w:val="ZPKTzmpktartykuempunktem"/>
      </w:pPr>
      <w:r w:rsidRPr="00C041B5">
        <w:lastRenderedPageBreak/>
        <w:t>2)</w:t>
      </w:r>
      <w:r w:rsidRPr="00C041B5">
        <w:tab/>
        <w:t>upływu terminu na zgłoszenie</w:t>
      </w:r>
      <w:r w:rsidR="00CE7733" w:rsidRPr="00C041B5">
        <w:t xml:space="preserve"> w</w:t>
      </w:r>
      <w:r w:rsidR="00CE7733">
        <w:t> </w:t>
      </w:r>
      <w:r w:rsidRPr="00C041B5">
        <w:t>drodze decyzji sprzeciwu przez organ nadzoru budowlanego do zawiadomienia o zakończeniu budowy albo doręczenia zaświadczenia organu nadzoru budowlanego</w:t>
      </w:r>
      <w:r w:rsidR="00CE7733" w:rsidRPr="00C041B5">
        <w:t xml:space="preserve"> o</w:t>
      </w:r>
      <w:r w:rsidR="00CE7733">
        <w:t> </w:t>
      </w:r>
      <w:r w:rsidRPr="00C041B5">
        <w:t xml:space="preserve">braku podstaw do wniesienia sprzeciwu </w:t>
      </w:r>
      <w:r w:rsidR="00855180" w:rsidRPr="00EE78CA">
        <w:t>–</w:t>
      </w:r>
      <w:r w:rsidRPr="00C041B5">
        <w:t xml:space="preserve"> w przypadku obiektu budowlanego, do użytkowania którego wymagane jest zawiadomienie o zakończeniu budowy;</w:t>
      </w:r>
    </w:p>
    <w:p w14:paraId="7C5BC5E9" w14:textId="75353FB1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 xml:space="preserve">dokonania zmiany sposobu użytkowania obiektu budowlanego lub jego części </w:t>
      </w:r>
      <w:r w:rsidR="00855180" w:rsidRPr="00EE78CA">
        <w:t xml:space="preserve">– </w:t>
      </w:r>
      <w:r w:rsidR="00C52BE3">
        <w:t>jeżeli</w:t>
      </w:r>
      <w:r w:rsidRPr="00C041B5">
        <w:t xml:space="preserve"> w wyniku tej zmiany obiekt budowlany niewymagający wcześniej założenia książki obiektu budowlanego stał się obiektem budowlanym, dla którego należy założyć książkę obiektu budowlanego.</w:t>
      </w:r>
    </w:p>
    <w:p w14:paraId="415F69F2" w14:textId="5A1AE5A1" w:rsidR="00C041B5" w:rsidRPr="00C041B5" w:rsidRDefault="00447169" w:rsidP="00E2014A">
      <w:pPr>
        <w:pStyle w:val="ZARTzmartartykuempunktem"/>
      </w:pPr>
      <w:r>
        <w:t xml:space="preserve">Art. </w:t>
      </w:r>
      <w:r w:rsidR="004001C8">
        <w:t>60e</w:t>
      </w:r>
      <w:r w:rsidRPr="00447169">
        <w:t xml:space="preserve">. </w:t>
      </w:r>
      <w:r w:rsidR="00C041B5" w:rsidRPr="00C041B5">
        <w:t>1. Uprawnionymi do dokonywania wpisów</w:t>
      </w:r>
      <w:r w:rsidR="00CE7733" w:rsidRPr="00C041B5">
        <w:t xml:space="preserve"> w</w:t>
      </w:r>
      <w:r w:rsidR="00CE7733">
        <w:t> </w:t>
      </w:r>
      <w:r w:rsidR="00C041B5" w:rsidRPr="00C041B5">
        <w:t>książce obiektu budowlanego są:</w:t>
      </w:r>
    </w:p>
    <w:p w14:paraId="04703079" w14:textId="4BCCF111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właściciel obiektu budowlanego lub osoba działająca</w:t>
      </w:r>
      <w:r w:rsidR="00CE7733" w:rsidRPr="00C041B5">
        <w:t xml:space="preserve"> z</w:t>
      </w:r>
      <w:r w:rsidR="00CE7733">
        <w:t> </w:t>
      </w:r>
      <w:r w:rsidRPr="00C041B5">
        <w:t>jego upoważnienia;</w:t>
      </w:r>
    </w:p>
    <w:p w14:paraId="5F005757" w14:textId="455485C8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zarządca obiektu budowlanego lub osoba działająca</w:t>
      </w:r>
      <w:r w:rsidR="00CE7733" w:rsidRPr="00C041B5">
        <w:t xml:space="preserve"> z</w:t>
      </w:r>
      <w:r w:rsidR="00CE7733">
        <w:t> </w:t>
      </w:r>
      <w:r w:rsidRPr="00C041B5">
        <w:t>jego upoważni</w:t>
      </w:r>
      <w:r w:rsidR="003E116E">
        <w:t>enia</w:t>
      </w:r>
      <w:r w:rsidRPr="00C041B5">
        <w:t>;</w:t>
      </w:r>
    </w:p>
    <w:p w14:paraId="2B238617" w14:textId="28A34422" w:rsidR="00C041B5" w:rsidRPr="00C041B5" w:rsidRDefault="00C041B5" w:rsidP="00250491">
      <w:pPr>
        <w:pStyle w:val="ZPKTzmpktartykuempunktem"/>
      </w:pPr>
      <w:r w:rsidRPr="00C041B5">
        <w:t>3)</w:t>
      </w:r>
      <w:r>
        <w:tab/>
      </w:r>
      <w:r w:rsidRPr="00C041B5">
        <w:t>osoba wyznaczona do jej prowadzenia</w:t>
      </w:r>
      <w:r w:rsidR="00E2014A">
        <w:t>;</w:t>
      </w:r>
    </w:p>
    <w:p w14:paraId="0CDBDFE6" w14:textId="15B5CF1A" w:rsidR="00C041B5" w:rsidRPr="00C041B5" w:rsidRDefault="00C041B5" w:rsidP="00250491">
      <w:pPr>
        <w:pStyle w:val="ZPKTzmpktartykuempunktem"/>
      </w:pPr>
      <w:r w:rsidRPr="00C041B5">
        <w:t>4)</w:t>
      </w:r>
      <w:r w:rsidRPr="00C041B5">
        <w:tab/>
        <w:t>osoby przeprowadzające kontrole, o których mowa</w:t>
      </w:r>
      <w:r w:rsidR="00CE7733" w:rsidRPr="00C041B5">
        <w:t xml:space="preserve"> w</w:t>
      </w:r>
      <w:r w:rsidR="00CE7733">
        <w:t> art. </w:t>
      </w:r>
      <w:r w:rsidRPr="00C041B5">
        <w:t>6</w:t>
      </w:r>
      <w:r w:rsidR="00CE7733" w:rsidRPr="00C041B5">
        <w:t>2</w:t>
      </w:r>
      <w:r w:rsidR="00CE7733">
        <w:t xml:space="preserve"> ust. </w:t>
      </w:r>
      <w:r w:rsidRPr="00C041B5">
        <w:t>1.</w:t>
      </w:r>
    </w:p>
    <w:p w14:paraId="29835D47" w14:textId="3D94F71C" w:rsidR="009040B3" w:rsidRDefault="009040B3" w:rsidP="00250491">
      <w:pPr>
        <w:pStyle w:val="ZUSTzmustartykuempunktem"/>
      </w:pPr>
      <w:r>
        <w:t>2.</w:t>
      </w:r>
      <w:r w:rsidR="00984ED8">
        <w:t xml:space="preserve"> </w:t>
      </w:r>
      <w:r>
        <w:t>Osoby,</w:t>
      </w:r>
      <w:r w:rsidR="00CE7733">
        <w:t xml:space="preserve"> o </w:t>
      </w:r>
      <w:r>
        <w:t>których mowa</w:t>
      </w:r>
      <w:r w:rsidR="00CE7733">
        <w:t xml:space="preserve"> w ust. 1 pkt </w:t>
      </w:r>
      <w:r>
        <w:t>1</w:t>
      </w:r>
      <w:r w:rsidR="00D84455">
        <w:t>–</w:t>
      </w:r>
      <w:r>
        <w:t>3</w:t>
      </w:r>
      <w:r w:rsidR="00274724">
        <w:t>, dokonują w</w:t>
      </w:r>
      <w:r>
        <w:t>pisów</w:t>
      </w:r>
      <w:r w:rsidR="00CE7733">
        <w:t xml:space="preserve"> w </w:t>
      </w:r>
      <w:r>
        <w:t>zakresie,</w:t>
      </w:r>
      <w:r w:rsidR="00CE7733">
        <w:t xml:space="preserve"> o </w:t>
      </w:r>
      <w:r>
        <w:t>którym mowa</w:t>
      </w:r>
      <w:r w:rsidR="00CE7733">
        <w:t xml:space="preserve"> w art. </w:t>
      </w:r>
      <w:r>
        <w:t>60a</w:t>
      </w:r>
      <w:r w:rsidR="00CE7733">
        <w:t xml:space="preserve"> pkt </w:t>
      </w:r>
      <w:r>
        <w:t>1, 2, 4</w:t>
      </w:r>
      <w:r w:rsidR="00D84455">
        <w:t>–</w:t>
      </w:r>
      <w:r w:rsidR="00205EAA">
        <w:t>8</w:t>
      </w:r>
      <w:r>
        <w:t xml:space="preserve">. </w:t>
      </w:r>
    </w:p>
    <w:p w14:paraId="6A292F3A" w14:textId="1B289712" w:rsidR="00C041B5" w:rsidRPr="00C041B5" w:rsidRDefault="009040B3">
      <w:pPr>
        <w:pStyle w:val="ZUSTzmustartykuempunktem"/>
      </w:pPr>
      <w:r>
        <w:t>3</w:t>
      </w:r>
      <w:r w:rsidR="00C041B5" w:rsidRPr="00C041B5">
        <w:t xml:space="preserve">. </w:t>
      </w:r>
      <w:r w:rsidR="00274724">
        <w:t>O</w:t>
      </w:r>
      <w:r w:rsidR="00274724" w:rsidRPr="009040B3">
        <w:t>soby</w:t>
      </w:r>
      <w:r w:rsidR="00274724" w:rsidRPr="00274724">
        <w:t xml:space="preserve"> przeprowadz</w:t>
      </w:r>
      <w:r w:rsidR="00274724">
        <w:t>ające</w:t>
      </w:r>
      <w:r w:rsidR="00274724" w:rsidRPr="00274724">
        <w:t xml:space="preserve"> kontrole, o których mowa</w:t>
      </w:r>
      <w:r w:rsidR="00CE7733" w:rsidRPr="00274724">
        <w:t xml:space="preserve"> w</w:t>
      </w:r>
      <w:r w:rsidR="00CE7733">
        <w:t> art. </w:t>
      </w:r>
      <w:r w:rsidR="00274724" w:rsidRPr="00274724">
        <w:t>6</w:t>
      </w:r>
      <w:r w:rsidR="00CE7733" w:rsidRPr="00274724">
        <w:t>2</w:t>
      </w:r>
      <w:r w:rsidR="00CE7733">
        <w:t xml:space="preserve"> ust. </w:t>
      </w:r>
      <w:r w:rsidR="00274724" w:rsidRPr="00274724">
        <w:t>1</w:t>
      </w:r>
      <w:r w:rsidR="00274724">
        <w:t xml:space="preserve">, </w:t>
      </w:r>
      <w:r w:rsidR="00274724" w:rsidRPr="009040B3">
        <w:t>dokonują</w:t>
      </w:r>
      <w:r w:rsidR="00274724">
        <w:t xml:space="preserve"> w</w:t>
      </w:r>
      <w:r w:rsidRPr="009040B3">
        <w:t>pisów</w:t>
      </w:r>
      <w:r w:rsidR="00CE7733">
        <w:t xml:space="preserve"> w </w:t>
      </w:r>
      <w:r>
        <w:t>zakresie</w:t>
      </w:r>
      <w:r w:rsidRPr="009040B3">
        <w:t>,</w:t>
      </w:r>
      <w:r w:rsidR="00CE7733" w:rsidRPr="009040B3">
        <w:t xml:space="preserve"> o</w:t>
      </w:r>
      <w:r w:rsidR="00CE7733">
        <w:t> </w:t>
      </w:r>
      <w:r w:rsidRPr="009040B3">
        <w:t>których mowa</w:t>
      </w:r>
      <w:r w:rsidR="00CE7733" w:rsidRPr="009040B3">
        <w:t xml:space="preserve"> w</w:t>
      </w:r>
      <w:r w:rsidR="00CE7733">
        <w:t> art. </w:t>
      </w:r>
      <w:r w:rsidRPr="009040B3">
        <w:t>60a</w:t>
      </w:r>
      <w:r w:rsidR="00CE7733">
        <w:t xml:space="preserve"> pkt </w:t>
      </w:r>
      <w:r>
        <w:t>3</w:t>
      </w:r>
      <w:r w:rsidR="00C041B5" w:rsidRPr="00C041B5">
        <w:t>.</w:t>
      </w:r>
    </w:p>
    <w:p w14:paraId="631DEB33" w14:textId="5D2F6535" w:rsidR="00C911EF" w:rsidRDefault="00447169" w:rsidP="004A724C">
      <w:pPr>
        <w:pStyle w:val="ZARTzmartartykuempunktem"/>
      </w:pPr>
      <w:r>
        <w:t xml:space="preserve">Art. </w:t>
      </w:r>
      <w:r w:rsidR="004001C8">
        <w:t>60f</w:t>
      </w:r>
      <w:r w:rsidRPr="00447169">
        <w:t xml:space="preserve">. </w:t>
      </w:r>
      <w:r w:rsidR="00CB3E37">
        <w:t xml:space="preserve">1. </w:t>
      </w:r>
      <w:r w:rsidR="00C911EF" w:rsidRPr="00C911EF">
        <w:t>Wpisu</w:t>
      </w:r>
      <w:r w:rsidR="00CA7B6D" w:rsidRPr="00C911EF">
        <w:t xml:space="preserve"> w</w:t>
      </w:r>
      <w:r w:rsidR="00CA7B6D">
        <w:t> </w:t>
      </w:r>
      <w:r w:rsidR="00C911EF" w:rsidRPr="00C911EF">
        <w:t xml:space="preserve">książce obiektu budowlanego dokonuje się </w:t>
      </w:r>
      <w:r w:rsidR="00EE1ED0">
        <w:t>nie</w:t>
      </w:r>
      <w:r w:rsidR="00EE1ED0" w:rsidRPr="00C911EF">
        <w:t>zwłocznie</w:t>
      </w:r>
      <w:r w:rsidR="00C911EF" w:rsidRPr="00C911EF">
        <w:t>, jednak nie później niż</w:t>
      </w:r>
      <w:r w:rsidR="00CA7B6D" w:rsidRPr="00C911EF">
        <w:t xml:space="preserve"> w</w:t>
      </w:r>
      <w:r w:rsidR="00CA7B6D">
        <w:t> </w:t>
      </w:r>
      <w:r w:rsidR="00C911EF" w:rsidRPr="00C911EF">
        <w:t xml:space="preserve">terminie </w:t>
      </w:r>
      <w:r w:rsidR="00CA7B6D" w:rsidRPr="00C911EF">
        <w:t>7</w:t>
      </w:r>
      <w:r w:rsidR="00CA7B6D">
        <w:t> </w:t>
      </w:r>
      <w:r w:rsidR="00C911EF" w:rsidRPr="00C911EF">
        <w:t>dni od zaistnienia okoliczności, której wpis dotyczy.</w:t>
      </w:r>
    </w:p>
    <w:p w14:paraId="6E649FB0" w14:textId="44E71A22" w:rsidR="00CB3E37" w:rsidRDefault="00CB3E37" w:rsidP="00EE78CA">
      <w:pPr>
        <w:pStyle w:val="ZUSTzmustartykuempunktem"/>
      </w:pPr>
      <w:r>
        <w:t>2.</w:t>
      </w:r>
      <w:r w:rsidR="00CE7733">
        <w:t xml:space="preserve"> </w:t>
      </w:r>
      <w:r w:rsidR="00CE7733" w:rsidRPr="00CB3E37">
        <w:t>W</w:t>
      </w:r>
      <w:r w:rsidR="00CE7733">
        <w:t> </w:t>
      </w:r>
      <w:r w:rsidRPr="00CB3E37">
        <w:t xml:space="preserve">przypadku awarii systemu </w:t>
      </w:r>
      <w:r w:rsidR="00C52BE3" w:rsidRPr="00C52BE3">
        <w:t xml:space="preserve">Elektroniczna Książka Obiektu Budowlanego, zwanego dalej </w:t>
      </w:r>
      <w:r w:rsidR="00D84455">
        <w:t>„</w:t>
      </w:r>
      <w:r w:rsidR="00C52BE3" w:rsidRPr="00C52BE3">
        <w:t>systemem EKOB</w:t>
      </w:r>
      <w:bookmarkStart w:id="22" w:name="_Hlk77849424"/>
      <w:r w:rsidR="00645DE0">
        <w:t>”</w:t>
      </w:r>
      <w:bookmarkEnd w:id="22"/>
      <w:r w:rsidR="00C52BE3">
        <w:t>,</w:t>
      </w:r>
      <w:r w:rsidRPr="00CB3E37">
        <w:t xml:space="preserve"> uniemożliwiającej dokonanie wpisu,</w:t>
      </w:r>
      <w:r w:rsidR="00CE7733" w:rsidRPr="00CB3E37">
        <w:t xml:space="preserve"> o</w:t>
      </w:r>
      <w:r w:rsidR="00CE7733">
        <w:t> </w:t>
      </w:r>
      <w:r w:rsidRPr="00CB3E37">
        <w:t>którym mowa</w:t>
      </w:r>
      <w:r w:rsidR="00CE7733" w:rsidRPr="00CB3E37">
        <w:t xml:space="preserve"> w</w:t>
      </w:r>
      <w:r w:rsidR="00CE7733">
        <w:t> ust. </w:t>
      </w:r>
      <w:r w:rsidRPr="00CB3E37">
        <w:t>1,</w:t>
      </w:r>
      <w:r w:rsidR="00CE7733">
        <w:t xml:space="preserve"> w </w:t>
      </w:r>
      <w:r>
        <w:t>książce obiektu budowlanego prowadzonej</w:t>
      </w:r>
      <w:r w:rsidR="00CE7733">
        <w:t xml:space="preserve"> w </w:t>
      </w:r>
      <w:r>
        <w:t xml:space="preserve">postaci elektronicznej wpisu dokonuje się </w:t>
      </w:r>
      <w:r w:rsidRPr="00CB3E37">
        <w:t>niezwłocznie po ustaniu awarii.</w:t>
      </w:r>
    </w:p>
    <w:p w14:paraId="3FCCE6E8" w14:textId="4ADDEC6D" w:rsidR="006D5B27" w:rsidRDefault="00FF0FA6" w:rsidP="00DE5796">
      <w:pPr>
        <w:pStyle w:val="ZARTzmartartykuempunktem"/>
      </w:pPr>
      <w:r>
        <w:t>A</w:t>
      </w:r>
      <w:r w:rsidR="006D5B27">
        <w:t>rt. 60g</w:t>
      </w:r>
      <w:r w:rsidR="006D5B27" w:rsidRPr="006D5B27">
        <w:t>.</w:t>
      </w:r>
      <w:r w:rsidR="00CE7733" w:rsidRPr="006D5B27">
        <w:t xml:space="preserve"> W</w:t>
      </w:r>
      <w:r w:rsidR="00CE7733">
        <w:t> </w:t>
      </w:r>
      <w:r w:rsidR="006D5B27" w:rsidRPr="006D5B27">
        <w:t>terminie miesiąca od dnia zakończenia rozbiórki obiektu budowlanego jego właściciel lub zarządca zamyka prowadzoną za pomocą systemu EKOB książkę obiektu budowlanego.</w:t>
      </w:r>
    </w:p>
    <w:p w14:paraId="30CFF8D8" w14:textId="438870A6" w:rsidR="00946F3C" w:rsidRDefault="00946F3C" w:rsidP="00946F3C">
      <w:pPr>
        <w:pStyle w:val="ZARTzmartartykuempunktem"/>
      </w:pPr>
      <w:r w:rsidRPr="00946F3C">
        <w:t xml:space="preserve">Art. </w:t>
      </w:r>
      <w:r w:rsidR="004001C8" w:rsidRPr="00946F3C">
        <w:t>60</w:t>
      </w:r>
      <w:r w:rsidR="006D5B27">
        <w:t>h</w:t>
      </w:r>
      <w:r w:rsidRPr="00946F3C">
        <w:t xml:space="preserve">. </w:t>
      </w:r>
      <w:r>
        <w:t xml:space="preserve">1. </w:t>
      </w:r>
      <w:r w:rsidRPr="00946F3C">
        <w:t xml:space="preserve">Książkę obiektu budowlanego </w:t>
      </w:r>
      <w:r>
        <w:t>zakłada się</w:t>
      </w:r>
      <w:r w:rsidR="00CE7733">
        <w:t xml:space="preserve"> i </w:t>
      </w:r>
      <w:r w:rsidRPr="00946F3C">
        <w:t>prowadzi</w:t>
      </w:r>
      <w:r w:rsidR="00CE7733" w:rsidRPr="00946F3C">
        <w:t xml:space="preserve"> w</w:t>
      </w:r>
      <w:r w:rsidR="00CE7733">
        <w:t> </w:t>
      </w:r>
      <w:r w:rsidRPr="00946F3C">
        <w:t>postaci elektronicznej</w:t>
      </w:r>
      <w:r w:rsidR="00CA7B6D" w:rsidRPr="00946F3C">
        <w:t xml:space="preserve"> z</w:t>
      </w:r>
      <w:r w:rsidR="00CA7B6D">
        <w:t> </w:t>
      </w:r>
      <w:r w:rsidRPr="00946F3C">
        <w:t xml:space="preserve">wykorzystaniem </w:t>
      </w:r>
      <w:r w:rsidR="002122C4" w:rsidRPr="002122C4">
        <w:t>system</w:t>
      </w:r>
      <w:r w:rsidR="002122C4">
        <w:t>u</w:t>
      </w:r>
      <w:r w:rsidR="002122C4" w:rsidRPr="002122C4">
        <w:t xml:space="preserve"> </w:t>
      </w:r>
      <w:r w:rsidRPr="00946F3C">
        <w:t>EKOB.</w:t>
      </w:r>
    </w:p>
    <w:p w14:paraId="2262FA0B" w14:textId="2988CE5C" w:rsidR="008B5338" w:rsidRPr="00946F3C" w:rsidRDefault="008B5338" w:rsidP="00EE78CA">
      <w:pPr>
        <w:pStyle w:val="ZUSTzmustartykuempunktem"/>
      </w:pPr>
      <w:r>
        <w:t>2</w:t>
      </w:r>
      <w:r w:rsidRPr="008B5338">
        <w:t>. Przepisu</w:t>
      </w:r>
      <w:r w:rsidR="00CE7733">
        <w:t xml:space="preserve"> ust. </w:t>
      </w:r>
      <w:r w:rsidR="00CE7733" w:rsidRPr="008B5338">
        <w:t>1</w:t>
      </w:r>
      <w:r w:rsidR="00CE7733">
        <w:t> </w:t>
      </w:r>
      <w:r w:rsidRPr="008B5338">
        <w:t>nie stosuje się do obiektów budowlanych usytuowanych na terenach zamkniętych. Dla tych obiektów budowlanych książkę obiektu budowlanego prowadzi się</w:t>
      </w:r>
      <w:r w:rsidR="00CE7733" w:rsidRPr="008B5338">
        <w:t xml:space="preserve"> w</w:t>
      </w:r>
      <w:r w:rsidR="00CE7733">
        <w:t> </w:t>
      </w:r>
      <w:r w:rsidRPr="008B5338">
        <w:t xml:space="preserve">postaci papierowej.  </w:t>
      </w:r>
    </w:p>
    <w:p w14:paraId="2D415336" w14:textId="2523C56B" w:rsidR="00447169" w:rsidRDefault="008B5338">
      <w:pPr>
        <w:pStyle w:val="ZUSTzmustartykuempunktem"/>
      </w:pPr>
      <w:r>
        <w:lastRenderedPageBreak/>
        <w:t>3</w:t>
      </w:r>
      <w:r w:rsidR="00447169" w:rsidRPr="00390DA8">
        <w:t xml:space="preserve">. Adres strony internetowej, która zapewnia dostęp do systemu </w:t>
      </w:r>
      <w:r w:rsidR="00946F3C">
        <w:t>EKOB</w:t>
      </w:r>
      <w:r w:rsidR="00447169" w:rsidRPr="00390DA8">
        <w:t xml:space="preserve">, </w:t>
      </w:r>
      <w:r w:rsidR="00447169">
        <w:t xml:space="preserve">Główny Inspektor Nadzoru Budowlanego </w:t>
      </w:r>
      <w:r w:rsidR="00D206A0" w:rsidRPr="00D206A0">
        <w:t>udostępnia</w:t>
      </w:r>
      <w:r w:rsidR="00CA7B6D" w:rsidRPr="00D206A0">
        <w:t xml:space="preserve"> w</w:t>
      </w:r>
      <w:r w:rsidR="00CA7B6D">
        <w:t> </w:t>
      </w:r>
      <w:r w:rsidR="00D206A0" w:rsidRPr="00D206A0">
        <w:t>Biuletynie Informacji Publicznej na stronie podmiotowej obsługującego go urzędu</w:t>
      </w:r>
      <w:r w:rsidR="00447169" w:rsidRPr="00390DA8">
        <w:t>.</w:t>
      </w:r>
    </w:p>
    <w:p w14:paraId="3E220AF8" w14:textId="6F7D6D1C" w:rsidR="00447169" w:rsidRPr="00390DA8" w:rsidRDefault="008B5338">
      <w:pPr>
        <w:pStyle w:val="ZUSTzmustartykuempunktem"/>
      </w:pPr>
      <w:r>
        <w:t>4</w:t>
      </w:r>
      <w:r w:rsidR="00447169">
        <w:t xml:space="preserve">. System </w:t>
      </w:r>
      <w:r w:rsidR="00946F3C">
        <w:t>EKOB</w:t>
      </w:r>
      <w:r w:rsidR="00447169">
        <w:t xml:space="preserve"> jest systemem teleinformatycznym </w:t>
      </w:r>
      <w:r w:rsidR="00447169" w:rsidRPr="00EE2B06">
        <w:t>w</w:t>
      </w:r>
      <w:r w:rsidR="00447169">
        <w:t> </w:t>
      </w:r>
      <w:r w:rsidR="00447169" w:rsidRPr="00EE2B06">
        <w:t>rozumieniu</w:t>
      </w:r>
      <w:r w:rsidR="00CE7733">
        <w:t xml:space="preserve"> art. </w:t>
      </w:r>
      <w:r w:rsidR="00CE7733" w:rsidRPr="00EE2B06">
        <w:t>3</w:t>
      </w:r>
      <w:r w:rsidR="00CE7733">
        <w:t xml:space="preserve"> pkt </w:t>
      </w:r>
      <w:r w:rsidR="00CA7B6D" w:rsidRPr="00EE2B06">
        <w:t>3</w:t>
      </w:r>
      <w:r w:rsidR="00CA7B6D">
        <w:t> </w:t>
      </w:r>
      <w:r w:rsidR="00447169" w:rsidRPr="00EE2B06">
        <w:t>ustawy</w:t>
      </w:r>
      <w:r w:rsidR="00CA7B6D" w:rsidRPr="00EE2B06">
        <w:t xml:space="preserve"> z</w:t>
      </w:r>
      <w:r w:rsidR="00CA7B6D">
        <w:t> </w:t>
      </w:r>
      <w:r w:rsidR="00447169" w:rsidRPr="00EE2B06">
        <w:t>dnia 1</w:t>
      </w:r>
      <w:r w:rsidR="00CA7B6D" w:rsidRPr="00EE2B06">
        <w:t>7</w:t>
      </w:r>
      <w:r w:rsidR="00CA7B6D">
        <w:t> </w:t>
      </w:r>
      <w:r w:rsidR="00447169" w:rsidRPr="00EE2B06">
        <w:t>lutego 2005</w:t>
      </w:r>
      <w:r w:rsidR="00447169">
        <w:t> </w:t>
      </w:r>
      <w:r w:rsidR="00447169" w:rsidRPr="00EE2B06">
        <w:t>r.</w:t>
      </w:r>
      <w:r w:rsidR="00CA7B6D" w:rsidRPr="00EE2B06">
        <w:t xml:space="preserve"> o</w:t>
      </w:r>
      <w:r w:rsidR="00CA7B6D">
        <w:t> </w:t>
      </w:r>
      <w:r w:rsidR="00447169" w:rsidRPr="00EE2B06">
        <w:t>informatyzacji działalności podmiotów realizujących zadania publiczne</w:t>
      </w:r>
      <w:r w:rsidR="00447169">
        <w:t>.</w:t>
      </w:r>
    </w:p>
    <w:p w14:paraId="3B0BA974" w14:textId="464C51BE" w:rsidR="00447169" w:rsidRDefault="008B5338">
      <w:pPr>
        <w:pStyle w:val="ZUSTzmustartykuempunktem"/>
      </w:pPr>
      <w:r>
        <w:t>5</w:t>
      </w:r>
      <w:r w:rsidR="00447169" w:rsidRPr="00390DA8">
        <w:t>. Każde</w:t>
      </w:r>
      <w:r w:rsidR="00946F3C">
        <w:t xml:space="preserve">j książce obiektu budowlanego </w:t>
      </w:r>
      <w:r w:rsidR="00447169">
        <w:t>prowadzone</w:t>
      </w:r>
      <w:r w:rsidR="00946F3C">
        <w:t>j</w:t>
      </w:r>
      <w:r w:rsidR="00447169">
        <w:t xml:space="preserve"> </w:t>
      </w:r>
      <w:r w:rsidR="00447169" w:rsidRPr="00390DA8">
        <w:t>w</w:t>
      </w:r>
      <w:r w:rsidR="00447169">
        <w:t> </w:t>
      </w:r>
      <w:r w:rsidR="00447169" w:rsidRPr="00390DA8">
        <w:t>postaci elektronicznej nadaje się w</w:t>
      </w:r>
      <w:r w:rsidR="00447169">
        <w:t> </w:t>
      </w:r>
      <w:r w:rsidR="00447169" w:rsidRPr="00390DA8">
        <w:t xml:space="preserve">systemie </w:t>
      </w:r>
      <w:r w:rsidR="00946F3C">
        <w:t>EKOB</w:t>
      </w:r>
      <w:r w:rsidR="00447169" w:rsidRPr="00390DA8">
        <w:t xml:space="preserve"> indywidualny numer.</w:t>
      </w:r>
    </w:p>
    <w:p w14:paraId="7F47A1AF" w14:textId="78E8CBD9" w:rsidR="00C911EF" w:rsidRDefault="008B5338">
      <w:pPr>
        <w:pStyle w:val="ZUSTzmustartykuempunktem"/>
      </w:pPr>
      <w:r>
        <w:t>6</w:t>
      </w:r>
      <w:r w:rsidR="00447169" w:rsidRPr="00916D86">
        <w:t xml:space="preserve">. </w:t>
      </w:r>
      <w:r w:rsidR="00C911EF" w:rsidRPr="00C911EF">
        <w:t xml:space="preserve">System EKOB zawiera zabezpieczenia uniemożliwiające usunięcie </w:t>
      </w:r>
      <w:r w:rsidR="003B6EED">
        <w:t xml:space="preserve">oraz zmianę </w:t>
      </w:r>
      <w:r w:rsidR="00C911EF" w:rsidRPr="00C911EF">
        <w:t>wprowadzonych danych.</w:t>
      </w:r>
    </w:p>
    <w:p w14:paraId="383B5435" w14:textId="2DBE3E2B" w:rsidR="00C041B5" w:rsidRPr="00C041B5" w:rsidRDefault="008B5338">
      <w:pPr>
        <w:pStyle w:val="ZUSTzmustartykuempunktem"/>
      </w:pPr>
      <w:r>
        <w:t>7</w:t>
      </w:r>
      <w:r w:rsidR="00C041B5" w:rsidRPr="00C041B5">
        <w:t>. Aktualizacji danych lub korekt wprowadzonych wpisów mogą dokonywać</w:t>
      </w:r>
      <w:r w:rsidR="00C041B5">
        <w:t xml:space="preserve"> </w:t>
      </w:r>
      <w:r w:rsidR="00C041B5" w:rsidRPr="00C041B5">
        <w:t>podmioty wymienione</w:t>
      </w:r>
      <w:r w:rsidR="00CE7733" w:rsidRPr="00C041B5">
        <w:t xml:space="preserve"> w</w:t>
      </w:r>
      <w:r w:rsidR="00CE7733">
        <w:t> art. </w:t>
      </w:r>
      <w:r w:rsidR="00205EAA">
        <w:t xml:space="preserve"> 60e</w:t>
      </w:r>
      <w:r w:rsidR="00CE7733">
        <w:t xml:space="preserve"> ust. </w:t>
      </w:r>
      <w:r w:rsidR="00CE7733" w:rsidRPr="00C041B5">
        <w:t>1</w:t>
      </w:r>
      <w:r w:rsidR="00CE7733">
        <w:t xml:space="preserve"> w </w:t>
      </w:r>
      <w:r w:rsidR="00C041B5" w:rsidRPr="00C041B5">
        <w:t>zakresie dokonanych przez siebie wpisów.</w:t>
      </w:r>
    </w:p>
    <w:p w14:paraId="02B9B964" w14:textId="7D1E890C" w:rsidR="00447169" w:rsidRDefault="008B5338">
      <w:pPr>
        <w:pStyle w:val="ZUSTzmustartykuempunktem"/>
      </w:pPr>
      <w:r>
        <w:t>8</w:t>
      </w:r>
      <w:r w:rsidR="00447169" w:rsidRPr="00916D86">
        <w:t xml:space="preserve">. System </w:t>
      </w:r>
      <w:r w:rsidR="00946F3C">
        <w:t>EKOB</w:t>
      </w:r>
      <w:r w:rsidR="00447169" w:rsidRPr="00916D86">
        <w:t xml:space="preserve"> zapewnia rozliczalność wprowadzonych danych i</w:t>
      </w:r>
      <w:r w:rsidR="00447169">
        <w:t> </w:t>
      </w:r>
      <w:r w:rsidR="00447169" w:rsidRPr="00916D86">
        <w:t>dokonanych wpisów oraz dostępność tych danych i</w:t>
      </w:r>
      <w:r w:rsidR="00447169">
        <w:t> </w:t>
      </w:r>
      <w:r w:rsidR="00447169" w:rsidRPr="00916D86">
        <w:t>wpisów</w:t>
      </w:r>
      <w:r w:rsidR="00447169">
        <w:t>.</w:t>
      </w:r>
    </w:p>
    <w:p w14:paraId="20CBC1F7" w14:textId="2D739E52" w:rsidR="00C041B5" w:rsidRDefault="008B5338">
      <w:pPr>
        <w:pStyle w:val="ZUSTzmustartykuempunktem"/>
      </w:pPr>
      <w:r>
        <w:t>9</w:t>
      </w:r>
      <w:r w:rsidR="00C041B5" w:rsidRPr="00C041B5">
        <w:t>. Na etapie zakładania nowej książki obiektu budowlanego system EKOB dokonuje weryfikacji</w:t>
      </w:r>
      <w:r w:rsidR="00CE7733" w:rsidRPr="00C041B5">
        <w:t xml:space="preserve"> w</w:t>
      </w:r>
      <w:r w:rsidR="00CE7733">
        <w:t> </w:t>
      </w:r>
      <w:r w:rsidR="00C041B5" w:rsidRPr="00C041B5">
        <w:t>zakresie istnienia</w:t>
      </w:r>
      <w:r w:rsidR="00CE7733" w:rsidRPr="00C041B5">
        <w:t xml:space="preserve"> w</w:t>
      </w:r>
      <w:r w:rsidR="00CE7733">
        <w:t> </w:t>
      </w:r>
      <w:r w:rsidR="00C041B5" w:rsidRPr="00C041B5">
        <w:t>systemie książki dla obiektu budowlanego</w:t>
      </w:r>
      <w:r w:rsidR="00CE7733" w:rsidRPr="00C041B5">
        <w:t xml:space="preserve"> o</w:t>
      </w:r>
      <w:r w:rsidR="00CE7733">
        <w:t> </w:t>
      </w:r>
      <w:r w:rsidR="00C041B5" w:rsidRPr="00C041B5">
        <w:t>wskazanej lokalizacji.</w:t>
      </w:r>
    </w:p>
    <w:p w14:paraId="478D8223" w14:textId="080BA357" w:rsidR="00482B33" w:rsidRPr="00C041B5" w:rsidRDefault="00482B33">
      <w:pPr>
        <w:pStyle w:val="ZUSTzmustartykuempunktem"/>
      </w:pPr>
      <w:r w:rsidRPr="00482B33">
        <w:t>10. System EKOB w zakresie postępowania z dokumentacją w postaci elektronicznej spełnia warunki określone w przepisach o narodowym zasobie archiwalnym i archiwach.</w:t>
      </w:r>
    </w:p>
    <w:p w14:paraId="44D70373" w14:textId="77777777" w:rsidR="00CF1B34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i</w:t>
      </w:r>
      <w:r w:rsidRPr="00C041B5">
        <w:t xml:space="preserve">. 1. W przypadku zmiany właściciela lub zarządcy obiektu budowlanego dotychczasowy właściciel lub zarządca obiektu budowlanego przekazuje nowemu właścicielowi lub zarządcy tego obiektu książkę obiektu budowlanego. </w:t>
      </w:r>
    </w:p>
    <w:p w14:paraId="12C3795D" w14:textId="70EB2940" w:rsidR="00C041B5" w:rsidRPr="00C041B5" w:rsidRDefault="00CF1B34" w:rsidP="00CF1B34">
      <w:pPr>
        <w:pStyle w:val="ZUSTzmustartykuempunktem"/>
      </w:pPr>
      <w:r>
        <w:t xml:space="preserve">2. </w:t>
      </w:r>
      <w:r w:rsidR="00C041B5" w:rsidRPr="00C041B5">
        <w:t>Książki</w:t>
      </w:r>
      <w:r>
        <w:t xml:space="preserve"> obiektu budowlanego</w:t>
      </w:r>
      <w:r w:rsidR="00C041B5" w:rsidRPr="00C041B5">
        <w:t xml:space="preserve"> prowadzone</w:t>
      </w:r>
      <w:r w:rsidR="00CE7733" w:rsidRPr="00C041B5">
        <w:t xml:space="preserve"> w</w:t>
      </w:r>
      <w:r w:rsidR="00CE7733">
        <w:t> </w:t>
      </w:r>
      <w:r w:rsidR="00C041B5" w:rsidRPr="00C041B5">
        <w:t xml:space="preserve">postaci elektronicznej przekazuje </w:t>
      </w:r>
      <w:r w:rsidR="003553BA">
        <w:t>się</w:t>
      </w:r>
      <w:r w:rsidR="00416431">
        <w:t xml:space="preserve"> </w:t>
      </w:r>
      <w:r w:rsidR="00C041B5" w:rsidRPr="00C041B5">
        <w:t>z wykorzystaniem systemu EKOB.</w:t>
      </w:r>
    </w:p>
    <w:p w14:paraId="67A627FF" w14:textId="27CB7C67" w:rsidR="004A4B78" w:rsidRPr="00C041B5" w:rsidRDefault="00CF1B34" w:rsidP="004A4B78">
      <w:pPr>
        <w:pStyle w:val="ZUSTzmustartykuempunktem"/>
      </w:pPr>
      <w:r>
        <w:t>3</w:t>
      </w:r>
      <w:r w:rsidR="001157D0" w:rsidRPr="001157D0">
        <w:t>.</w:t>
      </w:r>
      <w:r w:rsidR="00CE7733" w:rsidRPr="001157D0">
        <w:t xml:space="preserve"> </w:t>
      </w:r>
      <w:r w:rsidR="00CE7733" w:rsidRPr="004A4B78">
        <w:t>W</w:t>
      </w:r>
      <w:r w:rsidR="00CE7733">
        <w:t> </w:t>
      </w:r>
      <w:r w:rsidR="004A4B78" w:rsidRPr="004A4B78">
        <w:t>przypadku nieprzekazania książki obiektu budowlanego prowadzonej</w:t>
      </w:r>
      <w:r w:rsidR="00CE7733" w:rsidRPr="004A4B78">
        <w:t xml:space="preserve"> w</w:t>
      </w:r>
      <w:r w:rsidR="00CE7733">
        <w:t> </w:t>
      </w:r>
      <w:r w:rsidR="004A4B78" w:rsidRPr="004A4B78">
        <w:t>postaci elektronicznej przez dotychczasowego właściciela lub zarządcę obiektu budowlanego, Główny Inspektor Nadzoru Budowlanego na wniosek nowego właściciela lub zarządcy nadaje mu uprawnienia do dalszego prowadzenia tej książki</w:t>
      </w:r>
      <w:r w:rsidR="00CE7733" w:rsidRPr="004A4B78">
        <w:t xml:space="preserve"> w</w:t>
      </w:r>
      <w:r w:rsidR="00CE7733">
        <w:t> </w:t>
      </w:r>
      <w:r w:rsidR="004A4B78" w:rsidRPr="004A4B78">
        <w:t>systemie EKOB. Nadanie uprawnienia,</w:t>
      </w:r>
      <w:r w:rsidR="00CE7733" w:rsidRPr="004A4B78">
        <w:t xml:space="preserve"> o</w:t>
      </w:r>
      <w:r w:rsidR="00CE7733">
        <w:t> </w:t>
      </w:r>
      <w:r w:rsidR="004A4B78" w:rsidRPr="004A4B78">
        <w:t>którym mowa</w:t>
      </w:r>
      <w:r w:rsidR="00CE7733" w:rsidRPr="004A4B78">
        <w:t xml:space="preserve"> w</w:t>
      </w:r>
      <w:r w:rsidR="00CE7733">
        <w:t> </w:t>
      </w:r>
      <w:r w:rsidR="004A4B78" w:rsidRPr="004A4B78">
        <w:t xml:space="preserve">zdaniu pierwszym, następuje po przedstawieniu przez nowego właściciela lub zarządcę dokumentów potwierdzających </w:t>
      </w:r>
      <w:r w:rsidR="004A4B78">
        <w:t xml:space="preserve">prawo </w:t>
      </w:r>
      <w:r w:rsidR="004A4B78" w:rsidRPr="004A4B78">
        <w:t>właściciela lub zarządcy do obiektu budowlanego.</w:t>
      </w:r>
    </w:p>
    <w:p w14:paraId="3E6E29DA" w14:textId="6AE5A77C" w:rsidR="00C041B5" w:rsidRPr="00C041B5" w:rsidRDefault="00C041B5" w:rsidP="00250491">
      <w:pPr>
        <w:pStyle w:val="ZARTzmartartykuempunktem"/>
      </w:pPr>
      <w:r w:rsidRPr="00C041B5">
        <w:lastRenderedPageBreak/>
        <w:t xml:space="preserve">Art. </w:t>
      </w:r>
      <w:r w:rsidR="004001C8" w:rsidRPr="00C041B5">
        <w:t>60</w:t>
      </w:r>
      <w:r w:rsidR="006D5B27">
        <w:t>j</w:t>
      </w:r>
      <w:r w:rsidRPr="00C041B5">
        <w:t>. 1. W celu założenia książki obiektu budowlanego</w:t>
      </w:r>
      <w:r w:rsidR="00CE7733">
        <w:t xml:space="preserve"> w </w:t>
      </w:r>
      <w:r w:rsidR="002F51CD">
        <w:t>postaci elektronicznej</w:t>
      </w:r>
      <w:r w:rsidRPr="00C041B5">
        <w:t xml:space="preserve"> oraz dokonania w niej wpisów osoby, o których mowa</w:t>
      </w:r>
      <w:r w:rsidR="00CE7733" w:rsidRPr="00C041B5">
        <w:t xml:space="preserve"> w</w:t>
      </w:r>
      <w:r w:rsidR="00CE7733">
        <w:t> art. </w:t>
      </w:r>
      <w:r w:rsidRPr="00C041B5">
        <w:t xml:space="preserve"> 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Pr="00C041B5">
        <w:t>1,</w:t>
      </w:r>
      <w:r w:rsidR="00001A08">
        <w:t xml:space="preserve"> </w:t>
      </w:r>
      <w:r w:rsidRPr="00C041B5">
        <w:t>zakładają konto w systemie EKOB.</w:t>
      </w:r>
    </w:p>
    <w:p w14:paraId="04B40CE8" w14:textId="086E48AA" w:rsidR="00001A08" w:rsidRDefault="00001A08" w:rsidP="00250491">
      <w:pPr>
        <w:pStyle w:val="ZUSTzmustartykuempunktem"/>
      </w:pPr>
      <w:r>
        <w:t>2.</w:t>
      </w:r>
      <w:r w:rsidR="00CE7733">
        <w:t xml:space="preserve"> W </w:t>
      </w:r>
      <w:r>
        <w:t>celu założenia konta</w:t>
      </w:r>
      <w:r w:rsidR="00CE7733">
        <w:t xml:space="preserve"> w </w:t>
      </w:r>
      <w:r>
        <w:t xml:space="preserve">systemie </w:t>
      </w:r>
      <w:r w:rsidR="000C6525">
        <w:t xml:space="preserve">EKOB </w:t>
      </w:r>
      <w:r>
        <w:t>wskazuje się:</w:t>
      </w:r>
    </w:p>
    <w:p w14:paraId="3710B14E" w14:textId="2277E9A3" w:rsidR="00001A08" w:rsidRPr="00001A08" w:rsidRDefault="00001A08" w:rsidP="00001A08">
      <w:pPr>
        <w:pStyle w:val="ZPKTzmpktartykuempunktem"/>
      </w:pPr>
      <w:r>
        <w:t>1</w:t>
      </w:r>
      <w:r w:rsidRPr="00001A08">
        <w:t>)</w:t>
      </w:r>
      <w:r w:rsidRPr="00001A08">
        <w:tab/>
        <w:t>imię</w:t>
      </w:r>
      <w:r w:rsidR="00CE7733" w:rsidRPr="00001A08">
        <w:t xml:space="preserve"> i</w:t>
      </w:r>
      <w:r w:rsidR="00CE7733">
        <w:t> </w:t>
      </w:r>
      <w:r w:rsidRPr="00001A08">
        <w:t>nazwisko lub nazwę</w:t>
      </w:r>
      <w:r>
        <w:t>;</w:t>
      </w:r>
    </w:p>
    <w:p w14:paraId="166EC160" w14:textId="05734489" w:rsidR="00001A08" w:rsidRPr="00001A08" w:rsidRDefault="00001A08" w:rsidP="00001A08">
      <w:pPr>
        <w:pStyle w:val="ZPKTzmpktartykuempunktem"/>
      </w:pPr>
      <w:r>
        <w:t>2</w:t>
      </w:r>
      <w:r w:rsidRPr="00001A08">
        <w:t>)</w:t>
      </w:r>
      <w:r w:rsidRPr="00001A08">
        <w:tab/>
        <w:t>adres zamieszkania lub siedziby</w:t>
      </w:r>
      <w:r>
        <w:t>;</w:t>
      </w:r>
    </w:p>
    <w:p w14:paraId="7D24B8B5" w14:textId="3B37F80B" w:rsidR="00001A08" w:rsidRDefault="00001A08" w:rsidP="00001A08">
      <w:pPr>
        <w:pStyle w:val="ZPKTzmpktartykuempunktem"/>
      </w:pPr>
      <w:r>
        <w:t>3</w:t>
      </w:r>
      <w:r w:rsidRPr="00001A08">
        <w:t>)</w:t>
      </w:r>
      <w:r w:rsidRPr="00001A08">
        <w:tab/>
        <w:t>adres elektroniczny</w:t>
      </w:r>
      <w:r w:rsidR="00CE7733" w:rsidRPr="00001A08">
        <w:t xml:space="preserve"> w</w:t>
      </w:r>
      <w:r w:rsidR="00CE7733">
        <w:t> </w:t>
      </w:r>
      <w:r w:rsidRPr="00001A08">
        <w:t>rozumieniu ustawy</w:t>
      </w:r>
      <w:r w:rsidR="00CE7733" w:rsidRPr="00001A08">
        <w:t xml:space="preserve"> z</w:t>
      </w:r>
      <w:r w:rsidR="00CE7733">
        <w:t> </w:t>
      </w:r>
      <w:r w:rsidRPr="00001A08">
        <w:t>dnia 1</w:t>
      </w:r>
      <w:r w:rsidR="00CE7733" w:rsidRPr="00001A08">
        <w:t>8</w:t>
      </w:r>
      <w:r w:rsidR="00CE7733">
        <w:t> </w:t>
      </w:r>
      <w:r w:rsidRPr="00001A08">
        <w:t>lipca 200</w:t>
      </w:r>
      <w:r w:rsidR="00CE7733" w:rsidRPr="00001A08">
        <w:t>2</w:t>
      </w:r>
      <w:r w:rsidR="00CE7733">
        <w:t> </w:t>
      </w:r>
      <w:r w:rsidRPr="00001A08">
        <w:t>r.</w:t>
      </w:r>
      <w:r w:rsidR="00CE7733" w:rsidRPr="00001A08">
        <w:t xml:space="preserve"> o</w:t>
      </w:r>
      <w:r w:rsidR="00CE7733">
        <w:t> </w:t>
      </w:r>
      <w:r w:rsidRPr="00001A08">
        <w:t>świadczeniu usług drogą elektroniczną;</w:t>
      </w:r>
    </w:p>
    <w:p w14:paraId="778FD965" w14:textId="4BE15708" w:rsidR="00001A08" w:rsidRDefault="00001A08" w:rsidP="00001A08">
      <w:pPr>
        <w:pStyle w:val="ZPKTzmpktartykuempunktem"/>
      </w:pPr>
      <w:r>
        <w:t>4)</w:t>
      </w:r>
      <w:r>
        <w:tab/>
      </w:r>
      <w:r w:rsidRPr="00001A08">
        <w:t>tytuł prawny,</w:t>
      </w:r>
      <w:r w:rsidR="00CE7733" w:rsidRPr="00001A08">
        <w:t xml:space="preserve"> z</w:t>
      </w:r>
      <w:r w:rsidR="00CE7733">
        <w:t> </w:t>
      </w:r>
      <w:r w:rsidRPr="00001A08">
        <w:t>którego wynika uprawnienie do reprezentowania właściciela lub zarządcy</w:t>
      </w:r>
      <w:r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>
        <w:t>w </w:t>
      </w:r>
      <w:r>
        <w:t xml:space="preserve">przypadku </w:t>
      </w:r>
      <w:r w:rsidRPr="00001A08">
        <w:t>osoby działającej</w:t>
      </w:r>
      <w:r w:rsidR="00CE7733" w:rsidRPr="00001A08">
        <w:t xml:space="preserve"> w</w:t>
      </w:r>
      <w:r w:rsidR="00CE7733">
        <w:t> </w:t>
      </w:r>
      <w:r w:rsidRPr="00001A08">
        <w:t>imieniu właściciela lub zarządcy</w:t>
      </w:r>
      <w:r>
        <w:t>;</w:t>
      </w:r>
    </w:p>
    <w:p w14:paraId="150874E2" w14:textId="7ECC6A85" w:rsidR="00001A08" w:rsidRDefault="00001A08" w:rsidP="00EE78CA">
      <w:pPr>
        <w:pStyle w:val="ZPKTzmpktartykuempunktem"/>
      </w:pPr>
      <w:r>
        <w:t>5)</w:t>
      </w:r>
      <w:r>
        <w:tab/>
      </w:r>
      <w:r w:rsidRPr="00001A08">
        <w:t>rodzaj</w:t>
      </w:r>
      <w:r w:rsidR="00CE7733" w:rsidRPr="00001A08">
        <w:t xml:space="preserve"> i</w:t>
      </w:r>
      <w:r w:rsidR="00CE7733">
        <w:t> </w:t>
      </w:r>
      <w:r w:rsidRPr="00001A08">
        <w:t>zakres posiadanych uprawnień budowlanych albo innych uprawnień dających podstawę do dokonywania kontroli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>przypadku osoby przeprowadzającej kontrolę,</w:t>
      </w:r>
      <w:r w:rsidR="00CE7733">
        <w:t xml:space="preserve"> o </w:t>
      </w:r>
      <w:r>
        <w:t>której mowa</w:t>
      </w:r>
      <w:r w:rsidR="00CE7733">
        <w:t xml:space="preserve"> w art. </w:t>
      </w:r>
      <w:r w:rsidRPr="00001A08">
        <w:t>6</w:t>
      </w:r>
      <w:r w:rsidR="00CE7733" w:rsidRPr="00001A08">
        <w:t>2</w:t>
      </w:r>
      <w:r w:rsidR="00CE7733">
        <w:t xml:space="preserve"> ust. </w:t>
      </w:r>
      <w:r w:rsidRPr="00001A08">
        <w:t>1</w:t>
      </w:r>
      <w:r>
        <w:t>.</w:t>
      </w:r>
    </w:p>
    <w:p w14:paraId="234868D6" w14:textId="371D10AC" w:rsidR="00C041B5" w:rsidRPr="00C041B5" w:rsidRDefault="00001A08" w:rsidP="00250491">
      <w:pPr>
        <w:pStyle w:val="ZUSTzmustartykuempunktem"/>
      </w:pPr>
      <w:r>
        <w:t>3</w:t>
      </w:r>
      <w:r w:rsidR="00C041B5" w:rsidRPr="00C041B5">
        <w:t>. W celu założenia książki obiektu budowlanego należy wskazać w systemie EKOB:</w:t>
      </w:r>
    </w:p>
    <w:p w14:paraId="2BEAAF03" w14:textId="77777777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dane dotyczące właściciela lub zarządcy:</w:t>
      </w:r>
    </w:p>
    <w:p w14:paraId="6548D4B0" w14:textId="6D4AE708" w:rsidR="00C041B5" w:rsidRPr="00C041B5" w:rsidRDefault="00C041B5" w:rsidP="00250491">
      <w:pPr>
        <w:pStyle w:val="ZLITwPKTzmlitwpktartykuempunktem"/>
      </w:pPr>
      <w:bookmarkStart w:id="23" w:name="_Hlk76028074"/>
      <w:r w:rsidRPr="00C041B5">
        <w:t>a)</w:t>
      </w:r>
      <w:r w:rsidRPr="00C041B5">
        <w:tab/>
        <w:t>imię i nazwisko</w:t>
      </w:r>
      <w:r w:rsidR="00E2014A">
        <w:t xml:space="preserve"> lub nazwę</w:t>
      </w:r>
      <w:r w:rsidRPr="00C041B5">
        <w:t>,</w:t>
      </w:r>
    </w:p>
    <w:p w14:paraId="36145288" w14:textId="77777777" w:rsidR="00C041B5" w:rsidRPr="00C041B5" w:rsidRDefault="00C041B5" w:rsidP="00250491">
      <w:pPr>
        <w:pStyle w:val="ZLITwPKTzmlitwpktartykuempunktem"/>
      </w:pPr>
      <w:r w:rsidRPr="00C041B5">
        <w:t>b)</w:t>
      </w:r>
      <w:r w:rsidRPr="00C041B5">
        <w:tab/>
      </w:r>
      <w:bookmarkStart w:id="24" w:name="_Hlk76023108"/>
      <w:r w:rsidRPr="00C041B5">
        <w:t>adres zamieszkania</w:t>
      </w:r>
      <w:bookmarkEnd w:id="24"/>
      <w:r w:rsidRPr="00C041B5">
        <w:t xml:space="preserve"> lub siedziby,</w:t>
      </w:r>
    </w:p>
    <w:p w14:paraId="44AF0924" w14:textId="4ECE31B8" w:rsidR="00C041B5" w:rsidRPr="00C041B5" w:rsidRDefault="00C041B5" w:rsidP="00250491">
      <w:pPr>
        <w:pStyle w:val="ZLITwPKTzmlitwpktartykuempunktem"/>
      </w:pPr>
      <w:r w:rsidRPr="00C041B5">
        <w:t>c)</w:t>
      </w:r>
      <w:r w:rsidRPr="00C041B5">
        <w:tab/>
      </w:r>
      <w:r w:rsidR="001505FB" w:rsidRPr="001505FB">
        <w:t>adres elektroniczny</w:t>
      </w:r>
      <w:r w:rsidR="00CE7733" w:rsidRPr="001505FB">
        <w:t xml:space="preserve"> w</w:t>
      </w:r>
      <w:r w:rsidR="00CE7733">
        <w:t> </w:t>
      </w:r>
      <w:r w:rsidR="001505FB" w:rsidRPr="001505FB">
        <w:t>rozumieniu ustawy</w:t>
      </w:r>
      <w:r w:rsidR="00CE7733" w:rsidRPr="001505FB">
        <w:t xml:space="preserve"> z</w:t>
      </w:r>
      <w:r w:rsidR="00CE7733">
        <w:t> </w:t>
      </w:r>
      <w:r w:rsidR="001505FB" w:rsidRPr="001505FB">
        <w:t>dnia 1</w:t>
      </w:r>
      <w:r w:rsidR="00CE7733" w:rsidRPr="001505FB">
        <w:t>8</w:t>
      </w:r>
      <w:r w:rsidR="00CE7733">
        <w:t> </w:t>
      </w:r>
      <w:r w:rsidR="001505FB" w:rsidRPr="001505FB">
        <w:t>lipca 200</w:t>
      </w:r>
      <w:r w:rsidR="00CE7733" w:rsidRPr="001505FB">
        <w:t>2</w:t>
      </w:r>
      <w:r w:rsidR="00CE7733">
        <w:t> </w:t>
      </w:r>
      <w:r w:rsidR="001505FB" w:rsidRPr="001505FB">
        <w:t>r.</w:t>
      </w:r>
      <w:r w:rsidR="00CE7733" w:rsidRPr="001505FB">
        <w:t xml:space="preserve"> o</w:t>
      </w:r>
      <w:r w:rsidR="00CE7733">
        <w:t> </w:t>
      </w:r>
      <w:r w:rsidR="001505FB" w:rsidRPr="001505FB">
        <w:t>świadczeniu usług drogą elektroniczną</w:t>
      </w:r>
      <w:r w:rsidRPr="00C041B5">
        <w:t>;</w:t>
      </w:r>
    </w:p>
    <w:bookmarkEnd w:id="23"/>
    <w:p w14:paraId="09FE8CD6" w14:textId="73541A60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dane dotyczące osoby działającej</w:t>
      </w:r>
      <w:r w:rsidR="00CE7733" w:rsidRPr="00C041B5">
        <w:t xml:space="preserve"> w</w:t>
      </w:r>
      <w:r w:rsidR="00CE7733">
        <w:t> </w:t>
      </w:r>
      <w:r w:rsidRPr="00C041B5">
        <w:t xml:space="preserve">imieniu właściciela </w:t>
      </w:r>
      <w:r w:rsidR="00B34523">
        <w:t>lub</w:t>
      </w:r>
      <w:r w:rsidR="00B34523" w:rsidRPr="00C041B5">
        <w:t xml:space="preserve"> </w:t>
      </w:r>
      <w:r w:rsidRPr="00C041B5">
        <w:t>zarządcy, jeżeli występuje:</w:t>
      </w:r>
    </w:p>
    <w:p w14:paraId="056DB0A8" w14:textId="6D8E0F6C" w:rsidR="00C041B5" w:rsidRPr="00C041B5" w:rsidRDefault="00C041B5" w:rsidP="00250491">
      <w:pPr>
        <w:pStyle w:val="ZLITwPKTzmlitwpktartykuempunktem"/>
      </w:pPr>
      <w:r w:rsidRPr="00C041B5">
        <w:t>a)</w:t>
      </w:r>
      <w:r w:rsidRPr="00C041B5">
        <w:tab/>
        <w:t>imię i nazwisko,</w:t>
      </w:r>
    </w:p>
    <w:p w14:paraId="5C1ED860" w14:textId="77777777" w:rsidR="00C041B5" w:rsidRPr="00C041B5" w:rsidRDefault="00C041B5" w:rsidP="00250491">
      <w:pPr>
        <w:pStyle w:val="ZLITwPKTzmlitwpktartykuempunktem"/>
      </w:pPr>
      <w:r w:rsidRPr="00C041B5">
        <w:t>b)</w:t>
      </w:r>
      <w:r w:rsidRPr="00C041B5">
        <w:tab/>
        <w:t>adres zamieszkania,</w:t>
      </w:r>
    </w:p>
    <w:p w14:paraId="265FAF52" w14:textId="1B69E8C4" w:rsidR="00C041B5" w:rsidRPr="00C041B5" w:rsidRDefault="00C041B5" w:rsidP="00250491">
      <w:pPr>
        <w:pStyle w:val="ZLITwPKTzmlitwpktartykuempunktem"/>
      </w:pPr>
      <w:r w:rsidRPr="00C041B5">
        <w:t>c)</w:t>
      </w:r>
      <w:r w:rsidRPr="00C041B5">
        <w:tab/>
      </w:r>
      <w:r w:rsidR="001505FB" w:rsidRPr="001505FB">
        <w:t>adres elektroniczny</w:t>
      </w:r>
      <w:r w:rsidR="00CE7733" w:rsidRPr="001505FB">
        <w:t xml:space="preserve"> w</w:t>
      </w:r>
      <w:r w:rsidR="00CE7733">
        <w:t> </w:t>
      </w:r>
      <w:r w:rsidR="001505FB" w:rsidRPr="001505FB">
        <w:t>rozumieniu ustawy</w:t>
      </w:r>
      <w:r w:rsidR="00CE7733" w:rsidRPr="001505FB">
        <w:t xml:space="preserve"> z</w:t>
      </w:r>
      <w:r w:rsidR="00CE7733">
        <w:t> </w:t>
      </w:r>
      <w:r w:rsidR="001505FB" w:rsidRPr="001505FB">
        <w:t>dnia 1</w:t>
      </w:r>
      <w:r w:rsidR="00CE7733" w:rsidRPr="001505FB">
        <w:t>8</w:t>
      </w:r>
      <w:r w:rsidR="00CE7733">
        <w:t> </w:t>
      </w:r>
      <w:r w:rsidR="001505FB" w:rsidRPr="001505FB">
        <w:t>lipca 200</w:t>
      </w:r>
      <w:r w:rsidR="00CE7733" w:rsidRPr="001505FB">
        <w:t>2</w:t>
      </w:r>
      <w:r w:rsidR="00CE7733">
        <w:t> </w:t>
      </w:r>
      <w:r w:rsidR="001505FB" w:rsidRPr="001505FB">
        <w:t>r.</w:t>
      </w:r>
      <w:r w:rsidR="00CE7733" w:rsidRPr="001505FB">
        <w:t xml:space="preserve"> o</w:t>
      </w:r>
      <w:r w:rsidR="00CE7733">
        <w:t> </w:t>
      </w:r>
      <w:r w:rsidR="001505FB" w:rsidRPr="001505FB">
        <w:t>świadczeniu usług drogą elektroniczną</w:t>
      </w:r>
      <w:r>
        <w:t>,</w:t>
      </w:r>
    </w:p>
    <w:p w14:paraId="3FD5AB77" w14:textId="7DF28343" w:rsidR="00C041B5" w:rsidRPr="00C041B5" w:rsidRDefault="00C041B5" w:rsidP="00250491">
      <w:pPr>
        <w:pStyle w:val="ZLITwPKTzmlitwpktartykuempunktem"/>
      </w:pPr>
      <w:r w:rsidRPr="00C041B5">
        <w:t>d)</w:t>
      </w:r>
      <w:r w:rsidRPr="00C041B5">
        <w:tab/>
        <w:t>tytuł prawny,</w:t>
      </w:r>
      <w:r w:rsidR="00CE7733" w:rsidRPr="00C041B5">
        <w:t xml:space="preserve"> z</w:t>
      </w:r>
      <w:r w:rsidR="00CE7733">
        <w:t> </w:t>
      </w:r>
      <w:r w:rsidRPr="00C041B5">
        <w:t>którego wynika uprawnienie do reprezentowania właściciela lub zarządcy;</w:t>
      </w:r>
    </w:p>
    <w:p w14:paraId="334FE689" w14:textId="5BD25157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>dane dotyczące obiektu budowlanego, w szczególności</w:t>
      </w:r>
      <w:r>
        <w:t xml:space="preserve"> </w:t>
      </w:r>
      <w:r w:rsidRPr="00C041B5">
        <w:t>adres</w:t>
      </w:r>
      <w:r w:rsidR="00CE7733" w:rsidRPr="00C041B5">
        <w:t xml:space="preserve"> i</w:t>
      </w:r>
      <w:r w:rsidR="00CE7733">
        <w:t> </w:t>
      </w:r>
      <w:r w:rsidRPr="00C041B5">
        <w:t>lokalizację obiektu na mapie</w:t>
      </w:r>
      <w:r w:rsidR="00CE7733" w:rsidRPr="00C041B5">
        <w:t xml:space="preserve"> w</w:t>
      </w:r>
      <w:r w:rsidR="00CE7733">
        <w:t> </w:t>
      </w:r>
      <w:r w:rsidRPr="00C041B5">
        <w:t>systemie EKOB</w:t>
      </w:r>
      <w:r>
        <w:t>;</w:t>
      </w:r>
    </w:p>
    <w:p w14:paraId="1B4BEC2A" w14:textId="5BA2AA3C" w:rsidR="00C041B5" w:rsidRPr="00C041B5" w:rsidRDefault="00C041B5" w:rsidP="00250491">
      <w:pPr>
        <w:pStyle w:val="ZPKTzmpktartykuempunktem"/>
      </w:pPr>
      <w:r w:rsidRPr="00C041B5">
        <w:t>4)</w:t>
      </w:r>
      <w:r>
        <w:tab/>
      </w:r>
      <w:r w:rsidRPr="00C041B5">
        <w:t>dokument,</w:t>
      </w:r>
      <w:r w:rsidR="00CE7733" w:rsidRPr="00C041B5">
        <w:t xml:space="preserve"> z</w:t>
      </w:r>
      <w:r w:rsidR="00CE7733">
        <w:t> </w:t>
      </w:r>
      <w:r w:rsidRPr="00C041B5">
        <w:t>którego wynika tytuł prawny właściciela lub zarządcy do obiektu budowlanego.</w:t>
      </w:r>
    </w:p>
    <w:p w14:paraId="5516D363" w14:textId="3A97BD41" w:rsidR="00C041B5" w:rsidRPr="00C041B5" w:rsidRDefault="00C041B5" w:rsidP="00250491">
      <w:pPr>
        <w:pStyle w:val="ZARTzmartartykuempunktem"/>
      </w:pPr>
      <w:r w:rsidRPr="00C041B5">
        <w:lastRenderedPageBreak/>
        <w:t>Art. 60</w:t>
      </w:r>
      <w:r w:rsidR="006D5B27">
        <w:t>k</w:t>
      </w:r>
      <w:r w:rsidRPr="00C041B5">
        <w:t>. 1. Właściciel lub zarządca obiektu budowlanego zapewnia dołączenie do książki obiektu budowlanego planu sytuacyjnego.</w:t>
      </w:r>
    </w:p>
    <w:p w14:paraId="67B86051" w14:textId="77777777" w:rsidR="00C041B5" w:rsidRPr="00C041B5" w:rsidRDefault="00C041B5" w:rsidP="00250491">
      <w:pPr>
        <w:pStyle w:val="ZUSTzmustartykuempunktem"/>
      </w:pPr>
      <w:r w:rsidRPr="00C041B5">
        <w:t>2. Plan sytuacyjny zawiera:</w:t>
      </w:r>
    </w:p>
    <w:p w14:paraId="2753FE16" w14:textId="144E5BFB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zaznaczone granice nieruchomości, na której usytuowany jest obiekt budowlany</w:t>
      </w:r>
      <w:r w:rsidR="00093677" w:rsidRPr="006F36AA">
        <w:t>,</w:t>
      </w:r>
      <w:r w:rsidR="00CE7733" w:rsidRPr="006F36AA">
        <w:t xml:space="preserve"> a</w:t>
      </w:r>
      <w:r w:rsidR="00CE7733">
        <w:t> </w:t>
      </w:r>
      <w:r w:rsidR="00CE7733" w:rsidRPr="006F36AA">
        <w:t>w</w:t>
      </w:r>
      <w:r w:rsidR="00CE7733">
        <w:t> </w:t>
      </w:r>
      <w:r w:rsidR="00093677" w:rsidRPr="006F36AA">
        <w:t xml:space="preserve">przypadku sieci </w:t>
      </w:r>
      <w:r w:rsidR="00D84455">
        <w:t>–</w:t>
      </w:r>
      <w:r w:rsidR="00E036C6">
        <w:t xml:space="preserve"> </w:t>
      </w:r>
      <w:r w:rsidR="00093677" w:rsidRPr="006F36AA">
        <w:t>oznaczenie jej lokalizacji</w:t>
      </w:r>
      <w:r w:rsidR="00CE7733">
        <w:t xml:space="preserve"> w </w:t>
      </w:r>
      <w:r w:rsidR="00093677">
        <w:t>terenie</w:t>
      </w:r>
      <w:r w:rsidRPr="00C041B5">
        <w:t>;</w:t>
      </w:r>
    </w:p>
    <w:p w14:paraId="5C4752BB" w14:textId="79653345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 xml:space="preserve">określenie </w:t>
      </w:r>
      <w:r w:rsidR="004E66BD">
        <w:t xml:space="preserve">istniejących </w:t>
      </w:r>
      <w:r w:rsidRPr="00C041B5">
        <w:t>miejsc przyłączenia obiektu budowlanego do sieci uzbrojenia terenu;</w:t>
      </w:r>
    </w:p>
    <w:p w14:paraId="13192DB8" w14:textId="77777777" w:rsidR="004E66BD" w:rsidRDefault="00C041B5" w:rsidP="00250491">
      <w:pPr>
        <w:pStyle w:val="ZPKTzmpktartykuempunktem"/>
      </w:pPr>
      <w:r w:rsidRPr="00C041B5">
        <w:t>3)</w:t>
      </w:r>
      <w:r w:rsidRPr="00C041B5">
        <w:tab/>
        <w:t xml:space="preserve">określenie </w:t>
      </w:r>
      <w:r w:rsidR="004E66BD">
        <w:t xml:space="preserve">istniejących </w:t>
      </w:r>
      <w:r w:rsidRPr="00C041B5">
        <w:t>miejsc usytuowania urządzeń przeznaczonych do odcinania instalacji od przyłączy oraz przyłączy od sieci</w:t>
      </w:r>
      <w:r w:rsidR="004E66BD">
        <w:t>;</w:t>
      </w:r>
    </w:p>
    <w:p w14:paraId="579DBDED" w14:textId="0A69943F" w:rsidR="004E66BD" w:rsidRPr="004E66BD" w:rsidRDefault="004E66BD" w:rsidP="004E66BD">
      <w:pPr>
        <w:pStyle w:val="ZPKTzmpktartykuempunktem"/>
      </w:pPr>
      <w:r w:rsidRPr="004E66BD">
        <w:t>4)</w:t>
      </w:r>
      <w:r>
        <w:tab/>
      </w:r>
      <w:r w:rsidRPr="004E66BD">
        <w:t xml:space="preserve">określenie przebiegu </w:t>
      </w:r>
      <w:r>
        <w:t xml:space="preserve">istniejących </w:t>
      </w:r>
      <w:r w:rsidRPr="004E66BD">
        <w:t>dróg pożarowych;</w:t>
      </w:r>
    </w:p>
    <w:p w14:paraId="373DA760" w14:textId="0F68DD34" w:rsidR="00C041B5" w:rsidRPr="00C041B5" w:rsidRDefault="004E66BD" w:rsidP="004E66BD">
      <w:pPr>
        <w:pStyle w:val="ZPKTzmpktartykuempunktem"/>
      </w:pPr>
      <w:r w:rsidRPr="004E66BD">
        <w:t>5)</w:t>
      </w:r>
      <w:r>
        <w:tab/>
      </w:r>
      <w:r w:rsidRPr="004E66BD">
        <w:t xml:space="preserve">określenie miejsc usytuowania </w:t>
      </w:r>
      <w:r>
        <w:t xml:space="preserve">istniejących </w:t>
      </w:r>
      <w:r w:rsidRPr="004E66BD">
        <w:t>hydrantów zewnętrznych lub innych punktów poboru wody do celów przeciwpożarowych oraz stanowisk czerpania wody</w:t>
      </w:r>
      <w:r w:rsidR="00C041B5" w:rsidRPr="00C041B5">
        <w:t>.</w:t>
      </w:r>
    </w:p>
    <w:p w14:paraId="534AE6BD" w14:textId="4874BB02" w:rsidR="00C041B5" w:rsidRPr="00C041B5" w:rsidRDefault="00C041B5" w:rsidP="00250491">
      <w:pPr>
        <w:pStyle w:val="ZUSTzmustartykuempunktem"/>
      </w:pPr>
      <w:r w:rsidRPr="00C041B5">
        <w:t>3.</w:t>
      </w:r>
      <w:r w:rsidR="00CE7733" w:rsidRPr="00C041B5">
        <w:t xml:space="preserve"> W</w:t>
      </w:r>
      <w:r w:rsidR="00CE7733">
        <w:t> </w:t>
      </w:r>
      <w:r w:rsidRPr="00C041B5">
        <w:t xml:space="preserve">przypadku usytuowania urządzeń przeznaczonych do odcięcia instalacji od przyłączy wewnątrz obiektu budowlanego, do książki obiektu budowlanego należy dołączyć opis pozwalający na zlokalizowanie tych urządzeń. </w:t>
      </w:r>
    </w:p>
    <w:p w14:paraId="45AC548C" w14:textId="4BE0C40D" w:rsidR="0089790B" w:rsidRPr="0089790B" w:rsidRDefault="00C041B5" w:rsidP="00376145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l</w:t>
      </w:r>
      <w:r w:rsidR="00E2014A">
        <w:t>.</w:t>
      </w:r>
      <w:r w:rsidR="0089790B" w:rsidRPr="0089790B">
        <w:t xml:space="preserve"> 1. </w:t>
      </w:r>
      <w:r w:rsidR="00376145" w:rsidRPr="00376145">
        <w:t>Organom nadzoru budowlanego oraz innym organom lub służbom uprawnionym do kontroli przestrzegania przepisów w zakresie utrzymania obiektów budowlanych lub prowadzenia działań ratowniczych zapewnia się dostęp do systemu EKOB o charakterze</w:t>
      </w:r>
      <w:r w:rsidR="0089790B" w:rsidRPr="0089790B">
        <w:t>:</w:t>
      </w:r>
    </w:p>
    <w:p w14:paraId="7F345121" w14:textId="77777777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stałym lub</w:t>
      </w:r>
    </w:p>
    <w:p w14:paraId="151949C4" w14:textId="4A97C2C8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>czasowym</w:t>
      </w:r>
      <w:r w:rsidR="002D79AC">
        <w:t xml:space="preserve"> </w:t>
      </w:r>
      <w:r w:rsidR="00D84455">
        <w:t>–</w:t>
      </w:r>
      <w:r w:rsidRPr="0089790B">
        <w:t xml:space="preserve"> na czas </w:t>
      </w:r>
      <w:r w:rsidR="005B2ED5">
        <w:t xml:space="preserve">niezbędny do </w:t>
      </w:r>
      <w:r w:rsidRPr="0089790B">
        <w:t xml:space="preserve">przeprowadzenia </w:t>
      </w:r>
      <w:r w:rsidR="005B2ED5">
        <w:t>swoich czynności</w:t>
      </w:r>
      <w:r w:rsidRPr="0089790B">
        <w:t>.</w:t>
      </w:r>
    </w:p>
    <w:p w14:paraId="062F918A" w14:textId="20D1A6DC" w:rsidR="0089790B" w:rsidRPr="0089790B" w:rsidRDefault="0089790B" w:rsidP="00EE78CA">
      <w:pPr>
        <w:pStyle w:val="ZUSTzmustartykuempunktem"/>
      </w:pPr>
      <w:r w:rsidRPr="0089790B">
        <w:t xml:space="preserve">2. Dostęp do systemu </w:t>
      </w:r>
      <w:r>
        <w:t>EKOB</w:t>
      </w:r>
      <w:r w:rsidR="00CE7733" w:rsidRPr="0089790B">
        <w:t xml:space="preserve"> o</w:t>
      </w:r>
      <w:r w:rsidR="00CE7733">
        <w:t> </w:t>
      </w:r>
      <w:r w:rsidRPr="0089790B">
        <w:t>charakterze stałym przydziela Główny Inspektor Nadzoru Budowlanego lub podmiot przez niego upoważniony</w:t>
      </w:r>
      <w:r w:rsidR="002D43CE"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2D43CE">
        <w:t>w</w:t>
      </w:r>
      <w:r w:rsidR="00CE7733">
        <w:t> </w:t>
      </w:r>
      <w:r w:rsidR="002D43CE" w:rsidRPr="002D43CE">
        <w:t>zakresie wszystkich książek obiektu budowlanego lub niektórych książek obiektu budowlanego</w:t>
      </w:r>
      <w:r w:rsidRPr="0089790B">
        <w:t>.</w:t>
      </w:r>
    </w:p>
    <w:p w14:paraId="69EF0A7C" w14:textId="48AFD738" w:rsidR="0089790B" w:rsidRPr="0089790B" w:rsidRDefault="0089790B" w:rsidP="00EE78CA">
      <w:pPr>
        <w:pStyle w:val="ZUSTzmustartykuempunktem"/>
      </w:pPr>
      <w:r w:rsidRPr="0089790B">
        <w:t xml:space="preserve">3. Dostęp do systemu </w:t>
      </w:r>
      <w:r>
        <w:t>EKOB</w:t>
      </w:r>
      <w:r w:rsidR="00CE7733" w:rsidRPr="0089790B">
        <w:t xml:space="preserve"> o</w:t>
      </w:r>
      <w:r w:rsidR="00CE7733">
        <w:t> </w:t>
      </w:r>
      <w:r w:rsidRPr="0089790B">
        <w:t>charakterze czasowym może przydzielić:</w:t>
      </w:r>
    </w:p>
    <w:p w14:paraId="12722F76" w14:textId="39D9838C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Główny Inspektor Nadzoru Budowlanego</w:t>
      </w:r>
      <w:r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 xml:space="preserve">zakresie wszystkich </w:t>
      </w:r>
      <w:r>
        <w:t>książek obiektu budowlanego</w:t>
      </w:r>
      <w:r w:rsidRPr="0089790B">
        <w:t xml:space="preserve"> lub niektórych </w:t>
      </w:r>
      <w:r>
        <w:t>książek obiektu budowlanego</w:t>
      </w:r>
      <w:r w:rsidRPr="0089790B">
        <w:t>;</w:t>
      </w:r>
    </w:p>
    <w:p w14:paraId="4193715F" w14:textId="52471C1A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 xml:space="preserve">organ, któremu przydzielono dostęp do systemu </w:t>
      </w:r>
      <w:r w:rsidR="00C56619">
        <w:t>EKOB</w:t>
      </w:r>
      <w:r w:rsidR="00CE7733" w:rsidRPr="0089790B">
        <w:t xml:space="preserve"> o</w:t>
      </w:r>
      <w:r w:rsidR="00CE7733">
        <w:t> </w:t>
      </w:r>
      <w:r w:rsidRPr="0089790B">
        <w:t xml:space="preserve">charakterze stałym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>zakresie wszystkich książek obiektu budowlanego, do których organ ten ma dostęp stały, lub niektórych</w:t>
      </w:r>
      <w:r w:rsidR="00CE7733" w:rsidRPr="0089790B">
        <w:t xml:space="preserve"> </w:t>
      </w:r>
      <w:r w:rsidR="00CE7733">
        <w:t>z </w:t>
      </w:r>
      <w:r>
        <w:t xml:space="preserve">tych </w:t>
      </w:r>
      <w:r w:rsidRPr="0089790B">
        <w:t>książek obiektu budowlanego;</w:t>
      </w:r>
    </w:p>
    <w:p w14:paraId="5071297F" w14:textId="0D05B7F8" w:rsidR="0089790B" w:rsidRPr="0089790B" w:rsidRDefault="0089790B" w:rsidP="00EE78CA">
      <w:pPr>
        <w:pStyle w:val="ZPKTzmpktartykuempunktem"/>
      </w:pPr>
      <w:r w:rsidRPr="0089790B">
        <w:t>3)</w:t>
      </w:r>
      <w:r w:rsidRPr="0089790B">
        <w:tab/>
      </w:r>
      <w:r w:rsidR="00C56619">
        <w:t>właściciel</w:t>
      </w:r>
      <w:r w:rsidRPr="0089790B">
        <w:t xml:space="preserve"> lub </w:t>
      </w:r>
      <w:r w:rsidR="00C56619">
        <w:t>zarządca obiektu budowlanego</w:t>
      </w:r>
      <w:r w:rsidRPr="0089790B"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>zakresie prowadzone</w:t>
      </w:r>
      <w:r w:rsidR="005B2ED5">
        <w:t>j</w:t>
      </w:r>
      <w:r w:rsidRPr="0089790B">
        <w:t xml:space="preserve"> </w:t>
      </w:r>
      <w:r w:rsidR="005B2ED5">
        <w:t>książki obiektu budowlanego</w:t>
      </w:r>
      <w:r w:rsidRPr="0089790B">
        <w:t>.</w:t>
      </w:r>
    </w:p>
    <w:p w14:paraId="2051BAC4" w14:textId="511B500E" w:rsidR="0089790B" w:rsidRPr="0089790B" w:rsidRDefault="0089790B" w:rsidP="00376145">
      <w:pPr>
        <w:pStyle w:val="ZUSTzmustartykuempunktem"/>
      </w:pPr>
      <w:r w:rsidRPr="0089790B">
        <w:lastRenderedPageBreak/>
        <w:t>4.</w:t>
      </w:r>
      <w:r w:rsidR="00CE7733" w:rsidRPr="0089790B">
        <w:t xml:space="preserve"> </w:t>
      </w:r>
      <w:r w:rsidR="00376145" w:rsidRPr="00376145">
        <w:t>W przypadkach, o których mowa w ust. 2 i 3 pkt 1 i 2, przydzielanie dostępu następuje na wniosek organu lub służby, o których mowa w ust. 1. Wniosek powinien wskazywać co najmniej:</w:t>
      </w:r>
    </w:p>
    <w:p w14:paraId="7A76AB92" w14:textId="77777777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czas, na jaki ma być przydzielony dostęp;</w:t>
      </w:r>
    </w:p>
    <w:p w14:paraId="35A0ECFC" w14:textId="5D607F53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>zakres,</w:t>
      </w:r>
      <w:r w:rsidR="00CE7733" w:rsidRPr="0089790B">
        <w:t xml:space="preserve"> w</w:t>
      </w:r>
      <w:r w:rsidR="00CE7733">
        <w:t> </w:t>
      </w:r>
      <w:r w:rsidRPr="0089790B">
        <w:t>jakim ma być przydzielony dostęp;</w:t>
      </w:r>
    </w:p>
    <w:p w14:paraId="79B05D94" w14:textId="77777777" w:rsidR="0089790B" w:rsidRPr="0089790B" w:rsidRDefault="0089790B" w:rsidP="00EE78CA">
      <w:pPr>
        <w:pStyle w:val="ZPKTzmpktartykuempunktem"/>
      </w:pPr>
      <w:r w:rsidRPr="0089790B">
        <w:t>3)</w:t>
      </w:r>
      <w:r w:rsidRPr="0089790B">
        <w:tab/>
        <w:t>cel, który ma zostać zrealizowany przez przydzielony dostęp, uzasadniający przydzielenie dostępu.</w:t>
      </w:r>
    </w:p>
    <w:p w14:paraId="7E02F564" w14:textId="050E0D2A" w:rsidR="0089790B" w:rsidRPr="0089790B" w:rsidRDefault="0089790B" w:rsidP="00EE78CA">
      <w:pPr>
        <w:pStyle w:val="ZUSTzmustartykuempunktem"/>
      </w:pPr>
      <w:r w:rsidRPr="0089790B">
        <w:t>5.</w:t>
      </w:r>
      <w:r w:rsidR="00CE7733" w:rsidRPr="0089790B">
        <w:t xml:space="preserve"> W</w:t>
      </w:r>
      <w:r w:rsidR="00CE7733">
        <w:t> </w:t>
      </w:r>
      <w:r w:rsidRPr="0089790B">
        <w:t>przypadkach,</w:t>
      </w:r>
      <w:r w:rsidR="00CE7733" w:rsidRPr="0089790B">
        <w:t xml:space="preserve"> o</w:t>
      </w:r>
      <w:r w:rsidR="00CE7733">
        <w:t> </w:t>
      </w:r>
      <w:r w:rsidRPr="0089790B">
        <w:t>których mowa</w:t>
      </w:r>
      <w:r w:rsidR="00CE7733" w:rsidRPr="0089790B">
        <w:t xml:space="preserve"> w</w:t>
      </w:r>
      <w:r w:rsidR="00CE7733">
        <w:t> ust. </w:t>
      </w:r>
      <w:r w:rsidR="00CE7733" w:rsidRPr="0089790B">
        <w:t>2</w:t>
      </w:r>
      <w:r w:rsidR="00CE7733">
        <w:t xml:space="preserve"> i </w:t>
      </w:r>
      <w:r w:rsidR="00CE7733" w:rsidRPr="0089790B">
        <w:t>3</w:t>
      </w:r>
      <w:r w:rsidR="00CE7733">
        <w:t xml:space="preserve"> pkt </w:t>
      </w:r>
      <w:r w:rsidR="00CE7733" w:rsidRPr="0089790B">
        <w:t>1</w:t>
      </w:r>
      <w:r w:rsidR="00CE7733">
        <w:t xml:space="preserve"> i </w:t>
      </w:r>
      <w:r w:rsidRPr="0089790B">
        <w:t xml:space="preserve">2, Główny Inspektor Nadzoru Budowlanego lub organ, któremu przydzielono dostęp do systemu </w:t>
      </w:r>
      <w:r w:rsidR="00C56619">
        <w:t>EKOB</w:t>
      </w:r>
      <w:r w:rsidR="00CE7733" w:rsidRPr="0089790B">
        <w:t xml:space="preserve"> o</w:t>
      </w:r>
      <w:r w:rsidR="00CE7733">
        <w:t> </w:t>
      </w:r>
      <w:r w:rsidRPr="0089790B">
        <w:t>charakterze stałym, może odmówić,</w:t>
      </w:r>
      <w:r w:rsidR="00CE7733" w:rsidRPr="0089790B">
        <w:t xml:space="preserve"> w</w:t>
      </w:r>
      <w:r w:rsidR="00CE7733">
        <w:t> </w:t>
      </w:r>
      <w:r w:rsidRPr="0089790B">
        <w:t>drodze decyzji, dostępu do systemu, jeżeli uzna, że cel, który ma zostać zrealizowany przez przydzielony dostęp, nie uzasadnia przydzielenia dostępu.</w:t>
      </w:r>
    </w:p>
    <w:p w14:paraId="4DA80582" w14:textId="47162837" w:rsidR="0089790B" w:rsidRPr="00C041B5" w:rsidRDefault="0089790B" w:rsidP="00EE78CA">
      <w:pPr>
        <w:pStyle w:val="ZUSTzmustartykuempunktem"/>
      </w:pPr>
      <w:r w:rsidRPr="0089790B">
        <w:t>6.</w:t>
      </w:r>
      <w:r w:rsidR="00CE7733" w:rsidRPr="0089790B">
        <w:t xml:space="preserve"> W</w:t>
      </w:r>
      <w:r w:rsidR="00CE7733">
        <w:t> </w:t>
      </w:r>
      <w:r w:rsidRPr="0089790B">
        <w:t>przypadkach,</w:t>
      </w:r>
      <w:r w:rsidR="00CE7733" w:rsidRPr="0089790B">
        <w:t xml:space="preserve"> o</w:t>
      </w:r>
      <w:r w:rsidR="00CE7733">
        <w:t> </w:t>
      </w:r>
      <w:r w:rsidRPr="0089790B">
        <w:t>których mowa</w:t>
      </w:r>
      <w:r w:rsidR="00CE7733" w:rsidRPr="0089790B">
        <w:t xml:space="preserve"> w</w:t>
      </w:r>
      <w:r w:rsidR="00CE7733">
        <w:t> ust. </w:t>
      </w:r>
      <w:r w:rsidR="00CE7733" w:rsidRPr="0089790B">
        <w:t>3</w:t>
      </w:r>
      <w:r w:rsidR="00CE7733">
        <w:t xml:space="preserve"> pkt </w:t>
      </w:r>
      <w:r w:rsidRPr="0089790B">
        <w:t>3, przydzielanie dostępu następuje na żądanie organu,</w:t>
      </w:r>
      <w:r w:rsidR="00CE7733" w:rsidRPr="0089790B">
        <w:t xml:space="preserve"> o</w:t>
      </w:r>
      <w:r w:rsidR="00CE7733">
        <w:t> </w:t>
      </w:r>
      <w:r w:rsidRPr="0089790B">
        <w:t>którym mowa</w:t>
      </w:r>
      <w:r w:rsidR="00CE7733" w:rsidRPr="0089790B">
        <w:t xml:space="preserve"> w</w:t>
      </w:r>
      <w:r w:rsidR="00CE7733">
        <w:t> ust. </w:t>
      </w:r>
      <w:r w:rsidRPr="0089790B">
        <w:t>1.</w:t>
      </w:r>
    </w:p>
    <w:p w14:paraId="609FA789" w14:textId="37F63FAC" w:rsidR="00C041B5" w:rsidRPr="00C041B5" w:rsidRDefault="00C041B5" w:rsidP="00EE78CA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m</w:t>
      </w:r>
      <w:r w:rsidRPr="00C041B5">
        <w:t>.</w:t>
      </w:r>
      <w:r w:rsidR="005B6CDA">
        <w:t xml:space="preserve"> </w:t>
      </w:r>
      <w:r w:rsidR="00807DDA">
        <w:t xml:space="preserve">1. </w:t>
      </w:r>
      <w:r w:rsidRPr="00C041B5">
        <w:t>Osoby, o których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="00CE7733" w:rsidRPr="00C041B5">
        <w:t>1</w:t>
      </w:r>
      <w:r w:rsidR="00C05146" w:rsidRPr="00EE78CA">
        <w:t>–</w:t>
      </w:r>
      <w:r w:rsidRPr="00C041B5">
        <w:t>3, w celu kontroli, o której mowa</w:t>
      </w:r>
      <w:r w:rsidR="00CE7733" w:rsidRPr="00C041B5">
        <w:t xml:space="preserve"> w</w:t>
      </w:r>
      <w:r w:rsidR="00CE7733">
        <w:t> art. </w:t>
      </w:r>
      <w:r w:rsidRPr="00C041B5">
        <w:t>6</w:t>
      </w:r>
      <w:r w:rsidR="00CE7733" w:rsidRPr="00C041B5">
        <w:t>2</w:t>
      </w:r>
      <w:r w:rsidR="00CE7733">
        <w:t xml:space="preserve"> ust. </w:t>
      </w:r>
      <w:r w:rsidRPr="00C041B5">
        <w:t xml:space="preserve">1, </w:t>
      </w:r>
      <w:r w:rsidR="00807DDA">
        <w:t xml:space="preserve">zapewniają </w:t>
      </w:r>
      <w:r w:rsidR="00807DDA" w:rsidRPr="00C041B5">
        <w:t>osob</w:t>
      </w:r>
      <w:r w:rsidR="00807DDA">
        <w:t>ie</w:t>
      </w:r>
      <w:r w:rsidR="00807DDA" w:rsidRPr="00C041B5">
        <w:t xml:space="preserve"> przeprowadzając</w:t>
      </w:r>
      <w:r w:rsidR="00807DDA">
        <w:t>ej</w:t>
      </w:r>
      <w:r w:rsidR="00807DDA" w:rsidRPr="00C041B5">
        <w:t xml:space="preserve"> </w:t>
      </w:r>
      <w:r w:rsidRPr="00C041B5">
        <w:t>tę kontrolę dostęp do książki obiektu budowlanego w systemie EKOB, celem dokonania wpisów.</w:t>
      </w:r>
    </w:p>
    <w:p w14:paraId="67EB2C4D" w14:textId="6A21A150" w:rsidR="00C041B5" w:rsidRPr="00C041B5" w:rsidRDefault="000B194C" w:rsidP="00250491">
      <w:pPr>
        <w:pStyle w:val="ZUSTzmustartykuempunktem"/>
      </w:pPr>
      <w:r>
        <w:t>2</w:t>
      </w:r>
      <w:r w:rsidR="00C041B5" w:rsidRPr="00C041B5">
        <w:t>. System EKOB zapewnia:</w:t>
      </w:r>
    </w:p>
    <w:p w14:paraId="440F77A4" w14:textId="44FABCBA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osobom, o których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1</w:t>
      </w:r>
      <w:r w:rsidR="009B6719" w:rsidRPr="00EE78CA">
        <w:t>–</w:t>
      </w:r>
      <w:r w:rsidRPr="00C041B5">
        <w:t>3, możliwość pozbawienia dostępu do książki obiektu budowlanego w stosunku do osób</w:t>
      </w:r>
      <w:r w:rsidR="002F51CD" w:rsidRPr="002F51CD">
        <w:t xml:space="preserve"> </w:t>
      </w:r>
      <w:r w:rsidR="002F51CD" w:rsidRPr="00C041B5">
        <w:t>przeprowadzających kontrole, o których mowa</w:t>
      </w:r>
      <w:r w:rsidR="00CE7733" w:rsidRPr="00C041B5">
        <w:t xml:space="preserve"> w</w:t>
      </w:r>
      <w:r w:rsidR="00CE7733">
        <w:t> art. </w:t>
      </w:r>
      <w:r w:rsidR="002F51CD" w:rsidRPr="00C041B5">
        <w:t>6</w:t>
      </w:r>
      <w:r w:rsidR="00CE7733" w:rsidRPr="00C041B5">
        <w:t>2</w:t>
      </w:r>
      <w:r w:rsidR="00CE7733">
        <w:t xml:space="preserve"> ust. </w:t>
      </w:r>
      <w:r w:rsidR="002F51CD" w:rsidRPr="00C041B5">
        <w:t>1</w:t>
      </w:r>
      <w:r w:rsidR="002F51CD">
        <w:t>;</w:t>
      </w:r>
    </w:p>
    <w:p w14:paraId="7E903B24" w14:textId="10E66869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właścicielowi obiektu budowlanego możliwość pozbawienia dostępu do książki obiektu budowlanego w stosunku do osoby, o której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3;</w:t>
      </w:r>
    </w:p>
    <w:p w14:paraId="7E39BED9" w14:textId="54C125E2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>zarządcy obiektu budowlanego możliwość pozbawienia dostępu do książki obiektu budowlanego w stosunku do osoby, o której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3.</w:t>
      </w:r>
    </w:p>
    <w:p w14:paraId="085B84E5" w14:textId="7DAAED10" w:rsidR="00C041B5" w:rsidRPr="00C041B5" w:rsidRDefault="000B194C" w:rsidP="00250491">
      <w:pPr>
        <w:pStyle w:val="ZUSTzmustartykuempunktem"/>
      </w:pPr>
      <w:r>
        <w:t>3</w:t>
      </w:r>
      <w:r w:rsidR="00C041B5" w:rsidRPr="00C041B5">
        <w:t>. Pozbawienie dostępu, o którym mowa</w:t>
      </w:r>
      <w:r w:rsidR="00CE7733" w:rsidRPr="00C041B5">
        <w:t xml:space="preserve"> w</w:t>
      </w:r>
      <w:r w:rsidR="00CE7733">
        <w:t> ust. 2 pkt </w:t>
      </w:r>
      <w:r w:rsidR="00C041B5" w:rsidRPr="00C041B5">
        <w:t>1, nie może utrudniać lub uniemożliwiać osobom przeprowadzającym kontrole, o których mowa</w:t>
      </w:r>
      <w:r w:rsidR="00CE7733" w:rsidRPr="00C041B5">
        <w:t xml:space="preserve"> w</w:t>
      </w:r>
      <w:r w:rsidR="00CE7733">
        <w:t> art. </w:t>
      </w:r>
      <w:r w:rsidR="00C041B5" w:rsidRPr="00C041B5">
        <w:t>6</w:t>
      </w:r>
      <w:r w:rsidR="00CE7733" w:rsidRPr="00C041B5">
        <w:t>2</w:t>
      </w:r>
      <w:r w:rsidR="00CE7733">
        <w:t xml:space="preserve"> ust. </w:t>
      </w:r>
      <w:r w:rsidR="00C041B5" w:rsidRPr="00C041B5">
        <w:t>1, wykonywania praw lub obowiązków wynikających z ustawy.</w:t>
      </w:r>
    </w:p>
    <w:p w14:paraId="7501823E" w14:textId="34A92AF8" w:rsidR="00CF4A22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n</w:t>
      </w:r>
      <w:r w:rsidRPr="00C041B5">
        <w:t xml:space="preserve">. </w:t>
      </w:r>
      <w:r w:rsidR="0090617F">
        <w:t xml:space="preserve">1. </w:t>
      </w:r>
      <w:r w:rsidRPr="00C041B5">
        <w:t>Główny Inspektor Nadzoru Budowlanego jest administratorem</w:t>
      </w:r>
      <w:r w:rsidR="00CE7733" w:rsidRPr="00C041B5">
        <w:t xml:space="preserve"> </w:t>
      </w:r>
      <w:r w:rsidR="00CE7733">
        <w:t>w </w:t>
      </w:r>
      <w:r w:rsidR="00B36F77">
        <w:t xml:space="preserve">zakresie </w:t>
      </w:r>
      <w:r w:rsidRPr="00C041B5">
        <w:t>danych</w:t>
      </w:r>
      <w:r w:rsidR="00B36F77">
        <w:t xml:space="preserve"> </w:t>
      </w:r>
      <w:r w:rsidRPr="00C041B5">
        <w:t>zgromadzonych w systemie EKOB oraz odpowiada za jego utrzymanie i rozwój.</w:t>
      </w:r>
    </w:p>
    <w:p w14:paraId="12FAB95C" w14:textId="35746C7E" w:rsidR="0090617F" w:rsidRPr="00DD7F4F" w:rsidRDefault="0090617F" w:rsidP="0090617F">
      <w:pPr>
        <w:pStyle w:val="ZUSTzmustartykuempunktem"/>
      </w:pPr>
      <w:r>
        <w:t>2.</w:t>
      </w:r>
      <w:r w:rsidR="00CE7733">
        <w:t xml:space="preserve"> </w:t>
      </w:r>
      <w:r w:rsidR="00CE7733" w:rsidRPr="00DD7F4F">
        <w:t>W</w:t>
      </w:r>
      <w:r w:rsidR="00CE7733">
        <w:t> </w:t>
      </w:r>
      <w:r>
        <w:t xml:space="preserve">systemie EKOB </w:t>
      </w:r>
      <w:r w:rsidRPr="00DD7F4F">
        <w:t>przechowywane są dane osobowe:</w:t>
      </w:r>
    </w:p>
    <w:p w14:paraId="37A5B87E" w14:textId="6227052F" w:rsidR="0090617F" w:rsidRPr="00DD7F4F" w:rsidRDefault="0090617F" w:rsidP="0090617F">
      <w:pPr>
        <w:pStyle w:val="ZPKTzmpktartykuempunktem"/>
      </w:pPr>
      <w:r w:rsidRPr="00DD7F4F">
        <w:t>1)</w:t>
      </w:r>
      <w:r w:rsidRPr="00DD7F4F">
        <w:tab/>
        <w:t>użytkowników kont:</w:t>
      </w:r>
    </w:p>
    <w:p w14:paraId="6BA38AD8" w14:textId="77777777" w:rsidR="0090617F" w:rsidRPr="00DD7F4F" w:rsidRDefault="0090617F" w:rsidP="0090617F">
      <w:pPr>
        <w:pStyle w:val="ZLITwPKTzmlitwpktartykuempunktem"/>
      </w:pPr>
      <w:r w:rsidRPr="00DD7F4F">
        <w:lastRenderedPageBreak/>
        <w:t>a)</w:t>
      </w:r>
      <w:r w:rsidRPr="00DD7F4F">
        <w:tab/>
        <w:t>imię,</w:t>
      </w:r>
    </w:p>
    <w:p w14:paraId="7C126ED6" w14:textId="791A5F9F" w:rsidR="0090617F" w:rsidRDefault="0090617F" w:rsidP="0090617F">
      <w:pPr>
        <w:pStyle w:val="ZLITwPKTzmlitwpktartykuempunktem"/>
      </w:pPr>
      <w:r w:rsidRPr="00DD7F4F">
        <w:t>b)</w:t>
      </w:r>
      <w:r w:rsidRPr="00DD7F4F">
        <w:tab/>
        <w:t>nazwisko,</w:t>
      </w:r>
    </w:p>
    <w:p w14:paraId="03D3614F" w14:textId="7A8A05D9" w:rsidR="0011047C" w:rsidRPr="00DD7F4F" w:rsidRDefault="0011047C" w:rsidP="0090617F">
      <w:pPr>
        <w:pStyle w:val="ZLITwPKTzmlitwpktartykuempunktem"/>
      </w:pPr>
      <w:r>
        <w:t>c)</w:t>
      </w:r>
      <w:r>
        <w:tab/>
      </w:r>
      <w:r w:rsidRPr="0011047C">
        <w:t>adres zamieszkania</w:t>
      </w:r>
      <w:r>
        <w:t>,</w:t>
      </w:r>
    </w:p>
    <w:p w14:paraId="6A32F702" w14:textId="7668FCB1" w:rsidR="0090617F" w:rsidRPr="00DD7F4F" w:rsidRDefault="0011047C" w:rsidP="0090617F">
      <w:pPr>
        <w:pStyle w:val="ZLITwPKTzmlitwpktartykuempunktem"/>
      </w:pPr>
      <w:r>
        <w:t>d</w:t>
      </w:r>
      <w:r w:rsidR="0090617F" w:rsidRPr="00DD7F4F">
        <w:t>)</w:t>
      </w:r>
      <w:r w:rsidR="0090617F" w:rsidRPr="00DD7F4F">
        <w:tab/>
      </w:r>
      <w:r w:rsidR="00CF4A22" w:rsidRPr="00CF4A22">
        <w:t>adres elektroniczny</w:t>
      </w:r>
      <w:r w:rsidR="0090617F" w:rsidRPr="00DD7F4F">
        <w:t>,</w:t>
      </w:r>
    </w:p>
    <w:p w14:paraId="3E67BA63" w14:textId="0DFEBF35" w:rsidR="00CF4A22" w:rsidRPr="008329F2" w:rsidRDefault="0011047C" w:rsidP="00CF4A22">
      <w:pPr>
        <w:pStyle w:val="ZLITwPKTzmlitwpktartykuempunktem"/>
      </w:pPr>
      <w:r>
        <w:t>e</w:t>
      </w:r>
      <w:r w:rsidR="00CF4A22" w:rsidRPr="008329F2">
        <w:t>)</w:t>
      </w:r>
      <w:r w:rsidR="00CF4A22" w:rsidRPr="008329F2">
        <w:tab/>
        <w:t>numer telefonu</w:t>
      </w:r>
      <w:r w:rsidR="009B6719">
        <w:t xml:space="preserve"> </w:t>
      </w:r>
      <w:r w:rsidR="009B6719" w:rsidRPr="00EE78CA">
        <w:t xml:space="preserve">– </w:t>
      </w:r>
      <w:r w:rsidR="00CF4A22" w:rsidRPr="008329F2">
        <w:t>jeżeli został wskazany przez użytkownika konta,</w:t>
      </w:r>
    </w:p>
    <w:p w14:paraId="2C6632BF" w14:textId="00FA13A6" w:rsidR="00CF4A22" w:rsidRPr="008329F2" w:rsidRDefault="0011047C" w:rsidP="00CF4A22">
      <w:pPr>
        <w:pStyle w:val="ZLITwPKTzmlitwpktartykuempunktem"/>
      </w:pPr>
      <w:r>
        <w:t>f</w:t>
      </w:r>
      <w:r w:rsidR="00CF4A22" w:rsidRPr="008329F2">
        <w:t>)</w:t>
      </w:r>
      <w:r w:rsidR="00CF4A22" w:rsidRPr="008329F2">
        <w:tab/>
        <w:t xml:space="preserve">numer PESEL </w:t>
      </w:r>
      <w:r w:rsidR="009B6719" w:rsidRPr="00EE78CA">
        <w:t xml:space="preserve">– </w:t>
      </w:r>
      <w:r w:rsidR="00CF4A22" w:rsidRPr="008329F2">
        <w:t>jeżeli został wskazany</w:t>
      </w:r>
      <w:r w:rsidR="00CE7733" w:rsidRPr="008329F2">
        <w:t xml:space="preserve"> w</w:t>
      </w:r>
      <w:r w:rsidR="00CE7733">
        <w:t> </w:t>
      </w:r>
      <w:r w:rsidR="00CF4A22" w:rsidRPr="008329F2">
        <w:t>ramach uwierzytelnienia</w:t>
      </w:r>
      <w:r w:rsidR="00001A08">
        <w:t>,</w:t>
      </w:r>
    </w:p>
    <w:p w14:paraId="5C4AE089" w14:textId="14D06E0C" w:rsidR="0011047C" w:rsidRDefault="0011047C" w:rsidP="0090617F">
      <w:pPr>
        <w:pStyle w:val="ZLITwPKTzmlitwpktartykuempunktem"/>
      </w:pPr>
      <w:r>
        <w:t>g</w:t>
      </w:r>
      <w:r w:rsidR="0090617F">
        <w:t>)</w:t>
      </w:r>
      <w:r w:rsidR="00CF4A22">
        <w:tab/>
      </w:r>
      <w:r w:rsidR="0090617F">
        <w:t>numer uprawnień budowlanych lub decyzji</w:t>
      </w:r>
      <w:r w:rsidR="00CE7733">
        <w:t xml:space="preserve"> o </w:t>
      </w:r>
      <w:r w:rsidR="0090617F">
        <w:t>nadaniu uprawnień albo innych dokumentów</w:t>
      </w:r>
      <w:r w:rsidR="0090617F" w:rsidRPr="00202F7B">
        <w:t xml:space="preserve"> </w:t>
      </w:r>
      <w:r w:rsidR="0090617F" w:rsidRPr="00C041B5">
        <w:t>dających podstawę do dokonywania kontroli</w:t>
      </w:r>
      <w:r w:rsidR="00EE78CA">
        <w:t xml:space="preserve"> </w:t>
      </w:r>
      <w:r w:rsidR="009B6719" w:rsidRPr="00EE78CA">
        <w:t>–</w:t>
      </w:r>
      <w:r w:rsidR="00CE7733" w:rsidRPr="00EE78CA">
        <w:t xml:space="preserve"> </w:t>
      </w:r>
      <w:r w:rsidR="00CE7733">
        <w:t>w </w:t>
      </w:r>
      <w:r w:rsidR="00EE78CA">
        <w:t xml:space="preserve">przypadku </w:t>
      </w:r>
      <w:r w:rsidR="00EE78CA" w:rsidRPr="00EE78CA">
        <w:t>os</w:t>
      </w:r>
      <w:r w:rsidR="00EE78CA">
        <w:t>ób</w:t>
      </w:r>
      <w:r w:rsidR="00EE78CA" w:rsidRPr="00EE78CA">
        <w:t xml:space="preserve"> przeprowadzając</w:t>
      </w:r>
      <w:r w:rsidR="00EE78CA">
        <w:t>ych</w:t>
      </w:r>
      <w:r w:rsidR="00EE78CA" w:rsidRPr="00EE78CA">
        <w:t xml:space="preserve"> kontrol</w:t>
      </w:r>
      <w:r w:rsidR="00EE78CA">
        <w:t>e</w:t>
      </w:r>
      <w:r w:rsidR="00EE78CA" w:rsidRPr="00EE78CA">
        <w:t>,</w:t>
      </w:r>
      <w:r w:rsidR="00CE7733" w:rsidRPr="00EE78CA">
        <w:t xml:space="preserve"> o</w:t>
      </w:r>
      <w:r w:rsidR="00CE7733">
        <w:t> </w:t>
      </w:r>
      <w:r w:rsidR="00EE78CA" w:rsidRPr="00EE78CA">
        <w:t>któr</w:t>
      </w:r>
      <w:r w:rsidR="00EE78CA">
        <w:t>ych</w:t>
      </w:r>
      <w:r w:rsidR="00EE78CA" w:rsidRPr="00EE78CA">
        <w:t xml:space="preserve"> mowa</w:t>
      </w:r>
      <w:r w:rsidR="00CE7733" w:rsidRPr="00EE78CA">
        <w:t xml:space="preserve"> w</w:t>
      </w:r>
      <w:r w:rsidR="00CE7733">
        <w:t> art. </w:t>
      </w:r>
      <w:r w:rsidR="00EE78CA" w:rsidRPr="00EE78CA">
        <w:t>6</w:t>
      </w:r>
      <w:r w:rsidR="00CE7733" w:rsidRPr="00EE78CA">
        <w:t>2</w:t>
      </w:r>
      <w:r w:rsidR="00CE7733">
        <w:t xml:space="preserve"> ust. </w:t>
      </w:r>
      <w:r w:rsidR="00EE78CA" w:rsidRPr="00EE78CA">
        <w:t>1</w:t>
      </w:r>
      <w:r>
        <w:t>,</w:t>
      </w:r>
    </w:p>
    <w:p w14:paraId="30BF0F65" w14:textId="20F75F3C" w:rsidR="0090617F" w:rsidRPr="00DD7F4F" w:rsidRDefault="0011047C" w:rsidP="0090617F">
      <w:pPr>
        <w:pStyle w:val="ZLITwPKTzmlitwpktartykuempunktem"/>
      </w:pPr>
      <w:r>
        <w:t>h)</w:t>
      </w:r>
      <w:r>
        <w:tab/>
      </w:r>
      <w:r w:rsidRPr="0011047C">
        <w:t>tytuł prawny,</w:t>
      </w:r>
      <w:r w:rsidR="00CE7733" w:rsidRPr="0011047C">
        <w:t xml:space="preserve"> z</w:t>
      </w:r>
      <w:r w:rsidR="00CE7733">
        <w:t> </w:t>
      </w:r>
      <w:r w:rsidRPr="0011047C">
        <w:t>którego wynika uprawnienie do reprezentowania właściciela lub zarządcy</w:t>
      </w:r>
      <w:r>
        <w:t xml:space="preserve"> </w:t>
      </w:r>
      <w:r w:rsidR="009B6719" w:rsidRPr="00EE78CA">
        <w:t>–</w:t>
      </w:r>
      <w:r w:rsidR="00CE7733" w:rsidRPr="00EE78CA">
        <w:t xml:space="preserve"> </w:t>
      </w:r>
      <w:r w:rsidR="00CE7733">
        <w:t>w </w:t>
      </w:r>
      <w:r>
        <w:t xml:space="preserve">przypadku </w:t>
      </w:r>
      <w:r w:rsidRPr="0011047C">
        <w:t>osoby działającej</w:t>
      </w:r>
      <w:r w:rsidR="00CE7733" w:rsidRPr="0011047C">
        <w:t xml:space="preserve"> w</w:t>
      </w:r>
      <w:r w:rsidR="00CE7733">
        <w:t> </w:t>
      </w:r>
      <w:r w:rsidRPr="0011047C">
        <w:t xml:space="preserve">imieniu właściciela </w:t>
      </w:r>
      <w:r w:rsidR="00B34523">
        <w:t>lub</w:t>
      </w:r>
      <w:r w:rsidRPr="0011047C">
        <w:t xml:space="preserve"> zarządcy</w:t>
      </w:r>
      <w:r w:rsidR="0090617F" w:rsidRPr="00DD7F4F">
        <w:t>;</w:t>
      </w:r>
    </w:p>
    <w:p w14:paraId="3ED4F2EF" w14:textId="1B1A7251" w:rsidR="0011047C" w:rsidRPr="0011047C" w:rsidRDefault="0090617F" w:rsidP="0011047C">
      <w:pPr>
        <w:pStyle w:val="ZPKTzmpktartykuempunktem"/>
      </w:pPr>
      <w:r w:rsidRPr="00DD7F4F">
        <w:t>2)</w:t>
      </w:r>
      <w:r w:rsidRPr="00DD7F4F">
        <w:tab/>
      </w:r>
      <w:r w:rsidR="0011047C" w:rsidRPr="0011047C">
        <w:t>znajdujące się w:</w:t>
      </w:r>
    </w:p>
    <w:p w14:paraId="0A78A1C7" w14:textId="60A055FE" w:rsidR="0011047C" w:rsidRPr="0011047C" w:rsidRDefault="0011047C" w:rsidP="00EE78CA">
      <w:pPr>
        <w:pStyle w:val="ZLITwPKTzmlitwpktartykuempunktem"/>
      </w:pPr>
      <w:r w:rsidRPr="0011047C">
        <w:t>a)</w:t>
      </w:r>
      <w:r w:rsidRPr="0011047C">
        <w:tab/>
        <w:t>wpisach dokonanych</w:t>
      </w:r>
      <w:r w:rsidR="00CE7733" w:rsidRPr="0011047C">
        <w:t xml:space="preserve"> w</w:t>
      </w:r>
      <w:r w:rsidR="00CE7733">
        <w:t> </w:t>
      </w:r>
      <w:r>
        <w:t>książkach obiektu budowlanego</w:t>
      </w:r>
      <w:r w:rsidRPr="0011047C">
        <w:t>,</w:t>
      </w:r>
    </w:p>
    <w:p w14:paraId="50E318CC" w14:textId="29EB9E8E" w:rsidR="0011047C" w:rsidRPr="0011047C" w:rsidRDefault="0011047C" w:rsidP="00EE78CA">
      <w:pPr>
        <w:pStyle w:val="ZLITwPKTzmlitwpktartykuempunktem"/>
      </w:pPr>
      <w:r w:rsidRPr="0011047C">
        <w:t>b)</w:t>
      </w:r>
      <w:r w:rsidRPr="0011047C">
        <w:tab/>
        <w:t xml:space="preserve">dokumentach załączonych do </w:t>
      </w:r>
      <w:r>
        <w:t>książek obiektu budowlanego</w:t>
      </w:r>
      <w:r w:rsidRPr="0011047C">
        <w:t>,</w:t>
      </w:r>
    </w:p>
    <w:p w14:paraId="458D0399" w14:textId="382EA34A" w:rsidR="0011047C" w:rsidRPr="001E372C" w:rsidRDefault="0011047C" w:rsidP="00EE78CA">
      <w:pPr>
        <w:pStyle w:val="ZLITwPKTzmlitwpktartykuempunktem"/>
      </w:pPr>
      <w:r w:rsidRPr="0011047C">
        <w:t>c)</w:t>
      </w:r>
      <w:r w:rsidRPr="0011047C">
        <w:tab/>
        <w:t>dokumentach zapisanych na kontach użytkowników.</w:t>
      </w:r>
    </w:p>
    <w:p w14:paraId="7F194529" w14:textId="7D02BC36" w:rsidR="00CF4A22" w:rsidRDefault="00C041B5" w:rsidP="00EE78CA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o</w:t>
      </w:r>
      <w:r w:rsidRPr="00C041B5">
        <w:t xml:space="preserve">. </w:t>
      </w:r>
      <w:r w:rsidR="00394C65">
        <w:t xml:space="preserve">1. </w:t>
      </w:r>
      <w:r w:rsidRPr="00C041B5">
        <w:t>Dostęp do systemu EKOB następuje przez uwierzytelnienie i autoryzację osoby w tym systemie</w:t>
      </w:r>
      <w:r w:rsidR="00293AE3" w:rsidRPr="00293AE3">
        <w:t xml:space="preserve"> </w:t>
      </w:r>
      <w:r w:rsidR="00293AE3">
        <w:t>za pośrednictwem konta</w:t>
      </w:r>
      <w:r w:rsidRPr="00C041B5">
        <w:t>.</w:t>
      </w:r>
      <w:r w:rsidR="0090617F">
        <w:t xml:space="preserve"> </w:t>
      </w:r>
    </w:p>
    <w:p w14:paraId="6968C3FD" w14:textId="048A3185" w:rsidR="00C041B5" w:rsidRDefault="00C041B5" w:rsidP="00250491">
      <w:pPr>
        <w:pStyle w:val="ZARTzmartartykuempunktem"/>
      </w:pPr>
      <w:bookmarkStart w:id="25" w:name="_Hlk74039647"/>
      <w:r w:rsidRPr="00C041B5">
        <w:t xml:space="preserve">Art. </w:t>
      </w:r>
      <w:r w:rsidR="004001C8" w:rsidRPr="00C041B5">
        <w:t>60</w:t>
      </w:r>
      <w:r w:rsidR="006D5B27">
        <w:t>p</w:t>
      </w:r>
      <w:r w:rsidRPr="00C041B5">
        <w:t xml:space="preserve">. </w:t>
      </w:r>
      <w:r w:rsidR="00447224">
        <w:t xml:space="preserve">1. </w:t>
      </w:r>
      <w:r w:rsidRPr="00C041B5">
        <w:t>System EKOB zapewnia przechowywanie książki obiektu budowlanego przez okres istnienia obiektu budowlanego.</w:t>
      </w:r>
    </w:p>
    <w:p w14:paraId="4F77F09A" w14:textId="3C6FFDC8" w:rsidR="00447224" w:rsidRPr="00C041B5" w:rsidRDefault="006D5B27" w:rsidP="00EE78CA">
      <w:pPr>
        <w:pStyle w:val="ZUSTzmustartykuempunktem"/>
      </w:pPr>
      <w:r>
        <w:t>2</w:t>
      </w:r>
      <w:r w:rsidR="00447224">
        <w:t>. Po upływie 1</w:t>
      </w:r>
      <w:r w:rsidR="00CE7733">
        <w:t>0 </w:t>
      </w:r>
      <w:r w:rsidR="00447224">
        <w:t xml:space="preserve">lat od dnia </w:t>
      </w:r>
      <w:r w:rsidR="00A32AA4">
        <w:t>zamknięcia</w:t>
      </w:r>
      <w:r w:rsidR="00447224">
        <w:t xml:space="preserve"> książki obiektu budowlanego dane zgromadzone</w:t>
      </w:r>
      <w:r w:rsidR="00CE7733">
        <w:t xml:space="preserve"> w </w:t>
      </w:r>
      <w:r w:rsidR="00447224">
        <w:t xml:space="preserve">systemie EKOB dotyczące </w:t>
      </w:r>
      <w:r w:rsidR="00A32AA4">
        <w:t xml:space="preserve">tej </w:t>
      </w:r>
      <w:r w:rsidR="00447224">
        <w:t xml:space="preserve">książki </w:t>
      </w:r>
      <w:r w:rsidR="00482B33">
        <w:t>mogą zostać usunięte, zgodnie z przepisami o narodowym zasobie archiwalnym i archiwach.</w:t>
      </w:r>
    </w:p>
    <w:bookmarkEnd w:id="25"/>
    <w:p w14:paraId="7333B160" w14:textId="4A77A75B" w:rsidR="00C041B5" w:rsidRPr="00C041B5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r</w:t>
      </w:r>
      <w:r w:rsidRPr="00C041B5">
        <w:t>. Minister właściwy do spraw budownictwa, planowania i zagospodarowania przestrzennego oraz mieszkalnictwa określi, w drodze rozporządzenia:</w:t>
      </w:r>
    </w:p>
    <w:p w14:paraId="2128A25E" w14:textId="3FDC63AA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szczegółowy sposób prowadzenia książki obiektu budowlanego</w:t>
      </w:r>
      <w:r w:rsidR="00CE7733" w:rsidRPr="00C041B5">
        <w:t xml:space="preserve"> w</w:t>
      </w:r>
      <w:r w:rsidR="00CE7733">
        <w:t> </w:t>
      </w:r>
      <w:r w:rsidRPr="00C041B5">
        <w:t>postaci elektronicznej, w tym dokonywania wpisów,</w:t>
      </w:r>
    </w:p>
    <w:p w14:paraId="2EE9B89B" w14:textId="77777777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 xml:space="preserve">szczegółowy sposób uwierzytelniania i autoryzacji w systemie EKOB, </w:t>
      </w:r>
    </w:p>
    <w:p w14:paraId="575BDE96" w14:textId="6479E8D8" w:rsidR="00C041B5" w:rsidRPr="00C041B5" w:rsidRDefault="00C041B5" w:rsidP="00250491">
      <w:pPr>
        <w:pStyle w:val="ZPKTzmpktartykuempunktem"/>
      </w:pPr>
      <w:r w:rsidRPr="00C041B5">
        <w:t>3) szczegółowy sposób prowadzenia książki obiektu budowlanego</w:t>
      </w:r>
      <w:r w:rsidR="00CE7733" w:rsidRPr="00C041B5">
        <w:t xml:space="preserve"> w</w:t>
      </w:r>
      <w:r w:rsidR="00CE7733">
        <w:t> </w:t>
      </w:r>
      <w:r w:rsidRPr="00C041B5">
        <w:t>postaci papierowej</w:t>
      </w:r>
    </w:p>
    <w:p w14:paraId="7A76F6E2" w14:textId="77777777" w:rsidR="00C041B5" w:rsidRPr="00C041B5" w:rsidRDefault="00C041B5" w:rsidP="00250491">
      <w:pPr>
        <w:pStyle w:val="ZCZWSPPKTzmczciwsppktartykuempunktem"/>
      </w:pPr>
      <w:r w:rsidRPr="00C041B5">
        <w:t>– mając na względzie zapewnienie nieusuwalności, przejrzystości i chronologii wpisów w książce obiektu budowlanego oraz zapewnienie bezpieczeństwa gromadzonych danych.”;</w:t>
      </w:r>
    </w:p>
    <w:p w14:paraId="62DD2AA6" w14:textId="6D5012DC" w:rsidR="003460B9" w:rsidRDefault="002F60FC">
      <w:pPr>
        <w:pStyle w:val="PKTpunkt"/>
        <w:keepNext/>
      </w:pPr>
      <w:r>
        <w:lastRenderedPageBreak/>
        <w:t>22</w:t>
      </w:r>
      <w:r w:rsidR="003460B9">
        <w:t>)</w:t>
      </w:r>
      <w:r w:rsidR="003460B9">
        <w:tab/>
        <w:t>w</w:t>
      </w:r>
      <w:r w:rsidR="00CE7733">
        <w:t xml:space="preserve"> art. </w:t>
      </w:r>
      <w:r w:rsidR="003460B9">
        <w:t>6</w:t>
      </w:r>
      <w:r w:rsidR="00CE7733">
        <w:t>2 w ust. 1 w pkt </w:t>
      </w:r>
      <w:r w:rsidR="00CA7B6D">
        <w:t>3 </w:t>
      </w:r>
      <w:r w:rsidR="00BD3D83" w:rsidRPr="00BD3D83">
        <w:t xml:space="preserve">skreśla się po średniku wyrazy „osoba dokonująca kontroli jest obowiązana </w:t>
      </w:r>
      <w:r w:rsidR="00EE1ED0">
        <w:t>nie</w:t>
      </w:r>
      <w:r w:rsidR="00EE1ED0" w:rsidRPr="00BD3D83">
        <w:t xml:space="preserve">zwłocznie </w:t>
      </w:r>
      <w:r w:rsidR="00BD3D83" w:rsidRPr="00BD3D83">
        <w:t>pisemnie zawiadomić organ nadzoru budowlanego</w:t>
      </w:r>
      <w:r w:rsidR="00CA7B6D" w:rsidRPr="00BD3D83">
        <w:t xml:space="preserve"> o</w:t>
      </w:r>
      <w:r w:rsidR="00CA7B6D">
        <w:t> </w:t>
      </w:r>
      <w:r w:rsidR="00BD3D83" w:rsidRPr="00BD3D83">
        <w:t>przeprowadzonej kontroli</w:t>
      </w:r>
      <w:r w:rsidR="00F83F1B">
        <w:t>;</w:t>
      </w:r>
      <w:r w:rsidR="00FE38DB" w:rsidRPr="00FE38DB">
        <w:t>”</w:t>
      </w:r>
      <w:r w:rsidR="003460B9">
        <w:t>;</w:t>
      </w:r>
    </w:p>
    <w:p w14:paraId="6B00EDC3" w14:textId="5E24216E" w:rsidR="00E81036" w:rsidRPr="00D13BAD" w:rsidRDefault="002F60FC" w:rsidP="00D86756">
      <w:pPr>
        <w:pStyle w:val="PKTpunkt"/>
        <w:keepNext/>
      </w:pPr>
      <w:r>
        <w:t>23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62a po</w:t>
      </w:r>
      <w:r w:rsidR="00CE7733">
        <w:t xml:space="preserve"> ust. </w:t>
      </w:r>
      <w:r w:rsidR="00650225" w:rsidRPr="00390DA8">
        <w:t>4</w:t>
      </w:r>
      <w:r w:rsidR="00650225">
        <w:t> </w:t>
      </w:r>
      <w:r w:rsidR="00E81036" w:rsidRPr="00390DA8">
        <w:t>dodaje się</w:t>
      </w:r>
      <w:r w:rsidR="00CE7733">
        <w:t xml:space="preserve"> ust. </w:t>
      </w:r>
      <w:r w:rsidR="00FD20B2">
        <w:t xml:space="preserve">4a </w:t>
      </w:r>
      <w:r w:rsidR="00CA7B6D">
        <w:t>w </w:t>
      </w:r>
      <w:r w:rsidR="00E81036" w:rsidRPr="00390DA8">
        <w:t>brzmieniu:</w:t>
      </w:r>
    </w:p>
    <w:p w14:paraId="1DAE5438" w14:textId="511DD23C" w:rsidR="00E81036" w:rsidRDefault="00D86756" w:rsidP="00D86756">
      <w:pPr>
        <w:pStyle w:val="ZUSTzmustartykuempunktem"/>
        <w:keepNext/>
      </w:pPr>
      <w:r>
        <w:t>„</w:t>
      </w:r>
      <w:r w:rsidR="00FD20B2">
        <w:t>4a</w:t>
      </w:r>
      <w:r w:rsidR="00E81036" w:rsidRPr="00390DA8">
        <w:t xml:space="preserve">. </w:t>
      </w:r>
      <w:r w:rsidR="00E81036" w:rsidRPr="00F2301B">
        <w:t>Wymogu dołączenia kopii</w:t>
      </w:r>
      <w:r w:rsidR="00E81036">
        <w:t>:</w:t>
      </w:r>
    </w:p>
    <w:p w14:paraId="43E19DEB" w14:textId="5060CD99" w:rsidR="00E81036" w:rsidRDefault="00E81036" w:rsidP="00E81036">
      <w:pPr>
        <w:pStyle w:val="ZPKTzmpktartykuempunktem"/>
      </w:pPr>
      <w:r>
        <w:t>1)</w:t>
      </w:r>
      <w:r>
        <w:tab/>
      </w:r>
      <w:r w:rsidRPr="00F2301B">
        <w:t>zaświadczeń,</w:t>
      </w:r>
      <w:r w:rsidR="00650225" w:rsidRPr="00F2301B">
        <w:t xml:space="preserve"> </w:t>
      </w:r>
      <w:r w:rsidR="00650225" w:rsidRPr="00442460">
        <w:t>o</w:t>
      </w:r>
      <w:r w:rsidR="00650225">
        <w:t> </w:t>
      </w:r>
      <w:r w:rsidRPr="00442460">
        <w:t>których mowa</w:t>
      </w:r>
      <w:r w:rsidR="00CE7733" w:rsidRPr="00442460">
        <w:t xml:space="preserve"> w</w:t>
      </w:r>
      <w:r w:rsidR="00CE7733">
        <w:t> art. </w:t>
      </w:r>
      <w:r w:rsidRPr="00442460">
        <w:t>1</w:t>
      </w:r>
      <w:r w:rsidR="00CE7733" w:rsidRPr="00442460">
        <w:t>2</w:t>
      </w:r>
      <w:r w:rsidR="00CE7733">
        <w:t xml:space="preserve"> ust. </w:t>
      </w:r>
      <w:r w:rsidRPr="00442460">
        <w:t>7</w:t>
      </w:r>
      <w:r>
        <w:t>,</w:t>
      </w:r>
      <w:r w:rsidRPr="00F2301B">
        <w:t xml:space="preserve"> nie stosuje się do osób wpisanych do centralnego rejestru osób posiadających uprawnienia budowlane</w:t>
      </w:r>
      <w:r>
        <w:t>;</w:t>
      </w:r>
    </w:p>
    <w:p w14:paraId="41741557" w14:textId="1C5F9789" w:rsidR="00E81036" w:rsidRDefault="00E81036" w:rsidP="00E81036">
      <w:pPr>
        <w:pStyle w:val="ZPKTzmpktartykuempunktem"/>
      </w:pPr>
      <w:r>
        <w:t>2)</w:t>
      </w:r>
      <w:r>
        <w:tab/>
      </w:r>
      <w:r w:rsidRPr="00390DA8">
        <w:t>uprawnień budowlanych</w:t>
      </w:r>
      <w:r w:rsidR="00650225" w:rsidRPr="00390DA8">
        <w:t xml:space="preserve"> w</w:t>
      </w:r>
      <w:r w:rsidR="00650225">
        <w:t> </w:t>
      </w:r>
      <w:r w:rsidRPr="00390DA8">
        <w:t xml:space="preserve">odpowiedniej specjalności nie stosuje się do </w:t>
      </w:r>
      <w:r w:rsidRPr="00F2301B">
        <w:t xml:space="preserve">uprawnień budowlanych </w:t>
      </w:r>
      <w:r>
        <w:t xml:space="preserve">wpisanych </w:t>
      </w:r>
      <w:r w:rsidRPr="00390DA8">
        <w:t>do centralnego rejestru osób posiadających uprawnienia budowlane.</w:t>
      </w:r>
      <w:r w:rsidR="00D86756">
        <w:t>”</w:t>
      </w:r>
      <w:r w:rsidRPr="00390DA8">
        <w:t>;</w:t>
      </w:r>
    </w:p>
    <w:p w14:paraId="5B08AA92" w14:textId="0BF9D164" w:rsidR="00670700" w:rsidRDefault="002F60FC" w:rsidP="00543046">
      <w:pPr>
        <w:pStyle w:val="PKTpunkt"/>
      </w:pPr>
      <w:r>
        <w:t>24</w:t>
      </w:r>
      <w:r w:rsidR="00670700">
        <w:t>)</w:t>
      </w:r>
      <w:r w:rsidR="00670700">
        <w:tab/>
        <w:t>po</w:t>
      </w:r>
      <w:r w:rsidR="00CE7733">
        <w:t xml:space="preserve"> art. </w:t>
      </w:r>
      <w:r w:rsidR="00670700">
        <w:t>62a dodaje się</w:t>
      </w:r>
      <w:r w:rsidR="00CE7733">
        <w:t xml:space="preserve"> art. </w:t>
      </w:r>
      <w:r w:rsidR="00670700">
        <w:t>62b</w:t>
      </w:r>
      <w:r w:rsidR="00CA7B6D">
        <w:t xml:space="preserve"> w </w:t>
      </w:r>
      <w:r w:rsidR="00670700">
        <w:t>brzmieniu:</w:t>
      </w:r>
    </w:p>
    <w:p w14:paraId="7C60F3F9" w14:textId="2F2B41A9" w:rsidR="009C528E" w:rsidRPr="00C05365" w:rsidRDefault="00DE066E" w:rsidP="009C528E">
      <w:pPr>
        <w:pStyle w:val="ZARTzmartartykuempunktem"/>
      </w:pPr>
      <w:r>
        <w:t>„</w:t>
      </w:r>
      <w:r w:rsidR="009C528E">
        <w:t>Art. 62b. 1.</w:t>
      </w:r>
      <w:r w:rsidR="009C528E" w:rsidRPr="00C05365">
        <w:t xml:space="preserve"> W terminie 7 dni od dnia zakończenia kontroli obiektu budowlanego, dla którego istnieje obowiązek prowadzenia książki obiektu budowlanego, osoba przeprowadzająca kontrolę, o której mowa </w:t>
      </w:r>
      <w:r w:rsidR="00CF1B34">
        <w:t>w</w:t>
      </w:r>
      <w:r w:rsidR="009C528E" w:rsidRPr="00C05365">
        <w:tab/>
        <w:t>art. 6</w:t>
      </w:r>
      <w:r w:rsidR="00CE7733" w:rsidRPr="00C05365">
        <w:t>2</w:t>
      </w:r>
      <w:r w:rsidR="00CE7733">
        <w:t xml:space="preserve"> ust. </w:t>
      </w:r>
      <w:r w:rsidR="009C528E" w:rsidRPr="00C05365">
        <w:t>1</w:t>
      </w:r>
      <w:r w:rsidR="00C675CC">
        <w:t xml:space="preserve">, </w:t>
      </w:r>
      <w:r w:rsidR="009C528E" w:rsidRPr="00C05365">
        <w:t>dokonuje wpisu o kontroli:</w:t>
      </w:r>
    </w:p>
    <w:p w14:paraId="2E7C8BD2" w14:textId="58619502" w:rsidR="009C528E" w:rsidRDefault="00A501F7" w:rsidP="009C528E">
      <w:pPr>
        <w:pStyle w:val="ZPKTzmpktartykuempunktem"/>
      </w:pPr>
      <w:r>
        <w:t>1</w:t>
      </w:r>
      <w:r w:rsidR="009C528E">
        <w:t>)</w:t>
      </w:r>
      <w:r>
        <w:tab/>
      </w:r>
      <w:r w:rsidR="009C528E">
        <w:t>w książce obiektu budowlanego</w:t>
      </w:r>
      <w:r w:rsidR="009C528E" w:rsidRPr="00322665">
        <w:t xml:space="preserve"> </w:t>
      </w:r>
      <w:r w:rsidR="009C528E">
        <w:t>prowadzonej</w:t>
      </w:r>
      <w:r w:rsidR="00CE7733">
        <w:t xml:space="preserve"> w </w:t>
      </w:r>
      <w:r w:rsidR="009C528E">
        <w:t xml:space="preserve">postaci elektronicznej </w:t>
      </w:r>
      <w:r w:rsidR="009C528E" w:rsidRPr="00322665">
        <w:t>za pomocą systemu EKOB</w:t>
      </w:r>
      <w:r w:rsidR="009C528E">
        <w:t xml:space="preserve"> albo</w:t>
      </w:r>
    </w:p>
    <w:p w14:paraId="7B0CD492" w14:textId="329E43AC" w:rsidR="009C528E" w:rsidRDefault="00A501F7" w:rsidP="009C528E">
      <w:pPr>
        <w:pStyle w:val="ZPKTzmpktartykuempunktem"/>
      </w:pPr>
      <w:r>
        <w:t>2</w:t>
      </w:r>
      <w:r w:rsidR="009C528E">
        <w:t>)</w:t>
      </w:r>
      <w:r>
        <w:tab/>
      </w:r>
      <w:r w:rsidR="009C528E">
        <w:t>w książce obiektu budowlanego prowadzonej</w:t>
      </w:r>
      <w:r w:rsidR="00CE7733">
        <w:t xml:space="preserve"> w </w:t>
      </w:r>
      <w:r w:rsidR="009C528E">
        <w:t>postaci papierowej.</w:t>
      </w:r>
    </w:p>
    <w:p w14:paraId="3643EAB6" w14:textId="18E0199E" w:rsidR="009C528E" w:rsidRDefault="009C528E" w:rsidP="009C528E">
      <w:pPr>
        <w:pStyle w:val="ZARTzmartartykuempunktem"/>
      </w:pPr>
      <w:r>
        <w:t>2.</w:t>
      </w:r>
      <w:r w:rsidRPr="00C05365">
        <w:t xml:space="preserve"> W terminie 7 dni od dnia zakończenia kontroli obiektu budowlanego, osoba przeprowadzająca kontrolę, o której mowa </w:t>
      </w:r>
      <w:r w:rsidRPr="00C05365">
        <w:tab/>
        <w:t>art. 6</w:t>
      </w:r>
      <w:r w:rsidR="00CE7733" w:rsidRPr="00C05365">
        <w:t>2</w:t>
      </w:r>
      <w:r w:rsidR="00CE7733">
        <w:t xml:space="preserve"> ust. </w:t>
      </w:r>
      <w:r w:rsidR="00CE7733" w:rsidRPr="00C05365">
        <w:t>1</w:t>
      </w:r>
      <w:r w:rsidR="00CE7733">
        <w:t xml:space="preserve"> pkt </w:t>
      </w:r>
      <w:r>
        <w:t>3</w:t>
      </w:r>
      <w:r w:rsidR="00584824">
        <w:t>,</w:t>
      </w:r>
      <w:r w:rsidRPr="00C05365">
        <w:t xml:space="preserve"> </w:t>
      </w:r>
      <w:r>
        <w:t>zawiadamia o kontroli organ nadzoru budowlanego:</w:t>
      </w:r>
    </w:p>
    <w:p w14:paraId="669023C1" w14:textId="7C96DE12" w:rsidR="009C528E" w:rsidRDefault="00A501F7" w:rsidP="00584824">
      <w:pPr>
        <w:pStyle w:val="ZPKTzmpktartykuempunktem"/>
      </w:pPr>
      <w:r>
        <w:t>1</w:t>
      </w:r>
      <w:r w:rsidR="009C528E">
        <w:t>)</w:t>
      </w:r>
      <w:r>
        <w:tab/>
      </w:r>
      <w:r w:rsidR="009C528E" w:rsidRPr="00322665">
        <w:t>za pomocą systemu EKOB</w:t>
      </w:r>
      <w:r w:rsidR="009C528E">
        <w:t xml:space="preserve"> albo</w:t>
      </w:r>
    </w:p>
    <w:p w14:paraId="42B88292" w14:textId="4AFEE10D" w:rsidR="009C528E" w:rsidRDefault="00A501F7" w:rsidP="00584824">
      <w:pPr>
        <w:pStyle w:val="ZPKTzmpktartykuempunktem"/>
      </w:pPr>
      <w:r>
        <w:t>2</w:t>
      </w:r>
      <w:r w:rsidR="009C528E">
        <w:t>)</w:t>
      </w:r>
      <w:r w:rsidR="009C528E">
        <w:tab/>
        <w:t xml:space="preserve">pisemnie </w:t>
      </w:r>
      <w:r w:rsidR="009B6719" w:rsidRPr="00EE78CA">
        <w:t xml:space="preserve">– </w:t>
      </w:r>
      <w:r w:rsidR="009C528E" w:rsidRPr="00322665">
        <w:t>jeśli kontrola dotyczyła obiektu budowlanego</w:t>
      </w:r>
      <w:r w:rsidR="009C528E">
        <w:t>, dla którego nie prowadz</w:t>
      </w:r>
      <w:r w:rsidR="00584824">
        <w:t>i się</w:t>
      </w:r>
      <w:r w:rsidR="009C528E">
        <w:t xml:space="preserve"> książki obiektu budowlanego</w:t>
      </w:r>
      <w:r w:rsidR="00CE7733">
        <w:t xml:space="preserve"> w </w:t>
      </w:r>
      <w:r w:rsidR="009C528E">
        <w:t>postaci elektronicznej.</w:t>
      </w:r>
      <w:r w:rsidR="009C528E" w:rsidRPr="00322665">
        <w:t xml:space="preserve"> </w:t>
      </w:r>
    </w:p>
    <w:p w14:paraId="6F7363F7" w14:textId="2FE12D55" w:rsidR="00670700" w:rsidRDefault="00EB6D86" w:rsidP="000B194C">
      <w:pPr>
        <w:pStyle w:val="ZUSTzmustartykuempunktem"/>
      </w:pPr>
      <w:r>
        <w:t>3.</w:t>
      </w:r>
      <w:r w:rsidR="00CE7733">
        <w:t xml:space="preserve"> W </w:t>
      </w:r>
      <w:r>
        <w:t>przypadku awarii</w:t>
      </w:r>
      <w:r w:rsidRPr="00EB6D86">
        <w:t xml:space="preserve"> </w:t>
      </w:r>
      <w:r>
        <w:t xml:space="preserve">systemu EKOB </w:t>
      </w:r>
      <w:r w:rsidRPr="00EB6D86">
        <w:t xml:space="preserve">uniemożliwiającej </w:t>
      </w:r>
      <w:r>
        <w:t>dokonanie wpisu,</w:t>
      </w:r>
      <w:r w:rsidR="00CE7733">
        <w:t xml:space="preserve"> o </w:t>
      </w:r>
      <w:r>
        <w:t>którym mowa</w:t>
      </w:r>
      <w:r w:rsidR="00CE7733">
        <w:t xml:space="preserve"> w ust. 1 pkt </w:t>
      </w:r>
      <w:r>
        <w:t>1, lub zawiadomienia,</w:t>
      </w:r>
      <w:r w:rsidR="00CE7733">
        <w:t xml:space="preserve"> o </w:t>
      </w:r>
      <w:r>
        <w:t>którym mowa</w:t>
      </w:r>
      <w:r w:rsidR="00CE7733">
        <w:t xml:space="preserve"> w ust. 2 pkt </w:t>
      </w:r>
      <w:r w:rsidR="00A501F7">
        <w:t>1</w:t>
      </w:r>
      <w:r>
        <w:t xml:space="preserve">, </w:t>
      </w:r>
      <w:r w:rsidRPr="00EB6D86">
        <w:t>osoba przeprowadzająca kontrol</w:t>
      </w:r>
      <w:r>
        <w:t>ę dokonuje wpisu lub zawiadomienia niezwłocznie po ustaniu awarii.</w:t>
      </w:r>
      <w:r w:rsidR="00FE38DB">
        <w:t>”</w:t>
      </w:r>
      <w:r w:rsidR="00322665">
        <w:t>;</w:t>
      </w:r>
    </w:p>
    <w:p w14:paraId="52836524" w14:textId="42D24868" w:rsidR="006334D8" w:rsidRDefault="002F60FC" w:rsidP="00543046">
      <w:pPr>
        <w:pStyle w:val="PKTpunkt"/>
      </w:pPr>
      <w:r>
        <w:t>25</w:t>
      </w:r>
      <w:r w:rsidR="00A043BE">
        <w:t>)</w:t>
      </w:r>
      <w:r w:rsidR="006334D8">
        <w:tab/>
      </w:r>
      <w:r w:rsidR="00E64A1C">
        <w:t>w</w:t>
      </w:r>
      <w:r w:rsidR="00CE7733">
        <w:t xml:space="preserve"> art. </w:t>
      </w:r>
      <w:r w:rsidR="00A043BE" w:rsidRPr="00A043BE">
        <w:t>6</w:t>
      </w:r>
      <w:r w:rsidR="00CE7733">
        <w:t>4 </w:t>
      </w:r>
      <w:r w:rsidR="00E64A1C">
        <w:t>uchyla się</w:t>
      </w:r>
      <w:r w:rsidR="00CE7733">
        <w:t xml:space="preserve"> ust. </w:t>
      </w:r>
      <w:r w:rsidR="00E64A1C">
        <w:t xml:space="preserve">1, </w:t>
      </w:r>
      <w:r w:rsidR="00CE7733">
        <w:t>2 i </w:t>
      </w:r>
      <w:r w:rsidR="00E64A1C">
        <w:t>4</w:t>
      </w:r>
      <w:r w:rsidR="00670700">
        <w:t>;</w:t>
      </w:r>
    </w:p>
    <w:p w14:paraId="0D87E300" w14:textId="575F460B" w:rsidR="00664F88" w:rsidRDefault="002F60FC" w:rsidP="00D86756">
      <w:pPr>
        <w:pStyle w:val="PKTpunkt"/>
        <w:keepNext/>
      </w:pPr>
      <w:r>
        <w:t>26</w:t>
      </w:r>
      <w:r w:rsidR="007C7F39">
        <w:t>)</w:t>
      </w:r>
      <w:r w:rsidR="007C7F39">
        <w:tab/>
        <w:t>w</w:t>
      </w:r>
      <w:r w:rsidR="00CE7733">
        <w:t xml:space="preserve"> art. </w:t>
      </w:r>
      <w:r w:rsidR="007C7F39">
        <w:t>7</w:t>
      </w:r>
      <w:r w:rsidR="00CE7733">
        <w:t>0 </w:t>
      </w:r>
      <w:r w:rsidR="00664F88">
        <w:t>po</w:t>
      </w:r>
      <w:r w:rsidR="00CE7733">
        <w:t xml:space="preserve"> ust. </w:t>
      </w:r>
      <w:r w:rsidR="00CA7B6D">
        <w:t>2 </w:t>
      </w:r>
      <w:r w:rsidR="00664F88">
        <w:t>dodaje się</w:t>
      </w:r>
      <w:r w:rsidR="00CE7733">
        <w:t xml:space="preserve"> ust. 3 w </w:t>
      </w:r>
      <w:r w:rsidR="00664F88">
        <w:t>brzmieniu:</w:t>
      </w:r>
    </w:p>
    <w:p w14:paraId="6C12FB94" w14:textId="5248B08E" w:rsidR="007C7F39" w:rsidRDefault="00DE066E" w:rsidP="00250491">
      <w:pPr>
        <w:pStyle w:val="ZUSTzmustartykuempunktem"/>
      </w:pPr>
      <w:r>
        <w:t>„</w:t>
      </w:r>
      <w:r w:rsidR="00664F88">
        <w:t xml:space="preserve">3. </w:t>
      </w:r>
      <w:r w:rsidR="00664F88" w:rsidRPr="00664F88">
        <w:t>Protokół</w:t>
      </w:r>
      <w:r w:rsidR="00664F88">
        <w:t>,</w:t>
      </w:r>
      <w:r w:rsidR="00CE7733">
        <w:t xml:space="preserve"> o </w:t>
      </w:r>
      <w:r w:rsidR="00664F88">
        <w:t>którym mowa</w:t>
      </w:r>
      <w:r w:rsidR="00CE7733">
        <w:t xml:space="preserve"> w ust. </w:t>
      </w:r>
      <w:r w:rsidR="00664F88">
        <w:t>2, dotyczący obiektu budowlanego</w:t>
      </w:r>
      <w:r w:rsidR="00664F88" w:rsidRPr="00664F88">
        <w:t>, dla którego prowadzona jest książka obiektu budowlanego</w:t>
      </w:r>
      <w:r w:rsidR="00CE7733" w:rsidRPr="00664F88">
        <w:t xml:space="preserve"> w</w:t>
      </w:r>
      <w:r w:rsidR="00CE7733">
        <w:t> </w:t>
      </w:r>
      <w:r w:rsidR="00664F88" w:rsidRPr="00664F88">
        <w:t xml:space="preserve">postaci elektronicznej, przekazuje </w:t>
      </w:r>
      <w:r w:rsidR="00664F88">
        <w:t xml:space="preserve">się </w:t>
      </w:r>
      <w:r w:rsidR="00664F88" w:rsidRPr="00664F88">
        <w:t>za pomocą systemu EKOB.</w:t>
      </w:r>
      <w:r w:rsidR="00FE38DB">
        <w:t>”</w:t>
      </w:r>
      <w:r w:rsidR="00664F88">
        <w:t>;</w:t>
      </w:r>
    </w:p>
    <w:p w14:paraId="2AB54A0F" w14:textId="5F9289E4" w:rsidR="00212CE8" w:rsidRDefault="002F60FC" w:rsidP="00D86756">
      <w:pPr>
        <w:pStyle w:val="PKTpunkt"/>
        <w:keepNext/>
      </w:pPr>
      <w:r>
        <w:lastRenderedPageBreak/>
        <w:t>27</w:t>
      </w:r>
      <w:r w:rsidR="00212CE8">
        <w:t>)</w:t>
      </w:r>
      <w:r w:rsidR="00212CE8">
        <w:tab/>
        <w:t>po</w:t>
      </w:r>
      <w:r w:rsidR="00CE7733">
        <w:t xml:space="preserve"> art. </w:t>
      </w:r>
      <w:r w:rsidR="00212CE8">
        <w:t>7</w:t>
      </w:r>
      <w:r w:rsidR="00CA7B6D">
        <w:t>9 </w:t>
      </w:r>
      <w:r w:rsidR="00212CE8">
        <w:t>dodaje się rozdział 7a</w:t>
      </w:r>
      <w:r w:rsidR="00CA7B6D">
        <w:t xml:space="preserve"> w </w:t>
      </w:r>
      <w:r w:rsidR="00212CE8">
        <w:t>brzmieniu:</w:t>
      </w:r>
    </w:p>
    <w:p w14:paraId="5FF09644" w14:textId="67174DFC" w:rsidR="00212CE8" w:rsidRDefault="00DE066E" w:rsidP="00212CE8">
      <w:pPr>
        <w:pStyle w:val="ZROZDZODDZOZNzmoznrozdzoddzartykuempunktem"/>
      </w:pPr>
      <w:r>
        <w:t>„</w:t>
      </w:r>
      <w:r w:rsidR="00212CE8">
        <w:t>Rozdział 7a</w:t>
      </w:r>
    </w:p>
    <w:p w14:paraId="2BC1A072" w14:textId="37F34C72" w:rsidR="00212CE8" w:rsidRPr="00447169" w:rsidRDefault="00212CE8" w:rsidP="00212CE8">
      <w:pPr>
        <w:pStyle w:val="ZROZDZODDZPRZEDMzmprzedmrozdzoddzartykuempunktem"/>
      </w:pPr>
      <w:r>
        <w:t>Portal e</w:t>
      </w:r>
      <w:r w:rsidR="00CA7B6D">
        <w:softHyphen/>
      </w:r>
      <w:r w:rsidR="00CE7733">
        <w:softHyphen/>
      </w:r>
      <w:r w:rsidR="00CE7733">
        <w:noBreakHyphen/>
      </w:r>
      <w:r>
        <w:t>Budownictwo</w:t>
      </w:r>
    </w:p>
    <w:p w14:paraId="7ED8BA1D" w14:textId="27D80B2F" w:rsidR="007174FF" w:rsidRDefault="0044696F" w:rsidP="00802A85">
      <w:pPr>
        <w:pStyle w:val="ZARTzmartartykuempunktem"/>
      </w:pPr>
      <w:r>
        <w:t>Art. 79a</w:t>
      </w:r>
      <w:r w:rsidRPr="004C5B9C">
        <w:t xml:space="preserve">. </w:t>
      </w:r>
      <w:r w:rsidR="009F027D">
        <w:t xml:space="preserve">1. </w:t>
      </w:r>
      <w:r w:rsidRPr="004C5B9C">
        <w:t xml:space="preserve">Portal </w:t>
      </w:r>
      <w:r>
        <w:t>e</w:t>
      </w:r>
      <w:r w:rsidR="00CA7B6D">
        <w:softHyphen/>
      </w:r>
      <w:r w:rsidR="00CE7733">
        <w:softHyphen/>
      </w:r>
      <w:r w:rsidR="00CE7733">
        <w:noBreakHyphen/>
      </w:r>
      <w:r>
        <w:t xml:space="preserve">Budownictwo zapewnia możliwość </w:t>
      </w:r>
      <w:r w:rsidR="006846A3">
        <w:t>wygenerowania</w:t>
      </w:r>
      <w:r w:rsidR="007174FF">
        <w:t>:</w:t>
      </w:r>
    </w:p>
    <w:p w14:paraId="3D24DB3F" w14:textId="31BB0766" w:rsidR="00C24080" w:rsidRDefault="008925AA" w:rsidP="008925AA">
      <w:pPr>
        <w:pStyle w:val="ZPKTzmpktartykuempunktem"/>
      </w:pPr>
      <w:r>
        <w:t>1)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pozwolenie na budowę</w:t>
      </w:r>
      <w:r>
        <w:t>,</w:t>
      </w:r>
    </w:p>
    <w:p w14:paraId="6973BE2A" w14:textId="0A30E1EB" w:rsidR="008925AA" w:rsidRDefault="008925AA" w:rsidP="008925AA">
      <w:pPr>
        <w:pStyle w:val="ZPKTzmpktartykuempunktem"/>
      </w:pPr>
      <w:r>
        <w:t>2)</w:t>
      </w:r>
      <w:r>
        <w:tab/>
      </w:r>
      <w:r w:rsidRPr="008925AA">
        <w:t>zgłoszenia budowy lub wykonywania innych robót budowlanych</w:t>
      </w:r>
      <w:r>
        <w:t xml:space="preserve">, </w:t>
      </w:r>
    </w:p>
    <w:p w14:paraId="5EEE8184" w14:textId="205F21A4" w:rsidR="008925AA" w:rsidRDefault="008925AA" w:rsidP="008925AA">
      <w:pPr>
        <w:pStyle w:val="ZPKTzmpktartykuempunktem"/>
      </w:pPr>
      <w:r>
        <w:t>3)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pozwolenie na rozbiórkę</w:t>
      </w:r>
      <w:r>
        <w:t>,</w:t>
      </w:r>
    </w:p>
    <w:p w14:paraId="7468245A" w14:textId="3A292862" w:rsidR="008925AA" w:rsidRDefault="008925AA" w:rsidP="008925AA">
      <w:pPr>
        <w:pStyle w:val="ZPKTzmpktartykuempunktem"/>
      </w:pPr>
      <w:r>
        <w:t>4)</w:t>
      </w:r>
      <w:r>
        <w:tab/>
      </w:r>
      <w:r w:rsidRPr="008925AA">
        <w:t>zgłoszenia rozbiórki</w:t>
      </w:r>
      <w:r>
        <w:t>,</w:t>
      </w:r>
    </w:p>
    <w:p w14:paraId="57FF1A22" w14:textId="17B5853C" w:rsidR="008925AA" w:rsidRDefault="008925AA" w:rsidP="008925AA">
      <w:pPr>
        <w:pStyle w:val="ZPKTzmpktartykuempunktem"/>
      </w:pPr>
      <w:r>
        <w:t>5)</w:t>
      </w:r>
      <w:r>
        <w:tab/>
      </w:r>
      <w:r w:rsidRPr="008925AA">
        <w:t>oświadczenia</w:t>
      </w:r>
      <w:r w:rsidR="00CE7733" w:rsidRPr="008925AA">
        <w:t xml:space="preserve"> o</w:t>
      </w:r>
      <w:r w:rsidR="00CE7733">
        <w:t> </w:t>
      </w:r>
      <w:r w:rsidRPr="008925AA">
        <w:t>posiadanym prawie do dysponowania nieruchomością na cele budowlane</w:t>
      </w:r>
      <w:r>
        <w:t>,</w:t>
      </w:r>
    </w:p>
    <w:p w14:paraId="177C8799" w14:textId="34D9220F" w:rsidR="008925AA" w:rsidRDefault="008925AA" w:rsidP="008925AA">
      <w:pPr>
        <w:pStyle w:val="ZPKTzmpktartykuempunktem"/>
      </w:pPr>
      <w:r>
        <w:t>6)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odrębnej decyzji</w:t>
      </w:r>
      <w:r w:rsidR="00CE7733" w:rsidRPr="008925AA">
        <w:t xml:space="preserve"> o</w:t>
      </w:r>
      <w:r w:rsidR="00CE7733">
        <w:t> </w:t>
      </w:r>
      <w:r w:rsidRPr="008925AA">
        <w:t>zatwierdzeniu projektu zagospodarowania działki lub terenu lub projektu architektoniczno</w:t>
      </w:r>
      <w:r w:rsidR="00CE7733">
        <w:softHyphen/>
      </w:r>
      <w:r w:rsidR="00CE7733">
        <w:noBreakHyphen/>
      </w:r>
      <w:r w:rsidRPr="008925AA">
        <w:t>budowlanego</w:t>
      </w:r>
      <w:r>
        <w:t>,</w:t>
      </w:r>
    </w:p>
    <w:p w14:paraId="1ECA318B" w14:textId="0C1BC025" w:rsidR="008925AA" w:rsidRDefault="008925AA" w:rsidP="008925AA">
      <w:pPr>
        <w:pStyle w:val="ZPKTzmpktartykuempunktem"/>
      </w:pPr>
      <w:r>
        <w:t>7)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zmianę pozwolenia na budowę</w:t>
      </w:r>
      <w:r>
        <w:t>,</w:t>
      </w:r>
    </w:p>
    <w:p w14:paraId="2A281FAB" w14:textId="6DEDB95D" w:rsidR="008925AA" w:rsidRDefault="008925AA" w:rsidP="008925AA">
      <w:pPr>
        <w:pStyle w:val="ZPKTzmpktartykuempunktem"/>
      </w:pPr>
      <w:r>
        <w:t>8)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pozwolenia na budowę tymczasowego obiektu budowlanego</w:t>
      </w:r>
      <w:r>
        <w:t>,</w:t>
      </w:r>
    </w:p>
    <w:p w14:paraId="501240DA" w14:textId="7CD48902" w:rsidR="008925AA" w:rsidRDefault="008925AA" w:rsidP="008925AA">
      <w:pPr>
        <w:pStyle w:val="ZPKTzmpktartykuempunktem"/>
      </w:pPr>
      <w:r>
        <w:t>9)</w:t>
      </w:r>
      <w:r>
        <w:tab/>
      </w:r>
      <w:r w:rsidRPr="008925AA">
        <w:t>wniosk</w:t>
      </w:r>
      <w:r>
        <w:t>u</w:t>
      </w:r>
      <w:r w:rsidR="00CE7733" w:rsidRPr="008925AA">
        <w:t xml:space="preserve"> o</w:t>
      </w:r>
      <w:r w:rsidR="00CE7733">
        <w:t> </w:t>
      </w:r>
      <w:r w:rsidRPr="008925AA">
        <w:t>przeniesienie decyzji</w:t>
      </w:r>
      <w:r w:rsidR="00CE7733" w:rsidRPr="008925AA">
        <w:t xml:space="preserve"> o</w:t>
      </w:r>
      <w:r w:rsidR="00CE7733">
        <w:t> </w:t>
      </w:r>
      <w:r w:rsidRPr="008925AA">
        <w:t>pozwoleniu na budowę,</w:t>
      </w:r>
    </w:p>
    <w:p w14:paraId="50621D1F" w14:textId="1572913F" w:rsidR="008925AA" w:rsidRDefault="008925AA" w:rsidP="008925AA">
      <w:pPr>
        <w:pStyle w:val="ZPKTzmpktartykuempunktem"/>
      </w:pPr>
      <w:r>
        <w:t>10)</w:t>
      </w:r>
      <w:r>
        <w:tab/>
        <w:t>wniosku</w:t>
      </w:r>
      <w:r w:rsidR="00CE7733">
        <w:t xml:space="preserve"> o </w:t>
      </w:r>
      <w:r>
        <w:t>przeniesienie</w:t>
      </w:r>
      <w:r w:rsidRPr="008925AA">
        <w:t xml:space="preserve"> decyzji</w:t>
      </w:r>
      <w:r w:rsidR="00CE7733" w:rsidRPr="008925AA">
        <w:t xml:space="preserve"> o</w:t>
      </w:r>
      <w:r w:rsidR="00CE7733">
        <w:t> </w:t>
      </w:r>
      <w:r w:rsidRPr="008925AA">
        <w:t>pozwoleniu na wznowienie robót budowlanych,</w:t>
      </w:r>
      <w:r w:rsidR="00CE7733" w:rsidRPr="008925AA">
        <w:t xml:space="preserve"> o</w:t>
      </w:r>
      <w:r w:rsidR="00CE7733">
        <w:t> </w:t>
      </w:r>
      <w:r w:rsidRPr="008925AA">
        <w:t>której mowa</w:t>
      </w:r>
      <w:r w:rsidR="00CE7733" w:rsidRPr="008925AA">
        <w:t xml:space="preserve"> w</w:t>
      </w:r>
      <w:r w:rsidR="00CE7733">
        <w:t> art. </w:t>
      </w:r>
      <w:r w:rsidRPr="008925AA">
        <w:t>5</w:t>
      </w:r>
      <w:r w:rsidR="00CE7733" w:rsidRPr="008925AA">
        <w:t>1</w:t>
      </w:r>
      <w:r w:rsidR="00CE7733">
        <w:t xml:space="preserve"> ust. </w:t>
      </w:r>
      <w:r w:rsidRPr="008925AA">
        <w:t>4</w:t>
      </w:r>
      <w:r>
        <w:t>,</w:t>
      </w:r>
    </w:p>
    <w:p w14:paraId="132B03CF" w14:textId="531DBA49" w:rsidR="008925AA" w:rsidRDefault="008925AA" w:rsidP="008925AA">
      <w:pPr>
        <w:pStyle w:val="ZPKTzmpktartykuempunktem"/>
      </w:pPr>
      <w:r>
        <w:t>11)</w:t>
      </w:r>
      <w:r>
        <w:tab/>
        <w:t>wniosku</w:t>
      </w:r>
      <w:r w:rsidR="00CE7733">
        <w:t xml:space="preserve"> o </w:t>
      </w:r>
      <w:r>
        <w:t>przeniesienie</w:t>
      </w:r>
      <w:r w:rsidRPr="008925AA">
        <w:t xml:space="preserve"> praw</w:t>
      </w:r>
      <w:r w:rsidR="00CE7733" w:rsidRPr="008925AA">
        <w:t xml:space="preserve"> i</w:t>
      </w:r>
      <w:r w:rsidR="00CE7733">
        <w:t> </w:t>
      </w:r>
      <w:r w:rsidRPr="008925AA">
        <w:t>obowiązków wynikających ze zgłoszenia, wobec którego organ nie wniósł sprzeciwu</w:t>
      </w:r>
      <w:r>
        <w:t>,</w:t>
      </w:r>
    </w:p>
    <w:p w14:paraId="2705BA23" w14:textId="105E9E57" w:rsidR="008925AA" w:rsidRDefault="008925AA" w:rsidP="008925AA">
      <w:pPr>
        <w:pStyle w:val="ZPKTzmpktartykuempunktem"/>
      </w:pPr>
      <w:r>
        <w:t>12)</w:t>
      </w:r>
      <w:r>
        <w:tab/>
      </w:r>
      <w:r w:rsidRPr="008925AA">
        <w:t>zawiadomienia</w:t>
      </w:r>
      <w:r w:rsidR="00CE7733" w:rsidRPr="008925AA">
        <w:t xml:space="preserve"> o</w:t>
      </w:r>
      <w:r w:rsidR="00CE7733">
        <w:t> </w:t>
      </w:r>
      <w:r w:rsidRPr="008925AA">
        <w:t>zamierzonym terminie rozpoczęcia robót budowlanych</w:t>
      </w:r>
      <w:r>
        <w:t>,</w:t>
      </w:r>
    </w:p>
    <w:p w14:paraId="69DC7A56" w14:textId="5B21B868" w:rsidR="008925AA" w:rsidRDefault="008925AA" w:rsidP="008925AA">
      <w:pPr>
        <w:pStyle w:val="ZPKTzmpktartykuempunktem"/>
      </w:pPr>
      <w:r>
        <w:t xml:space="preserve">13) 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decyzji</w:t>
      </w:r>
      <w:r w:rsidR="00CE7733" w:rsidRPr="008925AA">
        <w:t xml:space="preserve"> o</w:t>
      </w:r>
      <w:r w:rsidR="00CE7733">
        <w:t> </w:t>
      </w:r>
      <w:r w:rsidRPr="008925AA">
        <w:t>wyłączeniu stosowania przepisów</w:t>
      </w:r>
      <w:r w:rsidR="00CE7733">
        <w:t xml:space="preserve"> art. </w:t>
      </w:r>
      <w:r w:rsidRPr="008925AA">
        <w:t>45a</w:t>
      </w:r>
      <w:r w:rsidR="00CE7733">
        <w:t xml:space="preserve"> ust. </w:t>
      </w:r>
      <w:r w:rsidR="00CE7733" w:rsidRPr="008925AA">
        <w:t>1</w:t>
      </w:r>
      <w:r w:rsidR="00CE7733">
        <w:t> </w:t>
      </w:r>
      <w:r w:rsidRPr="008925AA">
        <w:t>ustawy – Prawo budowlane</w:t>
      </w:r>
      <w:r>
        <w:t>,</w:t>
      </w:r>
    </w:p>
    <w:p w14:paraId="6DC5CAB7" w14:textId="05B5C4B4" w:rsidR="008925AA" w:rsidRDefault="008925AA" w:rsidP="008925AA">
      <w:pPr>
        <w:pStyle w:val="ZPKTzmpktartykuempunktem"/>
      </w:pPr>
      <w:r>
        <w:t>14)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decyzji</w:t>
      </w:r>
      <w:r w:rsidR="00CE7733" w:rsidRPr="008925AA">
        <w:t xml:space="preserve"> o</w:t>
      </w:r>
      <w:r w:rsidR="00CE7733">
        <w:t> </w:t>
      </w:r>
      <w:r w:rsidRPr="008925AA">
        <w:t>niezbędności wejścia do sąsiedniego budynku, lokalu lub na teren sąsiedniej nieruchomości</w:t>
      </w:r>
      <w:r>
        <w:t>,</w:t>
      </w:r>
    </w:p>
    <w:p w14:paraId="3FA1D38D" w14:textId="7D353B75" w:rsidR="008925AA" w:rsidRDefault="008925AA" w:rsidP="008925AA">
      <w:pPr>
        <w:pStyle w:val="ZPKTzmpktartykuempunktem"/>
      </w:pPr>
      <w:r>
        <w:t>15)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wszczęcie uproszczonego postępowania legalizacyjnego</w:t>
      </w:r>
      <w:r>
        <w:t>,</w:t>
      </w:r>
    </w:p>
    <w:p w14:paraId="46FB0744" w14:textId="65DF61C5" w:rsidR="006E3271" w:rsidRDefault="008925AA" w:rsidP="008925AA">
      <w:pPr>
        <w:pStyle w:val="ZPKTzmpktartykuempunktem"/>
      </w:pPr>
      <w:r>
        <w:t>16)</w:t>
      </w:r>
      <w:r>
        <w:tab/>
      </w:r>
      <w:r w:rsidR="006E3271" w:rsidRPr="006E3271">
        <w:t>zawiadomienia</w:t>
      </w:r>
      <w:r w:rsidR="00CE7733" w:rsidRPr="006E3271">
        <w:t xml:space="preserve"> o</w:t>
      </w:r>
      <w:r w:rsidR="00CE7733">
        <w:t> </w:t>
      </w:r>
      <w:r w:rsidR="006E3271" w:rsidRPr="006E3271">
        <w:t>zakończeniu budowy</w:t>
      </w:r>
      <w:r w:rsidR="006E3271">
        <w:t>,</w:t>
      </w:r>
    </w:p>
    <w:p w14:paraId="6E678170" w14:textId="18309EF7" w:rsidR="008925AA" w:rsidRDefault="006E3271" w:rsidP="008925AA">
      <w:pPr>
        <w:pStyle w:val="ZPKTzmpktartykuempunktem"/>
      </w:pPr>
      <w:r>
        <w:t>17)</w:t>
      </w:r>
      <w:r>
        <w:tab/>
      </w:r>
      <w:r w:rsidRPr="006E3271">
        <w:t>wniosku</w:t>
      </w:r>
      <w:r w:rsidR="00CE7733" w:rsidRPr="006E3271">
        <w:t xml:space="preserve"> o</w:t>
      </w:r>
      <w:r w:rsidR="00CE7733">
        <w:t> </w:t>
      </w:r>
      <w:r w:rsidRPr="006E3271">
        <w:t>pozwolenie na użytkowanie</w:t>
      </w:r>
      <w:r>
        <w:t>,</w:t>
      </w:r>
    </w:p>
    <w:p w14:paraId="594883AF" w14:textId="0C1E6870" w:rsidR="006E3271" w:rsidRDefault="006E3271" w:rsidP="00EE78CA">
      <w:pPr>
        <w:pStyle w:val="ZPKTzmpktartykuempunktem"/>
      </w:pPr>
      <w:r>
        <w:t>18)</w:t>
      </w:r>
      <w:r>
        <w:tab/>
      </w:r>
      <w:r w:rsidRPr="006E3271">
        <w:t>zgłoszenia zmiany sposobu użytkowania obiektu budowlanego lub jego części</w:t>
      </w:r>
    </w:p>
    <w:p w14:paraId="6993E941" w14:textId="7D0CE1EE" w:rsidR="006846A3" w:rsidRDefault="00CE7733" w:rsidP="00EE78CA">
      <w:pPr>
        <w:pStyle w:val="ZCZWSPPKTzmczciwsppktartykuempunktem"/>
      </w:pPr>
      <w:r>
        <w:t xml:space="preserve">– </w:t>
      </w:r>
      <w:r w:rsidR="006846A3">
        <w:t xml:space="preserve">celem </w:t>
      </w:r>
      <w:r w:rsidR="008925AA">
        <w:t>złożenia takiego dokumentu</w:t>
      </w:r>
      <w:r w:rsidR="0044696F">
        <w:t xml:space="preserve"> do </w:t>
      </w:r>
      <w:r w:rsidR="00A23100">
        <w:t xml:space="preserve">organu </w:t>
      </w:r>
      <w:r w:rsidR="0044696F">
        <w:t>administracji architektoniczno</w:t>
      </w:r>
      <w:r w:rsidR="00CA7B6D">
        <w:softHyphen/>
      </w:r>
      <w:r>
        <w:softHyphen/>
      </w:r>
      <w:r>
        <w:noBreakHyphen/>
      </w:r>
      <w:r w:rsidR="0044696F">
        <w:t>budowlanej</w:t>
      </w:r>
      <w:r w:rsidR="00802A85">
        <w:t xml:space="preserve"> </w:t>
      </w:r>
      <w:r w:rsidR="00A23100">
        <w:t>lub</w:t>
      </w:r>
      <w:r w:rsidR="00802A85">
        <w:t xml:space="preserve"> </w:t>
      </w:r>
      <w:r w:rsidR="0044696F">
        <w:t>nadzoru budowlanego.</w:t>
      </w:r>
    </w:p>
    <w:p w14:paraId="38294222" w14:textId="55618469" w:rsidR="00AD1027" w:rsidRDefault="009F027D" w:rsidP="0044696F">
      <w:pPr>
        <w:pStyle w:val="ZUSTzmustartykuempunktem"/>
      </w:pPr>
      <w:r>
        <w:lastRenderedPageBreak/>
        <w:t xml:space="preserve">2. </w:t>
      </w:r>
      <w:r w:rsidR="00AD1027">
        <w:t xml:space="preserve">Główny Inspektor Nadzoru Budowlanego może opublikować, do dobrowolnego stosowania, formularze innych </w:t>
      </w:r>
      <w:r w:rsidR="00A41036">
        <w:t>dokumentów</w:t>
      </w:r>
      <w:r w:rsidR="00AD1027">
        <w:t xml:space="preserve"> niż wymienione</w:t>
      </w:r>
      <w:r w:rsidR="00CE7733">
        <w:t xml:space="preserve"> w ust. </w:t>
      </w:r>
      <w:r w:rsidR="00AD1027">
        <w:t xml:space="preserve">1, celem zapewnienia możliwości wygenerowania takich </w:t>
      </w:r>
      <w:r w:rsidR="00A41036">
        <w:t>dokumentów</w:t>
      </w:r>
      <w:r w:rsidR="00AD1027">
        <w:t>.</w:t>
      </w:r>
    </w:p>
    <w:p w14:paraId="3144F33A" w14:textId="57927E72" w:rsidR="00070282" w:rsidRDefault="00AD1027" w:rsidP="0044696F">
      <w:pPr>
        <w:pStyle w:val="ZUSTzmustartykuempunktem"/>
      </w:pPr>
      <w:r>
        <w:t xml:space="preserve">3. </w:t>
      </w:r>
      <w:r w:rsidR="00802A85">
        <w:t xml:space="preserve">Wygenerowanie </w:t>
      </w:r>
      <w:r w:rsidR="00070282">
        <w:t>dokument</w:t>
      </w:r>
      <w:r w:rsidR="00A23100">
        <w:t>u</w:t>
      </w:r>
      <w:r w:rsidR="009F027D">
        <w:t>,</w:t>
      </w:r>
      <w:r w:rsidR="00CE7733">
        <w:t xml:space="preserve"> o </w:t>
      </w:r>
      <w:r w:rsidR="009F027D">
        <w:t>który</w:t>
      </w:r>
      <w:r w:rsidR="00A23100">
        <w:t>m</w:t>
      </w:r>
      <w:r w:rsidR="009F027D">
        <w:t xml:space="preserve"> mowa</w:t>
      </w:r>
      <w:r w:rsidR="00CE7733">
        <w:t xml:space="preserve"> w ust. 1 i </w:t>
      </w:r>
      <w:r w:rsidR="00A41036">
        <w:t>2</w:t>
      </w:r>
      <w:r w:rsidR="009F027D">
        <w:t>,</w:t>
      </w:r>
      <w:r w:rsidR="00802A85">
        <w:t xml:space="preserve"> polega na</w:t>
      </w:r>
      <w:r w:rsidR="00070282">
        <w:t>:</w:t>
      </w:r>
    </w:p>
    <w:p w14:paraId="512F3319" w14:textId="1C4F33C3" w:rsidR="00070282" w:rsidRDefault="00070282" w:rsidP="00070282">
      <w:pPr>
        <w:pStyle w:val="ZPKTzmpktartykuempunktem"/>
      </w:pPr>
      <w:r>
        <w:t>1)</w:t>
      </w:r>
      <w:r>
        <w:tab/>
      </w:r>
      <w:r w:rsidR="00802A85">
        <w:t xml:space="preserve">wypełnieniu formularza </w:t>
      </w:r>
      <w:r>
        <w:t>takiego dokumentu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</w:t>
      </w:r>
      <w:r w:rsidR="00802A85">
        <w:t xml:space="preserve"> </w:t>
      </w:r>
      <w:r>
        <w:t>oraz</w:t>
      </w:r>
      <w:r w:rsidR="00802A85">
        <w:t xml:space="preserve"> </w:t>
      </w:r>
    </w:p>
    <w:p w14:paraId="498DC58E" w14:textId="276A77C9" w:rsidR="00802A85" w:rsidRDefault="00070282" w:rsidP="00EE78CA">
      <w:pPr>
        <w:pStyle w:val="ZPKTzmpktartykuempunktem"/>
      </w:pPr>
      <w:r>
        <w:t>2)</w:t>
      </w:r>
      <w:r>
        <w:tab/>
      </w:r>
      <w:r w:rsidR="00802A85">
        <w:t>zapisani</w:t>
      </w:r>
      <w:r>
        <w:t>u</w:t>
      </w:r>
      <w:r w:rsidR="00802A85">
        <w:t xml:space="preserve"> wypełnionego formularza</w:t>
      </w:r>
      <w:r w:rsidR="00CE7733">
        <w:t xml:space="preserve"> w </w:t>
      </w:r>
      <w:r w:rsidR="00802A85">
        <w:t>postaci pliku komputerowego</w:t>
      </w:r>
      <w:r w:rsidR="005A3F08">
        <w:t xml:space="preserve"> poza portalem e</w:t>
      </w:r>
      <w:r w:rsidR="00CE7733">
        <w:softHyphen/>
      </w:r>
      <w:r w:rsidR="00CE7733">
        <w:noBreakHyphen/>
      </w:r>
      <w:r w:rsidR="005A3F08">
        <w:t>Budownictwo</w:t>
      </w:r>
      <w:r w:rsidR="006E3271">
        <w:t xml:space="preserve"> albo jego wydrukowaniu</w:t>
      </w:r>
      <w:r w:rsidR="00802A85">
        <w:t>.</w:t>
      </w:r>
    </w:p>
    <w:p w14:paraId="26727986" w14:textId="1674DA42" w:rsidR="00802A85" w:rsidRDefault="00802A85">
      <w:pPr>
        <w:pStyle w:val="ZARTzmartartykuempunktem"/>
      </w:pPr>
      <w:r>
        <w:t>Art. 79</w:t>
      </w:r>
      <w:r w:rsidR="009F027D">
        <w:t>b</w:t>
      </w:r>
      <w:r>
        <w:t xml:space="preserve">. </w:t>
      </w:r>
      <w:r w:rsidRPr="00802A85">
        <w:t xml:space="preserve">Wygenerowanie </w:t>
      </w:r>
      <w:r w:rsidR="00070282" w:rsidRPr="00070282">
        <w:t>dokument</w:t>
      </w:r>
      <w:r w:rsidR="00A23100">
        <w:t>u</w:t>
      </w:r>
      <w:r w:rsidR="00070282" w:rsidRPr="00070282">
        <w:t>,</w:t>
      </w:r>
      <w:r w:rsidR="00CE7733" w:rsidRPr="00070282">
        <w:t xml:space="preserve"> o</w:t>
      </w:r>
      <w:r w:rsidR="00CE7733">
        <w:t> </w:t>
      </w:r>
      <w:r w:rsidR="00070282" w:rsidRPr="00070282">
        <w:t>który</w:t>
      </w:r>
      <w:r w:rsidR="00A23100">
        <w:t>m</w:t>
      </w:r>
      <w:r w:rsidR="00070282" w:rsidRPr="00070282">
        <w:t xml:space="preserve"> mowa</w:t>
      </w:r>
      <w:r w:rsidR="00CE7733" w:rsidRPr="00070282">
        <w:t xml:space="preserve"> w</w:t>
      </w:r>
      <w:r w:rsidR="00CE7733">
        <w:t> art. </w:t>
      </w:r>
      <w:r w:rsidR="00070282">
        <w:t>79a</w:t>
      </w:r>
      <w:r w:rsidR="00CE7733">
        <w:t xml:space="preserve"> ust. </w:t>
      </w:r>
      <w:r w:rsidR="00CE7733" w:rsidRPr="00070282">
        <w:t>1</w:t>
      </w:r>
      <w:r w:rsidR="00CE7733">
        <w:t xml:space="preserve"> lub</w:t>
      </w:r>
      <w:r w:rsidR="00AD1027">
        <w:t>. 2</w:t>
      </w:r>
      <w:r w:rsidR="00070282">
        <w:t>,</w:t>
      </w:r>
      <w:r>
        <w:t xml:space="preserve"> wymaga założenia konta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Budownictwo.</w:t>
      </w:r>
    </w:p>
    <w:p w14:paraId="67CDBB19" w14:textId="135F906A" w:rsidR="000C4EFD" w:rsidRDefault="0075320A">
      <w:pPr>
        <w:pStyle w:val="ZARTzmartartykuempunktem"/>
      </w:pPr>
      <w:bookmarkStart w:id="26" w:name="_Hlk75848606"/>
      <w:r>
        <w:t>Art. 79</w:t>
      </w:r>
      <w:r w:rsidR="009F027D">
        <w:t>c</w:t>
      </w:r>
      <w:r>
        <w:t xml:space="preserve">. </w:t>
      </w:r>
      <w:r w:rsidR="00F153A9">
        <w:t>1. Założenie konta</w:t>
      </w:r>
      <w:r w:rsidR="00CE7733">
        <w:t xml:space="preserve"> </w:t>
      </w:r>
      <w:r w:rsidR="00CE7733" w:rsidRPr="00802A85">
        <w:t>w</w:t>
      </w:r>
      <w:r w:rsidR="00CE7733">
        <w:t> </w:t>
      </w:r>
      <w:r w:rsidR="00F153A9" w:rsidRPr="00802A85">
        <w:t>portalu e</w:t>
      </w:r>
      <w:r w:rsidR="00CE7733">
        <w:softHyphen/>
      </w:r>
      <w:r w:rsidR="00CE7733">
        <w:noBreakHyphen/>
      </w:r>
      <w:r w:rsidR="00F153A9" w:rsidRPr="00802A85">
        <w:t>Budownictwo</w:t>
      </w:r>
      <w:r w:rsidR="00F153A9">
        <w:t xml:space="preserve"> </w:t>
      </w:r>
      <w:r w:rsidR="00AD1027">
        <w:t>odbywa się poprzez</w:t>
      </w:r>
      <w:r w:rsidR="000C4EFD">
        <w:t>:</w:t>
      </w:r>
    </w:p>
    <w:p w14:paraId="081A6C37" w14:textId="25818500" w:rsidR="000C4EFD" w:rsidRDefault="000C4EFD" w:rsidP="000C4EFD">
      <w:pPr>
        <w:pStyle w:val="ZPKTzmpktartykuempunktem"/>
      </w:pPr>
      <w:r>
        <w:t>1)</w:t>
      </w:r>
      <w:r>
        <w:tab/>
      </w:r>
      <w:r w:rsidR="00F153A9">
        <w:t>rejestracj</w:t>
      </w:r>
      <w:r w:rsidR="00AD1027">
        <w:t>ę</w:t>
      </w:r>
      <w:r w:rsidR="00F153A9">
        <w:t xml:space="preserve"> </w:t>
      </w:r>
      <w:r w:rsidR="00AD1027">
        <w:t>albo</w:t>
      </w:r>
      <w:r w:rsidR="00F153A9">
        <w:t xml:space="preserve"> </w:t>
      </w:r>
    </w:p>
    <w:p w14:paraId="179D531F" w14:textId="418E969E" w:rsidR="00F153A9" w:rsidRDefault="000C4EFD" w:rsidP="00EE78CA">
      <w:pPr>
        <w:pStyle w:val="ZPKTzmpktartykuempunktem"/>
      </w:pPr>
      <w:r>
        <w:t>2)</w:t>
      </w:r>
      <w:r>
        <w:tab/>
      </w:r>
      <w:r w:rsidR="00F153A9">
        <w:t>uwierzytelnieni</w:t>
      </w:r>
      <w:r w:rsidR="00AD1027">
        <w:t>e</w:t>
      </w:r>
      <w:r w:rsidR="00F153A9">
        <w:t>.</w:t>
      </w:r>
    </w:p>
    <w:p w14:paraId="5AA79A50" w14:textId="1004FF19" w:rsidR="00AD1027" w:rsidRDefault="000C4EFD" w:rsidP="00EE78CA">
      <w:pPr>
        <w:pStyle w:val="ZARTzmartartykuempunktem"/>
      </w:pPr>
      <w:r>
        <w:t>Art. 79d. 1</w:t>
      </w:r>
      <w:r w:rsidR="00F153A9">
        <w:t>.</w:t>
      </w:r>
      <w:r w:rsidR="00CE7733">
        <w:t xml:space="preserve"> W </w:t>
      </w:r>
      <w:r w:rsidR="00802A85">
        <w:t xml:space="preserve">celu </w:t>
      </w:r>
      <w:r w:rsidR="00F153A9">
        <w:t>rejestracji</w:t>
      </w:r>
      <w:r w:rsidR="00CE7733">
        <w:t xml:space="preserve"> w </w:t>
      </w:r>
      <w:r w:rsidR="00B93AB5">
        <w:t>portalu e</w:t>
      </w:r>
      <w:r w:rsidR="00CE7733">
        <w:softHyphen/>
      </w:r>
      <w:r w:rsidR="00CE7733">
        <w:noBreakHyphen/>
      </w:r>
      <w:r w:rsidR="00B93AB5">
        <w:t xml:space="preserve">Budownictwo </w:t>
      </w:r>
      <w:r w:rsidR="00802A85">
        <w:t>należy wskazać</w:t>
      </w:r>
      <w:r w:rsidR="00AD1027">
        <w:t xml:space="preserve"> e</w:t>
      </w:r>
      <w:r w:rsidR="00CE7733">
        <w:softHyphen/>
      </w:r>
      <w:r w:rsidR="00CE7733">
        <w:noBreakHyphen/>
      </w:r>
      <w:r w:rsidR="00AD1027">
        <w:t>mail.</w:t>
      </w:r>
    </w:p>
    <w:p w14:paraId="6EF78C69" w14:textId="2210B156" w:rsidR="00AD1027" w:rsidRDefault="000C4EFD">
      <w:pPr>
        <w:pStyle w:val="ZUSTzmustartykuempunktem"/>
      </w:pPr>
      <w:r>
        <w:t>2</w:t>
      </w:r>
      <w:r w:rsidR="00AD1027">
        <w:t xml:space="preserve">. </w:t>
      </w:r>
      <w:r>
        <w:t>Nazwa e</w:t>
      </w:r>
      <w:r w:rsidR="00CE7733">
        <w:softHyphen/>
      </w:r>
      <w:r w:rsidR="00CE7733">
        <w:noBreakHyphen/>
      </w:r>
      <w:r w:rsidR="00AD1027">
        <w:t>mail,</w:t>
      </w:r>
      <w:r w:rsidR="00CE7733">
        <w:t xml:space="preserve"> o </w:t>
      </w:r>
      <w:r w:rsidR="00AD1027">
        <w:t>którym mowa</w:t>
      </w:r>
      <w:r w:rsidR="00CE7733">
        <w:t xml:space="preserve"> w ust. </w:t>
      </w:r>
      <w:r>
        <w:t>1</w:t>
      </w:r>
      <w:r w:rsidR="00AD1027">
        <w:t>, stanowi identyfikator użytkownika</w:t>
      </w:r>
      <w:r w:rsidR="00CE7733">
        <w:t xml:space="preserve"> w </w:t>
      </w:r>
      <w:r w:rsidR="00AD1027">
        <w:t>portalu e</w:t>
      </w:r>
      <w:r w:rsidR="00CE7733">
        <w:softHyphen/>
      </w:r>
      <w:r w:rsidR="00CE7733">
        <w:noBreakHyphen/>
      </w:r>
      <w:r>
        <w:t>Budownictwo</w:t>
      </w:r>
      <w:r w:rsidR="00AD1027">
        <w:t>.</w:t>
      </w:r>
    </w:p>
    <w:p w14:paraId="336B2D91" w14:textId="530A5883" w:rsidR="00447124" w:rsidRDefault="000C4EFD" w:rsidP="00353CE8">
      <w:pPr>
        <w:pStyle w:val="ZUSTzmustartykuempunktem"/>
      </w:pPr>
      <w:r>
        <w:t>3</w:t>
      </w:r>
      <w:r w:rsidR="00353CE8">
        <w:t>.</w:t>
      </w:r>
      <w:r w:rsidR="00CE7733">
        <w:t xml:space="preserve"> W </w:t>
      </w:r>
      <w:r w:rsidR="00353CE8">
        <w:t>trakcie rejestracji</w:t>
      </w:r>
      <w:r w:rsidR="00CE7733">
        <w:t xml:space="preserve"> </w:t>
      </w:r>
      <w:r w:rsidR="00CE7733" w:rsidRPr="00B93AB5">
        <w:t>w</w:t>
      </w:r>
      <w:r w:rsidR="00CE7733">
        <w:t> </w:t>
      </w:r>
      <w:r w:rsidR="00B93AB5" w:rsidRPr="00B93AB5">
        <w:t>portalu e</w:t>
      </w:r>
      <w:r w:rsidR="00CE7733">
        <w:softHyphen/>
      </w:r>
      <w:r w:rsidR="00CE7733">
        <w:noBreakHyphen/>
      </w:r>
      <w:r w:rsidR="00B93AB5" w:rsidRPr="00B93AB5">
        <w:t xml:space="preserve">Budownictwo </w:t>
      </w:r>
      <w:r w:rsidR="00353CE8">
        <w:t>osoba zakładająca konto</w:t>
      </w:r>
      <w:r w:rsidR="00CE7733">
        <w:t xml:space="preserve"> w </w:t>
      </w:r>
      <w:r w:rsidR="00353CE8">
        <w:t>portalu e</w:t>
      </w:r>
      <w:r w:rsidR="00CE7733">
        <w:softHyphen/>
      </w:r>
      <w:r w:rsidR="00CE7733">
        <w:noBreakHyphen/>
      </w:r>
      <w:r w:rsidR="00353CE8">
        <w:t>Budownictwo</w:t>
      </w:r>
      <w:r w:rsidR="00612154">
        <w:t xml:space="preserve"> </w:t>
      </w:r>
      <w:r>
        <w:t xml:space="preserve">ustala </w:t>
      </w:r>
      <w:r w:rsidR="00612154">
        <w:t>hasło</w:t>
      </w:r>
      <w:r w:rsidR="00353CE8">
        <w:t xml:space="preserve">. </w:t>
      </w:r>
    </w:p>
    <w:p w14:paraId="3D1F1C04" w14:textId="128FA788" w:rsidR="00447124" w:rsidRDefault="000C4EFD" w:rsidP="00271947">
      <w:pPr>
        <w:pStyle w:val="ZUSTzmustartykuempunktem"/>
      </w:pPr>
      <w:r>
        <w:t>4</w:t>
      </w:r>
      <w:r w:rsidR="00447124">
        <w:t>. Hasłem</w:t>
      </w:r>
      <w:r>
        <w:t>,</w:t>
      </w:r>
      <w:r w:rsidR="00CE7733">
        <w:t xml:space="preserve"> o </w:t>
      </w:r>
      <w:r>
        <w:t>którym mowa</w:t>
      </w:r>
      <w:r w:rsidR="00CE7733">
        <w:t xml:space="preserve"> w ust. </w:t>
      </w:r>
      <w:r>
        <w:t>3,</w:t>
      </w:r>
      <w:r w:rsidR="00447124">
        <w:t xml:space="preserve"> jest ciąg znaków alfabetycznych</w:t>
      </w:r>
      <w:r w:rsidR="00CE7733">
        <w:t xml:space="preserve"> i </w:t>
      </w:r>
      <w:r w:rsidR="00447124">
        <w:t>cyfr.</w:t>
      </w:r>
    </w:p>
    <w:p w14:paraId="656E73FF" w14:textId="1DCCE45D" w:rsidR="00D34E7C" w:rsidRDefault="00D34E7C" w:rsidP="00EE78CA">
      <w:pPr>
        <w:pStyle w:val="ZARTzmartartykuempunktem"/>
      </w:pPr>
      <w:r>
        <w:t>Art. 79</w:t>
      </w:r>
      <w:r w:rsidR="000C4EFD">
        <w:t>e</w:t>
      </w:r>
      <w:r>
        <w:t>. 1. Osoba, która założyła konto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Budownictwo, zwan</w:t>
      </w:r>
      <w:r w:rsidRPr="00D34E7C">
        <w:t>a dalej</w:t>
      </w:r>
      <w:r w:rsidR="00CE7733">
        <w:t xml:space="preserve"> w </w:t>
      </w:r>
      <w:r w:rsidR="00B93AB5">
        <w:t>niniejszym rozdziale</w:t>
      </w:r>
      <w:r w:rsidRPr="00D34E7C">
        <w:t xml:space="preserve"> </w:t>
      </w:r>
      <w:r w:rsidR="00CE7733">
        <w:t>„</w:t>
      </w:r>
      <w:r w:rsidRPr="00D34E7C">
        <w:t>użytkownikiem konta</w:t>
      </w:r>
      <w:r w:rsidR="00FE38DB">
        <w:t>”</w:t>
      </w:r>
      <w:r>
        <w:t>, staje się wyłącznym użytkownikiem tego konta.</w:t>
      </w:r>
    </w:p>
    <w:p w14:paraId="08F06F69" w14:textId="24D46073" w:rsidR="00D34E7C" w:rsidRDefault="00D34E7C" w:rsidP="00D34E7C">
      <w:pPr>
        <w:pStyle w:val="ZUSTzmustartykuempunktem"/>
      </w:pPr>
      <w:r>
        <w:t>2.</w:t>
      </w:r>
      <w:r w:rsidRPr="00D34E7C">
        <w:t xml:space="preserve"> Portal e</w:t>
      </w:r>
      <w:r w:rsidR="00CE7733">
        <w:softHyphen/>
      </w:r>
      <w:r w:rsidR="00CE7733">
        <w:noBreakHyphen/>
      </w:r>
      <w:r w:rsidRPr="00D34E7C">
        <w:t>Budownictwo zabezpiecza konto</w:t>
      </w:r>
      <w:r>
        <w:t xml:space="preserve"> należące do użytkownika konta</w:t>
      </w:r>
      <w:r w:rsidRPr="00D34E7C">
        <w:t xml:space="preserve"> przed dostępem osób trzecich.</w:t>
      </w:r>
    </w:p>
    <w:p w14:paraId="6CF06D9D" w14:textId="412E8750" w:rsidR="000C4EFD" w:rsidRDefault="00D34E7C" w:rsidP="00D34E7C">
      <w:pPr>
        <w:pStyle w:val="ZARTzmartartykuempunktem"/>
      </w:pPr>
      <w:r w:rsidRPr="00D34E7C">
        <w:t>Art. 79</w:t>
      </w:r>
      <w:r w:rsidR="000C4EFD">
        <w:t>f</w:t>
      </w:r>
      <w:r w:rsidRPr="00D34E7C">
        <w:t>. Dostęp do konta na portalu e</w:t>
      </w:r>
      <w:r w:rsidR="00CE7733">
        <w:softHyphen/>
      </w:r>
      <w:r w:rsidR="00CE7733">
        <w:noBreakHyphen/>
      </w:r>
      <w:r w:rsidRPr="00D34E7C">
        <w:t>Budownictwo następuje przez</w:t>
      </w:r>
      <w:r w:rsidR="000C4EFD">
        <w:t>:</w:t>
      </w:r>
    </w:p>
    <w:p w14:paraId="37C49E53" w14:textId="74D81D93" w:rsidR="000C4EFD" w:rsidRDefault="000C4EFD" w:rsidP="000C4EFD">
      <w:pPr>
        <w:pStyle w:val="ZPKTzmpktartykuempunktem"/>
      </w:pPr>
      <w:r>
        <w:t>1)</w:t>
      </w:r>
      <w:r>
        <w:tab/>
      </w:r>
      <w:r w:rsidRPr="00D34E7C">
        <w:t>podanie</w:t>
      </w:r>
      <w:r w:rsidRPr="000C4EFD">
        <w:t xml:space="preserve"> </w:t>
      </w:r>
      <w:r w:rsidR="00D34E7C" w:rsidRPr="00D34E7C">
        <w:t>identyfikatora użytkownika</w:t>
      </w:r>
      <w:r w:rsidR="00CE7733" w:rsidRPr="00D34E7C">
        <w:t xml:space="preserve"> i</w:t>
      </w:r>
      <w:r w:rsidR="00CE7733">
        <w:t> </w:t>
      </w:r>
      <w:r w:rsidR="00D34E7C" w:rsidRPr="00D34E7C">
        <w:t xml:space="preserve">hasła </w:t>
      </w:r>
      <w:r>
        <w:t>albo</w:t>
      </w:r>
    </w:p>
    <w:p w14:paraId="61255205" w14:textId="21F382AC" w:rsidR="00D34E7C" w:rsidRDefault="000C4EFD" w:rsidP="00EE78CA">
      <w:pPr>
        <w:pStyle w:val="ZPKTzmpktartykuempunktem"/>
      </w:pPr>
      <w:r>
        <w:t>2)</w:t>
      </w:r>
      <w:r>
        <w:tab/>
      </w:r>
      <w:r w:rsidR="00D34E7C" w:rsidRPr="00D34E7C">
        <w:t>uwierzytelnienie.</w:t>
      </w:r>
    </w:p>
    <w:p w14:paraId="54577979" w14:textId="729E140D" w:rsidR="00612154" w:rsidRDefault="00353CE8" w:rsidP="00D34E7C">
      <w:pPr>
        <w:pStyle w:val="ZARTzmartartykuempunktem"/>
      </w:pPr>
      <w:r w:rsidRPr="00353CE8">
        <w:t>Art. 79</w:t>
      </w:r>
      <w:r w:rsidR="000C4EFD">
        <w:t>g</w:t>
      </w:r>
      <w:r w:rsidRPr="00353CE8">
        <w:t>. Uwierzytelnianie</w:t>
      </w:r>
      <w:r w:rsidR="000C4EFD">
        <w:t>,</w:t>
      </w:r>
      <w:r w:rsidR="00CE7733">
        <w:t xml:space="preserve"> o </w:t>
      </w:r>
      <w:r w:rsidR="000C4EFD">
        <w:t>którym mowa</w:t>
      </w:r>
      <w:r w:rsidR="00CE7733">
        <w:t xml:space="preserve"> w art. </w:t>
      </w:r>
      <w:r w:rsidR="000C4EFD">
        <w:t>79c</w:t>
      </w:r>
      <w:r w:rsidR="00CE7733">
        <w:t xml:space="preserve"> ust. 1 pkt 2 oraz art. </w:t>
      </w:r>
      <w:r w:rsidR="000C4EFD">
        <w:t>79f</w:t>
      </w:r>
      <w:r w:rsidR="00CE7733">
        <w:t xml:space="preserve"> pkt </w:t>
      </w:r>
      <w:r w:rsidR="000C4EFD">
        <w:t>2,</w:t>
      </w:r>
      <w:r w:rsidRPr="00353CE8">
        <w:t xml:space="preserve"> </w:t>
      </w:r>
      <w:r w:rsidR="00612154">
        <w:t>nast</w:t>
      </w:r>
      <w:r w:rsidR="000C4EFD">
        <w:t>ępuje</w:t>
      </w:r>
      <w:r w:rsidRPr="00353CE8">
        <w:t xml:space="preserve"> za pomocą</w:t>
      </w:r>
      <w:r w:rsidR="000C4EFD" w:rsidRPr="000C4EFD">
        <w:t xml:space="preserve"> </w:t>
      </w:r>
      <w:r w:rsidR="000C4EFD" w:rsidRPr="00353CE8">
        <w:t>środka identyfikacji elektronicznej, wydanego</w:t>
      </w:r>
      <w:r w:rsidR="00CE7733" w:rsidRPr="00353CE8">
        <w:t xml:space="preserve"> w</w:t>
      </w:r>
      <w:r w:rsidR="00CE7733">
        <w:t> </w:t>
      </w:r>
      <w:r w:rsidR="000C4EFD" w:rsidRPr="00353CE8">
        <w:t>systemie identyfikacji elektronicznej przyłączonym do węzła krajowego identyfikacji elektronicznej,</w:t>
      </w:r>
      <w:r w:rsidR="00CE7733" w:rsidRPr="00353CE8">
        <w:t xml:space="preserve"> o</w:t>
      </w:r>
      <w:r w:rsidR="00CE7733">
        <w:t> </w:t>
      </w:r>
      <w:r w:rsidR="000C4EFD" w:rsidRPr="00353CE8">
        <w:t>którym mowa</w:t>
      </w:r>
      <w:r w:rsidR="00CE7733" w:rsidRPr="00353CE8">
        <w:t xml:space="preserve"> w</w:t>
      </w:r>
      <w:r w:rsidR="00CE7733">
        <w:t> art. </w:t>
      </w:r>
      <w:r w:rsidR="000C4EFD" w:rsidRPr="00353CE8">
        <w:t>21a</w:t>
      </w:r>
      <w:r w:rsidR="00CE7733">
        <w:t xml:space="preserve"> ust. </w:t>
      </w:r>
      <w:r w:rsidR="00CE7733" w:rsidRPr="00353CE8">
        <w:t>1</w:t>
      </w:r>
      <w:r w:rsidR="00CE7733">
        <w:t xml:space="preserve"> pkt </w:t>
      </w:r>
      <w:r w:rsidR="00CE7733" w:rsidRPr="00353CE8">
        <w:t>2</w:t>
      </w:r>
      <w:r w:rsidR="00CE7733">
        <w:t xml:space="preserve"> lit. </w:t>
      </w:r>
      <w:r w:rsidR="00CE7733" w:rsidRPr="00353CE8">
        <w:t>a</w:t>
      </w:r>
      <w:r w:rsidR="00CE7733">
        <w:t> </w:t>
      </w:r>
      <w:r w:rsidR="000C4EFD" w:rsidRPr="00353CE8">
        <w:t>ustawy</w:t>
      </w:r>
      <w:r w:rsidR="00CE7733" w:rsidRPr="00353CE8">
        <w:t xml:space="preserve"> z</w:t>
      </w:r>
      <w:r w:rsidR="00CE7733">
        <w:t> </w:t>
      </w:r>
      <w:r w:rsidR="000C4EFD" w:rsidRPr="00353CE8">
        <w:t xml:space="preserve">dnia </w:t>
      </w:r>
      <w:r w:rsidR="00CE7733" w:rsidRPr="00353CE8">
        <w:t>5</w:t>
      </w:r>
      <w:r w:rsidR="00CE7733">
        <w:t> </w:t>
      </w:r>
      <w:r w:rsidR="000C4EFD" w:rsidRPr="00353CE8">
        <w:t>września 201</w:t>
      </w:r>
      <w:r w:rsidR="00CE7733" w:rsidRPr="00353CE8">
        <w:t>6</w:t>
      </w:r>
      <w:r w:rsidR="00CE7733">
        <w:t> </w:t>
      </w:r>
      <w:r w:rsidR="000C4EFD" w:rsidRPr="00353CE8">
        <w:t>r.</w:t>
      </w:r>
      <w:r w:rsidR="00CE7733" w:rsidRPr="00353CE8">
        <w:t xml:space="preserve"> o</w:t>
      </w:r>
      <w:r w:rsidR="00CE7733">
        <w:t> </w:t>
      </w:r>
      <w:r w:rsidR="000C4EFD" w:rsidRPr="00353CE8">
        <w:t>usługach zaufania oraz identyfikacji elektronicznej (</w:t>
      </w:r>
      <w:r w:rsidR="00CE7733">
        <w:t>Dz. U.</w:t>
      </w:r>
      <w:r w:rsidR="00CE7733" w:rsidRPr="00353CE8">
        <w:t xml:space="preserve"> z</w:t>
      </w:r>
      <w:r w:rsidR="00CE7733">
        <w:t> </w:t>
      </w:r>
      <w:r w:rsidR="000C4EFD" w:rsidRPr="00353CE8">
        <w:t>202</w:t>
      </w:r>
      <w:r w:rsidR="00CE7733" w:rsidRPr="00353CE8">
        <w:t>0</w:t>
      </w:r>
      <w:r w:rsidR="00CE7733">
        <w:t> </w:t>
      </w:r>
      <w:r w:rsidR="000C4EFD" w:rsidRPr="00353CE8">
        <w:t>r.</w:t>
      </w:r>
      <w:r w:rsidR="00CE7733">
        <w:t xml:space="preserve"> poz. </w:t>
      </w:r>
      <w:r w:rsidR="000C4EFD" w:rsidRPr="00353CE8">
        <w:t>117</w:t>
      </w:r>
      <w:r w:rsidR="00CE7733" w:rsidRPr="00353CE8">
        <w:t>3</w:t>
      </w:r>
      <w:r w:rsidR="00CE7733">
        <w:t xml:space="preserve"> i </w:t>
      </w:r>
      <w:r w:rsidR="000C4EFD" w:rsidRPr="00353CE8">
        <w:t>2320).</w:t>
      </w:r>
    </w:p>
    <w:p w14:paraId="5B6B22F5" w14:textId="332A5068" w:rsidR="0075320A" w:rsidRDefault="0075320A" w:rsidP="0075320A">
      <w:pPr>
        <w:pStyle w:val="ZARTzmartartykuempunktem"/>
      </w:pPr>
      <w:r>
        <w:lastRenderedPageBreak/>
        <w:t>Art. 79</w:t>
      </w:r>
      <w:r w:rsidR="000C4EFD">
        <w:t>h</w:t>
      </w:r>
      <w:r>
        <w:t>. 1</w:t>
      </w:r>
      <w:r w:rsidR="00D34E7C">
        <w:t>. Użytkownik</w:t>
      </w:r>
      <w:r>
        <w:t xml:space="preserve"> kont</w:t>
      </w:r>
      <w:r w:rsidR="00D34E7C">
        <w:t>a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Budownictwa może</w:t>
      </w:r>
      <w:r w:rsidR="00CE7733">
        <w:t xml:space="preserve"> w </w:t>
      </w:r>
      <w:r>
        <w:t xml:space="preserve">każdym momencie usunąć </w:t>
      </w:r>
      <w:r w:rsidR="00D34E7C">
        <w:t>to</w:t>
      </w:r>
      <w:r>
        <w:t xml:space="preserve"> konto.</w:t>
      </w:r>
    </w:p>
    <w:bookmarkEnd w:id="26"/>
    <w:p w14:paraId="536EE6C3" w14:textId="3C9B2785" w:rsidR="0075320A" w:rsidRDefault="0062692F" w:rsidP="00271947">
      <w:pPr>
        <w:pStyle w:val="ZUSTzmustartykuempunktem"/>
      </w:pPr>
      <w:r>
        <w:t>2. Konto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 podlega automatycznemu usunięciu przez portal e</w:t>
      </w:r>
      <w:r w:rsidR="00CE7733">
        <w:softHyphen/>
      </w:r>
      <w:r w:rsidR="00CE7733">
        <w:noBreakHyphen/>
      </w:r>
      <w:r>
        <w:t>Budownictwa</w:t>
      </w:r>
      <w:r w:rsidR="00CE7733">
        <w:t xml:space="preserve"> w </w:t>
      </w:r>
      <w:r>
        <w:t xml:space="preserve">przypadku, gdy od ostatniego logowania do tego konta upłynęło </w:t>
      </w:r>
      <w:r w:rsidR="006551F2">
        <w:t>2</w:t>
      </w:r>
      <w:r w:rsidR="00CE7733">
        <w:t> </w:t>
      </w:r>
      <w:r>
        <w:t>lat</w:t>
      </w:r>
      <w:r w:rsidR="006551F2">
        <w:t>a</w:t>
      </w:r>
      <w:r>
        <w:t>.</w:t>
      </w:r>
    </w:p>
    <w:p w14:paraId="311665FD" w14:textId="4E71F494" w:rsidR="00133ECA" w:rsidRDefault="00802A85" w:rsidP="00802A85">
      <w:pPr>
        <w:pStyle w:val="ZARTzmartartykuempunktem"/>
      </w:pPr>
      <w:r>
        <w:t>Art. 79</w:t>
      </w:r>
      <w:r w:rsidR="000C4EFD">
        <w:t>i</w:t>
      </w:r>
      <w:r>
        <w:t xml:space="preserve">. </w:t>
      </w:r>
      <w:r w:rsidR="00133ECA">
        <w:t>Na koncie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 xml:space="preserve">Budownictwo </w:t>
      </w:r>
      <w:r w:rsidR="00133ECA">
        <w:t xml:space="preserve">gromadzone są </w:t>
      </w:r>
      <w:r w:rsidR="00070282" w:rsidRPr="00070282">
        <w:t>dokument</w:t>
      </w:r>
      <w:r w:rsidR="00070282">
        <w:t>y</w:t>
      </w:r>
      <w:r w:rsidR="00070282" w:rsidRPr="00070282">
        <w:t>,</w:t>
      </w:r>
      <w:r w:rsidR="00CE7733" w:rsidRPr="00070282">
        <w:t xml:space="preserve"> o</w:t>
      </w:r>
      <w:r w:rsidR="00CE7733">
        <w:t> </w:t>
      </w:r>
      <w:r w:rsidR="00070282" w:rsidRPr="00070282">
        <w:t>których mowa</w:t>
      </w:r>
      <w:r w:rsidR="00CE7733" w:rsidRPr="00070282">
        <w:t xml:space="preserve"> w</w:t>
      </w:r>
      <w:r w:rsidR="00CE7733">
        <w:t> art. </w:t>
      </w:r>
      <w:r w:rsidR="00070282" w:rsidRPr="00070282">
        <w:t>79a</w:t>
      </w:r>
      <w:r w:rsidR="00CE7733">
        <w:t xml:space="preserve"> ust. </w:t>
      </w:r>
      <w:r w:rsidR="00CE7733" w:rsidRPr="00070282">
        <w:t>1</w:t>
      </w:r>
      <w:r w:rsidR="00CE7733">
        <w:t xml:space="preserve"> i </w:t>
      </w:r>
      <w:r w:rsidR="000C4EFD">
        <w:t>2</w:t>
      </w:r>
      <w:r w:rsidR="00070282" w:rsidRPr="00070282">
        <w:t xml:space="preserve">, </w:t>
      </w:r>
      <w:r w:rsidR="00133ECA">
        <w:t>których formularze zostały wypełnione</w:t>
      </w:r>
      <w:r w:rsidR="00CE7733">
        <w:t xml:space="preserve"> i </w:t>
      </w:r>
      <w:bookmarkStart w:id="27" w:name="_Hlk66269208"/>
      <w:r w:rsidR="00E26C2B">
        <w:t>zapisane</w:t>
      </w:r>
      <w:r w:rsidR="00133ECA">
        <w:t xml:space="preserve"> </w:t>
      </w:r>
      <w:r w:rsidR="00E26C2B">
        <w:t>na koncie</w:t>
      </w:r>
      <w:bookmarkEnd w:id="27"/>
      <w:r w:rsidR="00CE7733">
        <w:t xml:space="preserve"> w </w:t>
      </w:r>
      <w:r w:rsidR="0075320A">
        <w:t>portalu e</w:t>
      </w:r>
      <w:r w:rsidR="00CE7733">
        <w:softHyphen/>
      </w:r>
      <w:r w:rsidR="00CE7733">
        <w:noBreakHyphen/>
      </w:r>
      <w:r w:rsidR="0075320A">
        <w:t xml:space="preserve">Budownictwo </w:t>
      </w:r>
      <w:r w:rsidR="00133ECA">
        <w:t xml:space="preserve">przez </w:t>
      </w:r>
      <w:r w:rsidR="00D34E7C">
        <w:t>użytkownika konta</w:t>
      </w:r>
      <w:r w:rsidR="00133ECA">
        <w:t>.</w:t>
      </w:r>
    </w:p>
    <w:p w14:paraId="3C102337" w14:textId="41626DD5" w:rsidR="000C4EFD" w:rsidRDefault="00CA1BFF">
      <w:pPr>
        <w:pStyle w:val="ZARTzmartartykuempunktem"/>
      </w:pPr>
      <w:r>
        <w:t>Art. 79</w:t>
      </w:r>
      <w:r w:rsidR="000C4EFD">
        <w:t>j</w:t>
      </w:r>
      <w:r>
        <w:t>. 1.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 przechowywane są dane</w:t>
      </w:r>
      <w:r w:rsidR="000C4EFD">
        <w:t xml:space="preserve"> osobowe:</w:t>
      </w:r>
    </w:p>
    <w:p w14:paraId="27359B91" w14:textId="15E8B41D" w:rsidR="002E3A7D" w:rsidRDefault="000C4EFD" w:rsidP="000C4EFD">
      <w:pPr>
        <w:pStyle w:val="ZPKTzmpktartykuempunktem"/>
      </w:pPr>
      <w:r>
        <w:t>1)</w:t>
      </w:r>
      <w:r>
        <w:tab/>
      </w:r>
      <w:r w:rsidR="00CA1BFF">
        <w:t>użytkowników kont</w:t>
      </w:r>
      <w:r w:rsidR="002E3A7D">
        <w:t>:</w:t>
      </w:r>
    </w:p>
    <w:p w14:paraId="34F0B9E2" w14:textId="77777777" w:rsidR="002E3A7D" w:rsidRDefault="002E3A7D" w:rsidP="002E3A7D">
      <w:pPr>
        <w:pStyle w:val="ZLITwPKTzmlitwpktartykuempunktem"/>
      </w:pPr>
      <w:r>
        <w:t>a)</w:t>
      </w:r>
      <w:r>
        <w:tab/>
        <w:t>imię,</w:t>
      </w:r>
    </w:p>
    <w:p w14:paraId="31D132D2" w14:textId="77777777" w:rsidR="002E3A7D" w:rsidRDefault="002E3A7D" w:rsidP="002E3A7D">
      <w:pPr>
        <w:pStyle w:val="ZLITwPKTzmlitwpktartykuempunktem"/>
      </w:pPr>
      <w:r>
        <w:t>b)</w:t>
      </w:r>
      <w:r>
        <w:tab/>
        <w:t>nazwisko,</w:t>
      </w:r>
    </w:p>
    <w:p w14:paraId="5D2181BE" w14:textId="348C57DC" w:rsidR="002E3A7D" w:rsidRDefault="002E3A7D" w:rsidP="002E3A7D">
      <w:pPr>
        <w:pStyle w:val="ZLITwPKTzmlitwpktartykuempunktem"/>
      </w:pPr>
      <w:r>
        <w:t>c)</w:t>
      </w:r>
      <w:r>
        <w:tab/>
        <w:t>e</w:t>
      </w:r>
      <w:r w:rsidR="00CE7733">
        <w:softHyphen/>
      </w:r>
      <w:r w:rsidR="00CE7733">
        <w:noBreakHyphen/>
      </w:r>
      <w:r>
        <w:t>mail,</w:t>
      </w:r>
    </w:p>
    <w:p w14:paraId="3AA50D4A" w14:textId="0E99D3DA" w:rsidR="000C4EFD" w:rsidRDefault="002E3A7D" w:rsidP="00EE78CA">
      <w:pPr>
        <w:pStyle w:val="ZLITwPKTzmlitwpktartykuempunktem"/>
      </w:pPr>
      <w:r>
        <w:t>d)</w:t>
      </w:r>
      <w:r>
        <w:tab/>
        <w:t>numer PESEL</w:t>
      </w:r>
      <w:r w:rsidR="009B6719">
        <w:t xml:space="preserve"> </w:t>
      </w:r>
      <w:r w:rsidR="009B6719" w:rsidRPr="00EE78CA">
        <w:t xml:space="preserve">– </w:t>
      </w:r>
      <w:r>
        <w:t>jeżeli zakładanie konta nastąpiło przez uwierzytelnienie</w:t>
      </w:r>
      <w:r w:rsidR="000C4EFD">
        <w:t>;</w:t>
      </w:r>
    </w:p>
    <w:p w14:paraId="0A2A62ED" w14:textId="1B5275C8" w:rsidR="00CA1BFF" w:rsidRDefault="000C4EFD" w:rsidP="00EE78CA">
      <w:pPr>
        <w:pStyle w:val="ZPKTzmpktartykuempunktem"/>
      </w:pPr>
      <w:r>
        <w:t>2)</w:t>
      </w:r>
      <w:r>
        <w:tab/>
      </w:r>
      <w:r w:rsidR="00CA1BFF">
        <w:t>znajdujące się</w:t>
      </w:r>
      <w:r w:rsidR="00CE7733">
        <w:t xml:space="preserve"> w </w:t>
      </w:r>
      <w:r w:rsidR="00CA1BFF">
        <w:t>dokumentach zapisanych na kontach użytkowników.</w:t>
      </w:r>
    </w:p>
    <w:p w14:paraId="26A5624A" w14:textId="5FA9741B" w:rsidR="0075320A" w:rsidRDefault="00CA1BFF" w:rsidP="00271947">
      <w:pPr>
        <w:pStyle w:val="ZUSTzmustartykuempunktem"/>
      </w:pPr>
      <w:r>
        <w:t>2</w:t>
      </w:r>
      <w:r w:rsidR="0075320A">
        <w:t>.</w:t>
      </w:r>
      <w:r w:rsidR="00CE7733">
        <w:t xml:space="preserve"> Z </w:t>
      </w:r>
      <w:r w:rsidR="00447124">
        <w:t>chwilą usunięcia konta</w:t>
      </w:r>
      <w:r w:rsidR="00CE7733">
        <w:t xml:space="preserve"> w </w:t>
      </w:r>
      <w:r w:rsidR="00447124">
        <w:t>portalu e</w:t>
      </w:r>
      <w:r w:rsidR="00CE7733">
        <w:softHyphen/>
      </w:r>
      <w:r w:rsidR="00CE7733">
        <w:noBreakHyphen/>
      </w:r>
      <w:r w:rsidR="00447124">
        <w:t>Budownictwo automatycznie usuwane są wszystkie dane dotyczące tego konta</w:t>
      </w:r>
      <w:r w:rsidR="000C4EFD">
        <w:t xml:space="preserve"> oraz</w:t>
      </w:r>
      <w:r w:rsidR="00447124">
        <w:t xml:space="preserve"> </w:t>
      </w:r>
      <w:r w:rsidR="000C4EFD" w:rsidRPr="00070282">
        <w:t>dokument</w:t>
      </w:r>
      <w:r w:rsidR="000C4EFD">
        <w:t xml:space="preserve">y </w:t>
      </w:r>
      <w:r>
        <w:t xml:space="preserve">zapisane </w:t>
      </w:r>
      <w:r w:rsidR="000C4EFD">
        <w:t>na koncie</w:t>
      </w:r>
      <w:r w:rsidR="0075320A">
        <w:t>.</w:t>
      </w:r>
    </w:p>
    <w:p w14:paraId="6CCF589A" w14:textId="4BF4BC55" w:rsidR="00201A5C" w:rsidRDefault="0044696F" w:rsidP="00447124">
      <w:pPr>
        <w:pStyle w:val="ZARTzmartartykuempunktem"/>
      </w:pPr>
      <w:r>
        <w:t xml:space="preserve">Art. </w:t>
      </w:r>
      <w:r w:rsidR="0062692F">
        <w:t>79</w:t>
      </w:r>
      <w:r w:rsidR="000C4EFD">
        <w:t>k</w:t>
      </w:r>
      <w:r>
        <w:t>.</w:t>
      </w:r>
      <w:r w:rsidRPr="0044696F">
        <w:t xml:space="preserve"> </w:t>
      </w:r>
      <w:r>
        <w:t xml:space="preserve">1. </w:t>
      </w:r>
      <w:r w:rsidRPr="0044696F">
        <w:t>Główny Inspektor Nadzoru Budowlanego</w:t>
      </w:r>
      <w:r w:rsidR="00201A5C">
        <w:t>:</w:t>
      </w:r>
    </w:p>
    <w:p w14:paraId="4BB14E06" w14:textId="457D4ACE" w:rsidR="00201A5C" w:rsidRDefault="00201A5C" w:rsidP="00201A5C">
      <w:pPr>
        <w:pStyle w:val="ZPKTzmpktartykuempunktem"/>
      </w:pPr>
      <w:r>
        <w:t>1)</w:t>
      </w:r>
      <w:r>
        <w:tab/>
      </w:r>
      <w:r w:rsidR="0044696F" w:rsidRPr="0044696F">
        <w:t>zapewnia funkcjonowanie portalu e</w:t>
      </w:r>
      <w:r w:rsidR="00CA7B6D">
        <w:softHyphen/>
      </w:r>
      <w:r w:rsidR="00CE7733">
        <w:softHyphen/>
      </w:r>
      <w:r w:rsidR="00CE7733">
        <w:noBreakHyphen/>
      </w:r>
      <w:r w:rsidR="0044696F">
        <w:t>B</w:t>
      </w:r>
      <w:r w:rsidR="0044696F" w:rsidRPr="0044696F">
        <w:t>udownictwo</w:t>
      </w:r>
      <w:r w:rsidR="00C137C5">
        <w:t>,</w:t>
      </w:r>
      <w:r w:rsidR="00CE7733" w:rsidRPr="00C137C5">
        <w:t xml:space="preserve"> </w:t>
      </w:r>
      <w:r w:rsidR="00CE7733">
        <w:t>w </w:t>
      </w:r>
      <w:r w:rsidR="00C137C5">
        <w:t xml:space="preserve">tym </w:t>
      </w:r>
      <w:r w:rsidR="00C137C5" w:rsidRPr="00C137C5">
        <w:t>ochronę przed nieuprawnionym dostępem osób trzecich, zniszczeniem oraz utratą danych</w:t>
      </w:r>
      <w:r>
        <w:t>;</w:t>
      </w:r>
    </w:p>
    <w:p w14:paraId="4314A3C0" w14:textId="29876D52" w:rsidR="0044696F" w:rsidRDefault="00201A5C" w:rsidP="00EE78CA">
      <w:pPr>
        <w:pStyle w:val="ZPKTzmpktartykuempunktem"/>
      </w:pPr>
      <w:r>
        <w:t>2)</w:t>
      </w:r>
      <w:r>
        <w:tab/>
      </w:r>
      <w:r w:rsidR="0044696F" w:rsidRPr="0044696F">
        <w:t>jest administratorem</w:t>
      </w:r>
      <w:r w:rsidR="00CE7733" w:rsidRPr="0044696F">
        <w:t xml:space="preserve"> </w:t>
      </w:r>
      <w:r w:rsidR="00CE7733">
        <w:t>w </w:t>
      </w:r>
      <w:r w:rsidR="00B36F77">
        <w:t xml:space="preserve">zakresie </w:t>
      </w:r>
      <w:r w:rsidR="0044696F" w:rsidRPr="0044696F">
        <w:t xml:space="preserve">danych </w:t>
      </w:r>
      <w:r w:rsidR="000C4EFD">
        <w:t>osobowych,</w:t>
      </w:r>
      <w:r w:rsidR="00CE7733">
        <w:t xml:space="preserve"> o </w:t>
      </w:r>
      <w:r w:rsidR="000C4EFD">
        <w:t>których mowa</w:t>
      </w:r>
      <w:r w:rsidR="00CE7733">
        <w:t xml:space="preserve"> w art. </w:t>
      </w:r>
      <w:r w:rsidR="000C4EFD">
        <w:t>79</w:t>
      </w:r>
      <w:r w:rsidR="00A41036">
        <w:t>j</w:t>
      </w:r>
      <w:r w:rsidR="00CE7733">
        <w:t xml:space="preserve"> ust. </w:t>
      </w:r>
      <w:r w:rsidR="000C4EFD">
        <w:t>1</w:t>
      </w:r>
      <w:r w:rsidR="0044696F" w:rsidRPr="0044696F">
        <w:t>.</w:t>
      </w:r>
    </w:p>
    <w:p w14:paraId="1ED0CBD2" w14:textId="55CEB6E3" w:rsidR="0044696F" w:rsidRDefault="0044696F" w:rsidP="004A724C">
      <w:pPr>
        <w:pStyle w:val="ZUSTzmustartykuempunktem"/>
      </w:pPr>
      <w:r>
        <w:t>2. A</w:t>
      </w:r>
      <w:r w:rsidRPr="00A6007B">
        <w:t>dres elektroniczny</w:t>
      </w:r>
      <w:r>
        <w:t xml:space="preserve"> portalu e</w:t>
      </w:r>
      <w:r w:rsidR="00CA7B6D">
        <w:softHyphen/>
      </w:r>
      <w:r w:rsidR="00CE7733">
        <w:softHyphen/>
      </w:r>
      <w:r w:rsidR="00CE7733">
        <w:noBreakHyphen/>
      </w:r>
      <w:r w:rsidR="001F6E32">
        <w:t>B</w:t>
      </w:r>
      <w:r>
        <w:t>udownictwo</w:t>
      </w:r>
      <w:r w:rsidRPr="00A6007B">
        <w:t xml:space="preserve"> Główny Inspektor Nadzoru Budowlanego udostępnia</w:t>
      </w:r>
      <w:r w:rsidR="00CA7B6D" w:rsidRPr="00A6007B">
        <w:t xml:space="preserve"> w</w:t>
      </w:r>
      <w:r w:rsidR="00CA7B6D">
        <w:t> </w:t>
      </w:r>
      <w:r w:rsidRPr="00A6007B">
        <w:t>Biuletynie Informacji Publicznej na stronie podmiotowej obsługującego go urzędu.</w:t>
      </w:r>
      <w:r>
        <w:t>";</w:t>
      </w:r>
    </w:p>
    <w:p w14:paraId="1D6383B3" w14:textId="70942DCF" w:rsidR="00E81036" w:rsidRDefault="002F60FC" w:rsidP="00D86756">
      <w:pPr>
        <w:pStyle w:val="PKTpunkt"/>
        <w:keepNext/>
      </w:pPr>
      <w:r>
        <w:t>28</w:t>
      </w:r>
      <w:r w:rsidR="00E81036" w:rsidRPr="00390DA8">
        <w:t>)</w:t>
      </w:r>
      <w:r w:rsidR="00E81036" w:rsidRPr="00390DA8">
        <w:tab/>
      </w:r>
      <w:r w:rsidR="00E81036">
        <w:t>w</w:t>
      </w:r>
      <w:r w:rsidR="00CE7733">
        <w:t xml:space="preserve"> art. </w:t>
      </w:r>
      <w:r w:rsidR="00E81036">
        <w:t>81:</w:t>
      </w:r>
    </w:p>
    <w:p w14:paraId="0DC01C62" w14:textId="3CBAD0CA" w:rsidR="00E81036" w:rsidRDefault="00E81036" w:rsidP="00D86756">
      <w:pPr>
        <w:pStyle w:val="LITlitera"/>
        <w:keepNext/>
      </w:pPr>
      <w:r>
        <w:t>a)</w:t>
      </w:r>
      <w:r>
        <w:tab/>
        <w:t xml:space="preserve">ust. </w:t>
      </w:r>
      <w:r w:rsidR="00650225">
        <w:t>3 </w:t>
      </w:r>
      <w:r>
        <w:t>otrzymuje brzmienie:</w:t>
      </w:r>
    </w:p>
    <w:p w14:paraId="1E0D917A" w14:textId="3778BA18" w:rsidR="00E81036" w:rsidRDefault="00D86756" w:rsidP="00D86756">
      <w:pPr>
        <w:pStyle w:val="ZLITUSTzmustliter"/>
        <w:keepNext/>
      </w:pPr>
      <w:r>
        <w:t>„</w:t>
      </w:r>
      <w:r w:rsidR="00E81036">
        <w:t xml:space="preserve">3. </w:t>
      </w:r>
      <w:r w:rsidR="00E81036" w:rsidRPr="00283702">
        <w:t>Organy administracji architektoniczno</w:t>
      </w:r>
      <w:r w:rsidR="00CA7B6D">
        <w:softHyphen/>
      </w:r>
      <w:r w:rsidR="00CE7733">
        <w:softHyphen/>
      </w:r>
      <w:r w:rsidR="00CE7733">
        <w:noBreakHyphen/>
      </w:r>
      <w:r w:rsidR="00E81036" w:rsidRPr="00283702">
        <w:t>budowlanej</w:t>
      </w:r>
      <w:r w:rsidR="00650225" w:rsidRPr="00283702">
        <w:t xml:space="preserve"> i</w:t>
      </w:r>
      <w:r w:rsidR="00650225">
        <w:t> </w:t>
      </w:r>
      <w:r w:rsidR="00E81036" w:rsidRPr="00283702">
        <w:t>nadzoru budowlanego kontrolują</w:t>
      </w:r>
      <w:r w:rsidR="00E81036">
        <w:t>:</w:t>
      </w:r>
    </w:p>
    <w:p w14:paraId="0992BFCD" w14:textId="70F960DD" w:rsidR="00E81036" w:rsidRDefault="00E81036" w:rsidP="00E81036">
      <w:pPr>
        <w:pStyle w:val="ZLITPKTzmpktliter"/>
      </w:pPr>
      <w:r>
        <w:t>1)</w:t>
      </w:r>
      <w:r>
        <w:tab/>
      </w:r>
      <w:r w:rsidRPr="00283702">
        <w:t>posiadanie przez osoby wykonujące samodzielne funkcje techniczne</w:t>
      </w:r>
      <w:r w:rsidR="00650225" w:rsidRPr="00283702">
        <w:t xml:space="preserve"> w</w:t>
      </w:r>
      <w:r w:rsidR="00650225">
        <w:t> </w:t>
      </w:r>
      <w:r w:rsidRPr="00283702">
        <w:t>budownictwie uprawnień do pełnienia tych funkcji</w:t>
      </w:r>
      <w:r>
        <w:t>;</w:t>
      </w:r>
    </w:p>
    <w:p w14:paraId="5DD4E414" w14:textId="6D51A417" w:rsidR="00E81036" w:rsidRDefault="00E81036" w:rsidP="00E81036">
      <w:pPr>
        <w:pStyle w:val="ZLITPKTzmpktliter"/>
      </w:pPr>
      <w:r>
        <w:t>2)</w:t>
      </w:r>
      <w:r>
        <w:tab/>
        <w:t>spełnienie wymogu,</w:t>
      </w:r>
      <w:r w:rsidR="00650225">
        <w:t xml:space="preserve"> o </w:t>
      </w:r>
      <w:r>
        <w:t>którym mowa</w:t>
      </w:r>
      <w:r w:rsidR="00CE7733">
        <w:t xml:space="preserve"> w art. </w:t>
      </w:r>
      <w:r>
        <w:t>1</w:t>
      </w:r>
      <w:r w:rsidR="00CE7733">
        <w:t>2 ust. </w:t>
      </w:r>
      <w:r>
        <w:t>7,</w:t>
      </w:r>
      <w:r w:rsidR="00650225">
        <w:t xml:space="preserve"> w </w:t>
      </w:r>
      <w:r>
        <w:t>stosunku do osób</w:t>
      </w:r>
      <w:r w:rsidRPr="000C59C9">
        <w:t xml:space="preserve"> wykonując</w:t>
      </w:r>
      <w:r>
        <w:t>ych</w:t>
      </w:r>
      <w:r w:rsidRPr="000C59C9">
        <w:t xml:space="preserve"> samodzielne funkcje techniczne</w:t>
      </w:r>
      <w:r w:rsidR="00650225" w:rsidRPr="000C59C9">
        <w:t xml:space="preserve"> w</w:t>
      </w:r>
      <w:r w:rsidR="00650225">
        <w:t> </w:t>
      </w:r>
      <w:r w:rsidRPr="000C59C9">
        <w:t>budownictwie</w:t>
      </w:r>
      <w:r>
        <w:t>.</w:t>
      </w:r>
      <w:r w:rsidR="00D86756">
        <w:t>”</w:t>
      </w:r>
      <w:r>
        <w:t>,</w:t>
      </w:r>
    </w:p>
    <w:p w14:paraId="4B3EAD7B" w14:textId="08B67B8C" w:rsidR="00E81036" w:rsidRDefault="00E81036" w:rsidP="00D86756">
      <w:pPr>
        <w:pStyle w:val="LITlitera"/>
        <w:keepNext/>
      </w:pPr>
      <w:r>
        <w:lastRenderedPageBreak/>
        <w:t>b)</w:t>
      </w:r>
      <w:r>
        <w:tab/>
        <w:t>po</w:t>
      </w:r>
      <w:r w:rsidR="00CE7733">
        <w:t xml:space="preserve"> ust. </w:t>
      </w:r>
      <w:r w:rsidR="00650225">
        <w:t>3 </w:t>
      </w:r>
      <w:r>
        <w:t>dodaje się</w:t>
      </w:r>
      <w:r w:rsidR="00CE7733">
        <w:t xml:space="preserve"> ust. </w:t>
      </w:r>
      <w:r>
        <w:t>3a</w:t>
      </w:r>
      <w:r w:rsidR="00CE7733">
        <w:t xml:space="preserve"> i </w:t>
      </w:r>
      <w:r w:rsidR="00687D31">
        <w:t>3b</w:t>
      </w:r>
      <w:r w:rsidR="00650225">
        <w:t xml:space="preserve"> w </w:t>
      </w:r>
      <w:r>
        <w:t>brzmieniu:</w:t>
      </w:r>
    </w:p>
    <w:p w14:paraId="4366B764" w14:textId="268074C5" w:rsidR="00687D31" w:rsidRDefault="00D86756" w:rsidP="00E81036">
      <w:pPr>
        <w:pStyle w:val="ZLITUSTzmustliter"/>
      </w:pPr>
      <w:r>
        <w:t>„</w:t>
      </w:r>
      <w:r w:rsidR="00E81036">
        <w:t>3a.</w:t>
      </w:r>
      <w:r w:rsidR="00650225">
        <w:t xml:space="preserve"> </w:t>
      </w:r>
      <w:r w:rsidR="00650225" w:rsidRPr="00E15A80">
        <w:t>W</w:t>
      </w:r>
      <w:r w:rsidR="00650225">
        <w:t> </w:t>
      </w:r>
      <w:r w:rsidR="00E81036" w:rsidRPr="00E15A80">
        <w:t>stosunku do osób lub uprawnień budowlanych wpisanych do centralnego rejestru osób posiadających uprawnienia budowlane kontroli,</w:t>
      </w:r>
      <w:r w:rsidR="00650225" w:rsidRPr="00E15A80">
        <w:t xml:space="preserve"> o</w:t>
      </w:r>
      <w:r w:rsidR="00650225">
        <w:t> </w:t>
      </w:r>
      <w:r w:rsidR="00E81036" w:rsidRPr="00E15A80">
        <w:t>której mowa</w:t>
      </w:r>
      <w:r w:rsidR="00CE7733" w:rsidRPr="00E15A80">
        <w:t xml:space="preserve"> w</w:t>
      </w:r>
      <w:r w:rsidR="00CE7733">
        <w:t> ust. </w:t>
      </w:r>
      <w:r w:rsidR="00E81036" w:rsidRPr="00E15A80">
        <w:t>3, dokonuje się na podstawie danych zawartych</w:t>
      </w:r>
      <w:r w:rsidR="00650225" w:rsidRPr="00E15A80">
        <w:t xml:space="preserve"> w</w:t>
      </w:r>
      <w:r w:rsidR="00650225">
        <w:t> </w:t>
      </w:r>
      <w:r w:rsidR="00E81036" w:rsidRPr="00E15A80">
        <w:t xml:space="preserve">systemie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E15A80">
        <w:t>.</w:t>
      </w:r>
    </w:p>
    <w:p w14:paraId="3E9215D6" w14:textId="1620F8FC" w:rsidR="00E81036" w:rsidRDefault="00687D31" w:rsidP="00687D31">
      <w:pPr>
        <w:pStyle w:val="ZLITUSTzmustliter"/>
      </w:pPr>
      <w:r>
        <w:t>3b.</w:t>
      </w:r>
      <w:r w:rsidR="00CE7733">
        <w:t xml:space="preserve"> W </w:t>
      </w:r>
      <w:r>
        <w:t xml:space="preserve">przypadku awarii </w:t>
      </w:r>
      <w:r w:rsidRPr="00687D31">
        <w:t>system</w:t>
      </w:r>
      <w:r>
        <w:t>u</w:t>
      </w:r>
      <w:r w:rsidRPr="00687D31">
        <w:t xml:space="preserve">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>
        <w:t xml:space="preserve"> uniemożliwiającej przeprowadzenie kontroli,</w:t>
      </w:r>
      <w:r w:rsidR="00CE7733" w:rsidRPr="00687D31">
        <w:t xml:space="preserve"> o</w:t>
      </w:r>
      <w:r w:rsidR="00CE7733">
        <w:t> </w:t>
      </w:r>
      <w:r w:rsidRPr="00687D31">
        <w:t>której mowa</w:t>
      </w:r>
      <w:r w:rsidR="00CE7733" w:rsidRPr="00687D31">
        <w:t xml:space="preserve"> w</w:t>
      </w:r>
      <w:r w:rsidR="00CE7733">
        <w:t> ust. </w:t>
      </w:r>
      <w:r w:rsidRPr="00687D31">
        <w:t xml:space="preserve">3, </w:t>
      </w:r>
      <w:r>
        <w:t>o</w:t>
      </w:r>
      <w:r w:rsidRPr="00687D31">
        <w:t>rgany administracji architektoniczno</w:t>
      </w:r>
      <w:r w:rsidR="00CE7733">
        <w:softHyphen/>
      </w:r>
      <w:r w:rsidR="00CE7733">
        <w:noBreakHyphen/>
      </w:r>
      <w:r w:rsidRPr="00687D31">
        <w:t xml:space="preserve">budowlanej </w:t>
      </w:r>
      <w:r>
        <w:t>oraz</w:t>
      </w:r>
      <w:r w:rsidRPr="00687D31">
        <w:t xml:space="preserve"> nadzoru budowlanego </w:t>
      </w:r>
      <w:r>
        <w:t xml:space="preserve">mogą żądać od osób </w:t>
      </w:r>
      <w:r w:rsidRPr="00687D31">
        <w:t>wykonując</w:t>
      </w:r>
      <w:r>
        <w:t>ych</w:t>
      </w:r>
      <w:r w:rsidRPr="00687D31">
        <w:t xml:space="preserve"> samodzielne funkcje techniczne</w:t>
      </w:r>
      <w:r w:rsidR="00CE7733" w:rsidRPr="00687D31">
        <w:t xml:space="preserve"> w</w:t>
      </w:r>
      <w:r w:rsidR="00CE7733">
        <w:t> </w:t>
      </w:r>
      <w:r w:rsidRPr="00687D31">
        <w:t>budownictwi</w:t>
      </w:r>
      <w:r>
        <w:t xml:space="preserve">e przedłożenia kopii uprawnień budowlanych lub kopii </w:t>
      </w:r>
      <w:r w:rsidRPr="00687D31">
        <w:t>zaświadczenia,</w:t>
      </w:r>
      <w:r w:rsidR="00CE7733" w:rsidRPr="00687D31">
        <w:t xml:space="preserve"> o</w:t>
      </w:r>
      <w:r w:rsidR="00CE7733">
        <w:t> </w:t>
      </w:r>
      <w:r w:rsidRPr="00687D31">
        <w:t>którym mowa</w:t>
      </w:r>
      <w:r w:rsidR="00CE7733" w:rsidRPr="00687D31">
        <w:t xml:space="preserve"> w</w:t>
      </w:r>
      <w:r w:rsidR="00CE7733">
        <w:t> art. </w:t>
      </w:r>
      <w:r w:rsidRPr="00687D31">
        <w:t>1</w:t>
      </w:r>
      <w:r w:rsidR="00CE7733" w:rsidRPr="00687D31">
        <w:t>2</w:t>
      </w:r>
      <w:r w:rsidR="00CE7733">
        <w:t xml:space="preserve"> ust. </w:t>
      </w:r>
      <w:r w:rsidRPr="00687D31">
        <w:t>7</w:t>
      </w:r>
      <w:r>
        <w:t>.</w:t>
      </w:r>
      <w:r w:rsidR="00D86756">
        <w:t>”</w:t>
      </w:r>
      <w:r w:rsidR="00E81036">
        <w:t>;</w:t>
      </w:r>
    </w:p>
    <w:p w14:paraId="055C7788" w14:textId="6049B443" w:rsidR="00E81036" w:rsidRPr="00390DA8" w:rsidRDefault="002F60FC" w:rsidP="00D86756">
      <w:pPr>
        <w:pStyle w:val="PKTpunkt"/>
        <w:keepNext/>
      </w:pPr>
      <w:r>
        <w:t>29</w:t>
      </w:r>
      <w:r w:rsidR="00E81036">
        <w:t>)</w:t>
      </w:r>
      <w:r w:rsidR="00E81036">
        <w:tab/>
      </w:r>
      <w:r w:rsidR="00E81036" w:rsidRPr="00390DA8">
        <w:t>w</w:t>
      </w:r>
      <w:r w:rsidR="00CE7733">
        <w:t xml:space="preserve"> art. </w:t>
      </w:r>
      <w:r w:rsidR="00E81036" w:rsidRPr="00390DA8">
        <w:t>88a:</w:t>
      </w:r>
    </w:p>
    <w:p w14:paraId="47624624" w14:textId="6F3FF8E4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  <w:t>w</w:t>
      </w:r>
      <w:r w:rsidR="00CE7733">
        <w:t xml:space="preserve"> ust. </w:t>
      </w:r>
      <w:r w:rsidR="00CE7733" w:rsidRPr="00390DA8">
        <w:t>1</w:t>
      </w:r>
      <w:r w:rsidR="00CE7733">
        <w:t xml:space="preserve"> w pkt </w:t>
      </w:r>
      <w:r w:rsidRPr="00390DA8">
        <w:t>3:</w:t>
      </w:r>
    </w:p>
    <w:p w14:paraId="2029B397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wprowadzenie do wyliczenia otrzymuje brzmienie:</w:t>
      </w:r>
    </w:p>
    <w:p w14:paraId="7ADB5988" w14:textId="2C31EE04" w:rsidR="00E81036" w:rsidRPr="00390DA8" w:rsidRDefault="00D86756" w:rsidP="00E81036">
      <w:pPr>
        <w:pStyle w:val="ZTIRCZWSPLITzmczciwsplittiret"/>
      </w:pPr>
      <w:r>
        <w:t>„</w:t>
      </w:r>
      <w:bookmarkStart w:id="28" w:name="_Hlk45607112"/>
      <w:r w:rsidR="00E81036" w:rsidRPr="00390DA8">
        <w:t>prowadzi</w:t>
      </w:r>
      <w:r w:rsidR="00E81036">
        <w:t>,</w:t>
      </w:r>
      <w:r w:rsidR="00E81036" w:rsidRPr="00390DA8">
        <w:t xml:space="preserve"> za pomocą systemu </w:t>
      </w:r>
      <w:r w:rsidR="00924348">
        <w:t>e</w:t>
      </w:r>
      <w:r w:rsidR="00CE7733">
        <w:softHyphen/>
      </w:r>
      <w:r w:rsidR="00CE7733">
        <w:noBreakHyphen/>
      </w:r>
      <w:r w:rsidR="00924348">
        <w:t xml:space="preserve">CRUB, będącego systemem </w:t>
      </w:r>
      <w:r w:rsidR="00924348" w:rsidRPr="00390DA8">
        <w:t>teleinformatyczn</w:t>
      </w:r>
      <w:r w:rsidR="00924348">
        <w:t>ym</w:t>
      </w:r>
      <w:r w:rsidR="00924348" w:rsidRPr="004F6C4F">
        <w:t xml:space="preserve"> </w:t>
      </w:r>
      <w:r w:rsidR="00650225" w:rsidRPr="004F6C4F">
        <w:t>w</w:t>
      </w:r>
      <w:r w:rsidR="00650225">
        <w:t> </w:t>
      </w:r>
      <w:r w:rsidR="00E81036" w:rsidRPr="004F6C4F">
        <w:t>rozumieniu</w:t>
      </w:r>
      <w:r w:rsidR="00CE7733">
        <w:t xml:space="preserve"> art. </w:t>
      </w:r>
      <w:r w:rsidR="00CE7733" w:rsidRPr="004F6C4F">
        <w:t>3</w:t>
      </w:r>
      <w:r w:rsidR="00CE7733">
        <w:t xml:space="preserve"> pkt </w:t>
      </w:r>
      <w:r w:rsidR="00650225" w:rsidRPr="004F6C4F">
        <w:t>3</w:t>
      </w:r>
      <w:r w:rsidR="00650225">
        <w:t> </w:t>
      </w:r>
      <w:r w:rsidR="00E81036" w:rsidRPr="004F6C4F">
        <w:t>ustawy</w:t>
      </w:r>
      <w:r w:rsidR="00650225" w:rsidRPr="004F6C4F">
        <w:t xml:space="preserve"> z</w:t>
      </w:r>
      <w:r w:rsidR="00650225">
        <w:t> </w:t>
      </w:r>
      <w:r w:rsidR="00E81036" w:rsidRPr="004F6C4F">
        <w:t>dnia 1</w:t>
      </w:r>
      <w:r w:rsidR="00650225" w:rsidRPr="004F6C4F">
        <w:t>7</w:t>
      </w:r>
      <w:r w:rsidR="00650225">
        <w:t> </w:t>
      </w:r>
      <w:r w:rsidR="00E81036" w:rsidRPr="004F6C4F">
        <w:t>lutego 200</w:t>
      </w:r>
      <w:r w:rsidR="00650225" w:rsidRPr="004F6C4F">
        <w:t>5</w:t>
      </w:r>
      <w:r w:rsidR="00650225">
        <w:t> </w:t>
      </w:r>
      <w:r w:rsidR="00E81036" w:rsidRPr="004F6C4F">
        <w:t>r.</w:t>
      </w:r>
      <w:r w:rsidR="00650225" w:rsidRPr="004F6C4F">
        <w:t xml:space="preserve"> o</w:t>
      </w:r>
      <w:r w:rsidR="00650225">
        <w:t> </w:t>
      </w:r>
      <w:r w:rsidR="00E81036" w:rsidRPr="004F6C4F">
        <w:t>informatyzacji działalności podmiotów realizujących zadania publiczne</w:t>
      </w:r>
      <w:r w:rsidR="00E81036">
        <w:t>,</w:t>
      </w:r>
      <w:r w:rsidR="00E81036" w:rsidRPr="00390DA8">
        <w:t xml:space="preserve"> centralne rejestry:</w:t>
      </w:r>
      <w:bookmarkEnd w:id="28"/>
      <w:r>
        <w:t>”</w:t>
      </w:r>
      <w:r w:rsidR="00E81036" w:rsidRPr="00390DA8">
        <w:t>,</w:t>
      </w:r>
    </w:p>
    <w:p w14:paraId="4C06A0A7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lit. c otrzymuje brzmienie:</w:t>
      </w:r>
    </w:p>
    <w:p w14:paraId="354E1663" w14:textId="251276A3" w:rsidR="00E81036" w:rsidRPr="00390DA8" w:rsidRDefault="00D86756" w:rsidP="00D86756">
      <w:pPr>
        <w:pStyle w:val="ZTIRTIRzmtirtiret"/>
      </w:pPr>
      <w:r>
        <w:t>„</w:t>
      </w:r>
      <w:r w:rsidR="00E81036" w:rsidRPr="00390DA8">
        <w:t>c)</w:t>
      </w:r>
      <w:r w:rsidR="00E81036" w:rsidRPr="00390DA8">
        <w:tab/>
      </w:r>
      <w:bookmarkStart w:id="29" w:name="_Hlk45607130"/>
      <w:r w:rsidR="00E81036" w:rsidRPr="00390DA8">
        <w:t>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bookmarkEnd w:id="29"/>
      <w:r w:rsidR="00E81036" w:rsidRPr="00390DA8">
        <w:t>.</w:t>
      </w:r>
      <w:r>
        <w:t>”</w:t>
      </w:r>
      <w:r w:rsidR="00E81036" w:rsidRPr="00390DA8">
        <w:t>,</w:t>
      </w:r>
    </w:p>
    <w:p w14:paraId="0FBDA723" w14:textId="5F8FAE2A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  <w:t>w</w:t>
      </w:r>
      <w:r w:rsidR="00CE7733">
        <w:t xml:space="preserve"> ust. </w:t>
      </w:r>
      <w:r w:rsidRPr="00390DA8">
        <w:t>2:</w:t>
      </w:r>
    </w:p>
    <w:p w14:paraId="79C1B504" w14:textId="13DCC676" w:rsidR="00E81036" w:rsidRDefault="00E81036" w:rsidP="00D86756">
      <w:pPr>
        <w:pStyle w:val="TIRtiret"/>
        <w:keepNext/>
      </w:pPr>
      <w:r w:rsidRPr="001E6A09">
        <w:t>–</w:t>
      </w:r>
      <w:r>
        <w:tab/>
        <w:t xml:space="preserve">pkt </w:t>
      </w:r>
      <w:r w:rsidR="00650225">
        <w:t>2 </w:t>
      </w:r>
      <w:r>
        <w:t>otrzymuje brzmienie:</w:t>
      </w:r>
    </w:p>
    <w:p w14:paraId="174A495A" w14:textId="2CA7E260" w:rsidR="00E81036" w:rsidRDefault="00D86756" w:rsidP="00E81036">
      <w:pPr>
        <w:pStyle w:val="ZTIRPKTzmpkttiret"/>
      </w:pPr>
      <w:r>
        <w:t>„</w:t>
      </w:r>
      <w:r w:rsidR="00E81036">
        <w:t>2)</w:t>
      </w:r>
      <w:r w:rsidR="00E81036">
        <w:tab/>
        <w:t>adres zamieszkania;</w:t>
      </w:r>
      <w:r>
        <w:t>”</w:t>
      </w:r>
      <w:r w:rsidR="00E81036">
        <w:t>,</w:t>
      </w:r>
    </w:p>
    <w:p w14:paraId="4EA2AC1C" w14:textId="7374B1BD" w:rsidR="00A815F9" w:rsidRDefault="00E81036" w:rsidP="00D86756">
      <w:pPr>
        <w:pStyle w:val="TIRtiret"/>
        <w:keepNext/>
      </w:pPr>
      <w:r w:rsidRPr="001E6A09">
        <w:t>–</w:t>
      </w:r>
      <w:r>
        <w:tab/>
      </w:r>
      <w:r w:rsidR="00830982">
        <w:t>po</w:t>
      </w:r>
      <w:r w:rsidR="00CE7733">
        <w:t xml:space="preserve"> pkt </w:t>
      </w:r>
      <w:r w:rsidR="00CA7B6D">
        <w:t>3 </w:t>
      </w:r>
      <w:r w:rsidR="00830982">
        <w:t>dodaje się</w:t>
      </w:r>
      <w:r w:rsidR="00CE7733">
        <w:t xml:space="preserve"> pkt </w:t>
      </w:r>
      <w:r w:rsidR="00830982">
        <w:t>3a</w:t>
      </w:r>
      <w:r w:rsidR="00CA7B6D">
        <w:t xml:space="preserve"> w </w:t>
      </w:r>
      <w:r w:rsidR="00830982">
        <w:t>brzmieniu:</w:t>
      </w:r>
    </w:p>
    <w:p w14:paraId="36BE62E0" w14:textId="5EBEDB72" w:rsidR="00830982" w:rsidRDefault="00CE7733" w:rsidP="0026339C">
      <w:pPr>
        <w:pStyle w:val="ZTIRPKTzmpkttiret"/>
      </w:pPr>
      <w:r>
        <w:t>„</w:t>
      </w:r>
      <w:r w:rsidR="00830982">
        <w:t>3a)</w:t>
      </w:r>
      <w:r w:rsidR="00830982">
        <w:tab/>
        <w:t xml:space="preserve">data śmierci </w:t>
      </w:r>
      <w:r>
        <w:t xml:space="preserve">– </w:t>
      </w:r>
      <w:r w:rsidR="00830982">
        <w:t>jeżeli osoba, której wpis dotyczy, zmarła;</w:t>
      </w:r>
      <w:r w:rsidR="00FE38DB">
        <w:t>”</w:t>
      </w:r>
      <w:r w:rsidR="00830982">
        <w:t>,</w:t>
      </w:r>
    </w:p>
    <w:p w14:paraId="17ECAE95" w14:textId="1DC2F4A2" w:rsidR="00E81036" w:rsidRPr="00830982" w:rsidRDefault="00CA7B6D" w:rsidP="0026339C">
      <w:pPr>
        <w:pStyle w:val="TIRtiret"/>
      </w:pPr>
      <w:r>
        <w:softHyphen/>
      </w:r>
      <w:r w:rsidR="00CE7733">
        <w:softHyphen/>
      </w:r>
      <w:r w:rsidR="00CE7733">
        <w:noBreakHyphen/>
      </w:r>
      <w:r w:rsidR="00A815F9" w:rsidRPr="00830982">
        <w:tab/>
      </w:r>
      <w:r w:rsidR="00E81036" w:rsidRPr="00830982">
        <w:t xml:space="preserve">pkt </w:t>
      </w:r>
      <w:r w:rsidR="00650225" w:rsidRPr="00830982">
        <w:t>4 </w:t>
      </w:r>
      <w:r w:rsidR="00E81036" w:rsidRPr="00830982">
        <w:t>otrzymuje brzmienie:</w:t>
      </w:r>
    </w:p>
    <w:p w14:paraId="6DF23609" w14:textId="450B6F6A" w:rsidR="00E81036" w:rsidRPr="00390DA8" w:rsidRDefault="00D86756" w:rsidP="00E81036">
      <w:pPr>
        <w:pStyle w:val="ZTIRPKTzmpkttiret"/>
      </w:pPr>
      <w:bookmarkStart w:id="30" w:name="_Hlk49172017"/>
      <w:r>
        <w:t>„</w:t>
      </w:r>
      <w:r w:rsidR="00E81036">
        <w:t>4</w:t>
      </w:r>
      <w:r w:rsidR="00057A5D">
        <w:t>)</w:t>
      </w:r>
      <w:r w:rsidR="00E81036">
        <w:tab/>
      </w:r>
      <w:r w:rsidR="00E81036" w:rsidRPr="006C6A0D">
        <w:t>informację</w:t>
      </w:r>
      <w:r w:rsidR="00650225" w:rsidRPr="006C6A0D">
        <w:t xml:space="preserve"> o</w:t>
      </w:r>
      <w:r w:rsidR="00650225">
        <w:t> </w:t>
      </w:r>
      <w:r w:rsidR="00E81036" w:rsidRPr="006C6A0D">
        <w:t>wykształceniu</w:t>
      </w:r>
      <w:r w:rsidR="00E81036">
        <w:t>,</w:t>
      </w:r>
      <w:r w:rsidR="00650225">
        <w:t xml:space="preserve"> o </w:t>
      </w:r>
      <w:r w:rsidR="00E81036">
        <w:t>tytułach zawodowych</w:t>
      </w:r>
      <w:r w:rsidR="00650225" w:rsidRPr="006C6A0D">
        <w:t xml:space="preserve"> </w:t>
      </w:r>
      <w:r w:rsidR="00650225">
        <w:t>i </w:t>
      </w:r>
      <w:r w:rsidR="00E81036">
        <w:t>stopniach lub</w:t>
      </w:r>
      <w:r w:rsidR="00E81036" w:rsidRPr="006C6A0D">
        <w:t xml:space="preserve"> tytułach naukowych</w:t>
      </w:r>
      <w:r w:rsidR="00E81036" w:rsidRPr="00390DA8">
        <w:t>;</w:t>
      </w:r>
      <w:r>
        <w:t>”</w:t>
      </w:r>
      <w:r w:rsidR="00E81036" w:rsidRPr="00390DA8">
        <w:t>,</w:t>
      </w:r>
    </w:p>
    <w:bookmarkEnd w:id="30"/>
    <w:p w14:paraId="000FE20C" w14:textId="05FF923C" w:rsidR="00E81036" w:rsidRDefault="00E81036" w:rsidP="00D86756">
      <w:pPr>
        <w:pStyle w:val="TIRtiret"/>
        <w:keepNext/>
      </w:pPr>
      <w:r w:rsidRPr="001E6A09">
        <w:t>–</w:t>
      </w:r>
      <w:r w:rsidRPr="00390DA8">
        <w:tab/>
      </w:r>
      <w:r>
        <w:t xml:space="preserve">pkt </w:t>
      </w:r>
      <w:r w:rsidR="00650225">
        <w:t>8 </w:t>
      </w:r>
      <w:r>
        <w:t>otrzymuje brzmienie:</w:t>
      </w:r>
    </w:p>
    <w:p w14:paraId="7C5F93B0" w14:textId="6452F10B" w:rsidR="00E81036" w:rsidRPr="00390DA8" w:rsidRDefault="00D86756" w:rsidP="00E81036">
      <w:pPr>
        <w:pStyle w:val="ZTIRPKTzmpkttiret"/>
      </w:pPr>
      <w:r>
        <w:t>„</w:t>
      </w:r>
      <w:r w:rsidR="00E81036" w:rsidRPr="005B11A6">
        <w:t>8)</w:t>
      </w:r>
      <w:r w:rsidR="00E81036">
        <w:tab/>
      </w:r>
      <w:r w:rsidR="00E81036" w:rsidRPr="005B11A6">
        <w:t>numer, specjalność</w:t>
      </w:r>
      <w:r w:rsidR="00650225" w:rsidRPr="005B11A6">
        <w:t xml:space="preserve"> i</w:t>
      </w:r>
      <w:r w:rsidR="00650225">
        <w:t> </w:t>
      </w:r>
      <w:r w:rsidR="00E81036" w:rsidRPr="005B11A6">
        <w:t>zakres uprawnień budowlanych</w:t>
      </w:r>
      <w:r w:rsidR="00E81036">
        <w:t xml:space="preserve"> </w:t>
      </w:r>
      <w:r w:rsidR="009B6719" w:rsidRPr="00EE78CA">
        <w:t xml:space="preserve">– </w:t>
      </w:r>
      <w:r w:rsidR="00650225">
        <w:t>w </w:t>
      </w:r>
      <w:r w:rsidR="00E81036">
        <w:t>centralnym rejestrze osób posiadających uprawnienia budowlane;</w:t>
      </w:r>
      <w:r>
        <w:t>”</w:t>
      </w:r>
      <w:r w:rsidR="00E81036" w:rsidRPr="00390DA8">
        <w:t>,</w:t>
      </w:r>
    </w:p>
    <w:p w14:paraId="79B1C304" w14:textId="7804AEE4" w:rsidR="00E81036" w:rsidRDefault="00E81036" w:rsidP="00D86756">
      <w:pPr>
        <w:pStyle w:val="TIRtiret"/>
        <w:keepNext/>
      </w:pPr>
      <w:r w:rsidRPr="001E6A09">
        <w:t>–</w:t>
      </w:r>
      <w:r>
        <w:tab/>
        <w:t>dodaje się</w:t>
      </w:r>
      <w:r w:rsidR="00CE7733">
        <w:t xml:space="preserve"> pkt </w:t>
      </w:r>
      <w:r>
        <w:t>8a</w:t>
      </w:r>
      <w:r w:rsidR="00650225">
        <w:t xml:space="preserve"> w </w:t>
      </w:r>
      <w:r>
        <w:t>brzmieniu:</w:t>
      </w:r>
    </w:p>
    <w:p w14:paraId="339376A7" w14:textId="63CA0945" w:rsidR="00E81036" w:rsidRPr="00057A5D" w:rsidRDefault="00D86756" w:rsidP="00E81036">
      <w:pPr>
        <w:pStyle w:val="ZTIRPKTzmpkttiret"/>
      </w:pPr>
      <w:r>
        <w:t>„</w:t>
      </w:r>
      <w:r w:rsidR="00E81036" w:rsidRPr="00FD0198">
        <w:t>8</w:t>
      </w:r>
      <w:r w:rsidR="00E81036">
        <w:t>a</w:t>
      </w:r>
      <w:r w:rsidR="00E81036" w:rsidRPr="00FD0198">
        <w:t>)</w:t>
      </w:r>
      <w:r w:rsidR="00E81036" w:rsidRPr="00FD0198">
        <w:tab/>
        <w:t>nume</w:t>
      </w:r>
      <w:r w:rsidR="00E81036">
        <w:t>r</w:t>
      </w:r>
      <w:r w:rsidR="00E81036" w:rsidRPr="00FD0198">
        <w:t xml:space="preserve"> uprawnień budowlanych</w:t>
      </w:r>
      <w:r w:rsidR="00E81036">
        <w:t xml:space="preserve"> </w:t>
      </w:r>
      <w:r w:rsidR="009B6719" w:rsidRPr="00EE78CA">
        <w:t xml:space="preserve">– </w:t>
      </w:r>
      <w:r w:rsidR="00650225" w:rsidRPr="00FD0198">
        <w:t>w</w:t>
      </w:r>
      <w:r w:rsidR="00650225">
        <w:t> </w:t>
      </w:r>
      <w:r w:rsidR="00E81036">
        <w:t xml:space="preserve">centralnym </w:t>
      </w:r>
      <w:r w:rsidR="00E81036" w:rsidRPr="00FD0198">
        <w:t>rejestrze ukaranych</w:t>
      </w:r>
      <w:r w:rsidR="00650225" w:rsidRPr="00FD0198">
        <w:t xml:space="preserve"> z</w:t>
      </w:r>
      <w:r w:rsidR="00650225">
        <w:t> </w:t>
      </w:r>
      <w:r w:rsidR="00E81036" w:rsidRPr="00FD0198">
        <w:t>tytułu odpowiedzialności zawodowej</w:t>
      </w:r>
      <w:r w:rsidR="00650225" w:rsidRPr="00FD0198">
        <w:t xml:space="preserve"> w</w:t>
      </w:r>
      <w:r w:rsidR="00650225">
        <w:t> </w:t>
      </w:r>
      <w:r w:rsidR="00E81036" w:rsidRPr="00FD0198">
        <w:t>budownictwie;</w:t>
      </w:r>
      <w:r w:rsidR="00057A5D" w:rsidRPr="00057A5D">
        <w:t>”,</w:t>
      </w:r>
    </w:p>
    <w:p w14:paraId="3B3BA46F" w14:textId="1B0B89BF" w:rsidR="00E81036" w:rsidRDefault="00E81036" w:rsidP="00D86756">
      <w:pPr>
        <w:pStyle w:val="TIRtiret"/>
        <w:keepNext/>
      </w:pPr>
      <w:r w:rsidRPr="001E6A09">
        <w:lastRenderedPageBreak/>
        <w:t>–</w:t>
      </w:r>
      <w:r>
        <w:tab/>
        <w:t xml:space="preserve">pkt </w:t>
      </w:r>
      <w:r w:rsidR="00650225">
        <w:t>9 </w:t>
      </w:r>
      <w:r>
        <w:t>otrzymuje brzmienie:</w:t>
      </w:r>
    </w:p>
    <w:p w14:paraId="7A1FFFE7" w14:textId="08DD4CA5" w:rsidR="00E81036" w:rsidRPr="002E6690" w:rsidRDefault="00D86756" w:rsidP="00E81036">
      <w:pPr>
        <w:pStyle w:val="ZTIRPKTzmpkttiret"/>
      </w:pPr>
      <w:r>
        <w:t>„</w:t>
      </w:r>
      <w:r w:rsidR="00E81036">
        <w:t>9)</w:t>
      </w:r>
      <w:r w:rsidR="00E81036">
        <w:tab/>
      </w:r>
      <w:bookmarkStart w:id="31" w:name="_Hlk45607180"/>
      <w:r w:rsidR="00E81036" w:rsidRPr="002E6690">
        <w:t>informację</w:t>
      </w:r>
      <w:r w:rsidR="00650225" w:rsidRPr="002E6690">
        <w:t xml:space="preserve"> o</w:t>
      </w:r>
      <w:r w:rsidR="00650225">
        <w:t> </w:t>
      </w:r>
      <w:r w:rsidR="00E81036" w:rsidRPr="002E6690">
        <w:t>przynależności do właściwej okręgowej izby samorządu zawodowego</w:t>
      </w:r>
      <w:r w:rsidR="00E81036">
        <w:t>,</w:t>
      </w:r>
      <w:r w:rsidR="00650225">
        <w:t xml:space="preserve"> w </w:t>
      </w:r>
      <w:r w:rsidR="00E81036">
        <w:t>tym informację</w:t>
      </w:r>
      <w:r w:rsidR="00650225">
        <w:t xml:space="preserve"> o </w:t>
      </w:r>
      <w:r w:rsidR="00E81036">
        <w:t>zawieszeniu</w:t>
      </w:r>
      <w:r w:rsidR="00650225">
        <w:t xml:space="preserve"> </w:t>
      </w:r>
      <w:r w:rsidR="00650225" w:rsidRPr="002E6690">
        <w:t>w</w:t>
      </w:r>
      <w:r w:rsidR="00650225">
        <w:t> </w:t>
      </w:r>
      <w:r w:rsidR="00E81036" w:rsidRPr="002E6690">
        <w:t>prawach członka</w:t>
      </w:r>
      <w:bookmarkEnd w:id="31"/>
      <w:r w:rsidR="00E81036" w:rsidRPr="002E6690">
        <w:t>;</w:t>
      </w:r>
      <w:r>
        <w:t>”</w:t>
      </w:r>
      <w:r w:rsidR="00E81036">
        <w:t>,</w:t>
      </w:r>
    </w:p>
    <w:p w14:paraId="38A928FF" w14:textId="38785824" w:rsidR="00E81036" w:rsidRPr="00390DA8" w:rsidRDefault="00E81036" w:rsidP="00D86756">
      <w:pPr>
        <w:pStyle w:val="TIRtiret"/>
        <w:keepNext/>
      </w:pPr>
      <w:r w:rsidRPr="001E6A09">
        <w:t>–</w:t>
      </w:r>
      <w:r>
        <w:tab/>
      </w:r>
      <w:r w:rsidRPr="00390DA8">
        <w:t>pkt 1</w:t>
      </w:r>
      <w:r w:rsidR="00650225" w:rsidRPr="00390DA8">
        <w:t>1</w:t>
      </w:r>
      <w:r w:rsidR="00650225">
        <w:t> </w:t>
      </w:r>
      <w:r w:rsidRPr="00390DA8">
        <w:t>otrzymuje brzmienie:</w:t>
      </w:r>
    </w:p>
    <w:p w14:paraId="4C967DA7" w14:textId="11CF04B0" w:rsidR="00E81036" w:rsidRPr="00390DA8" w:rsidRDefault="00D86756" w:rsidP="00E81036">
      <w:pPr>
        <w:pStyle w:val="ZTIRPKTzmpkttiret"/>
      </w:pPr>
      <w:r>
        <w:t>„</w:t>
      </w:r>
      <w:r w:rsidR="00E81036" w:rsidRPr="00390DA8">
        <w:t>11)</w:t>
      </w:r>
      <w:r w:rsidR="00E81036" w:rsidRPr="00390DA8">
        <w:tab/>
      </w:r>
      <w:bookmarkStart w:id="32" w:name="_Hlk45607197"/>
      <w:r w:rsidR="00E81036" w:rsidRPr="00390DA8">
        <w:t>dane identyfikujące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budownictwie </w:t>
      </w:r>
      <w:r w:rsidR="00CE794F" w:rsidRPr="00EE78CA">
        <w:t xml:space="preserve">– </w:t>
      </w:r>
      <w:r w:rsidR="00650225" w:rsidRPr="00390DA8">
        <w:t>w</w:t>
      </w:r>
      <w:r w:rsidR="00650225">
        <w:t> </w:t>
      </w:r>
      <w:r w:rsidR="00E81036">
        <w:t xml:space="preserve">centralnym </w:t>
      </w:r>
      <w:r w:rsidR="00E81036" w:rsidRPr="00390DA8">
        <w:t>rejestrze 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budownictwie;</w:t>
      </w:r>
      <w:bookmarkEnd w:id="32"/>
      <w:r>
        <w:t>”</w:t>
      </w:r>
      <w:r w:rsidR="00E81036" w:rsidRPr="00390DA8">
        <w:t>,</w:t>
      </w:r>
    </w:p>
    <w:p w14:paraId="445F404A" w14:textId="7C2B7371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uchyla się</w:t>
      </w:r>
      <w:r w:rsidR="00CE7733">
        <w:t xml:space="preserve"> pkt </w:t>
      </w:r>
      <w:r w:rsidRPr="00390DA8">
        <w:t>12,</w:t>
      </w:r>
    </w:p>
    <w:p w14:paraId="153241CF" w14:textId="05BB6326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Pr="00390DA8">
        <w:t>1</w:t>
      </w:r>
      <w:r w:rsidR="00650225" w:rsidRPr="00390DA8">
        <w:t>4</w:t>
      </w:r>
      <w:r w:rsidR="00650225">
        <w:t> </w:t>
      </w:r>
      <w:r w:rsidRPr="00390DA8">
        <w:t>kropkę zastępuje się średnikiem</w:t>
      </w:r>
      <w:r w:rsidR="00650225" w:rsidRPr="00390DA8">
        <w:t xml:space="preserve"> i</w:t>
      </w:r>
      <w:r w:rsidR="00650225">
        <w:t> </w:t>
      </w:r>
      <w:r w:rsidRPr="00390DA8">
        <w:t>dodaje się</w:t>
      </w:r>
      <w:r w:rsidR="00CE7733">
        <w:t xml:space="preserve"> pkt </w:t>
      </w:r>
      <w:r w:rsidRPr="00390DA8">
        <w:t>1</w:t>
      </w:r>
      <w:r w:rsidR="00CE7733" w:rsidRPr="00390DA8">
        <w:t>5</w:t>
      </w:r>
      <w:r w:rsidR="00CE7733">
        <w:t xml:space="preserve"> w </w:t>
      </w:r>
      <w:r w:rsidRPr="00390DA8">
        <w:t>brzmieniu:</w:t>
      </w:r>
    </w:p>
    <w:p w14:paraId="44135D65" w14:textId="4A23A832" w:rsidR="00E81036" w:rsidRPr="00390DA8" w:rsidRDefault="00057A5D" w:rsidP="00E81036">
      <w:pPr>
        <w:pStyle w:val="ZTIRPKTzmpkttiret"/>
      </w:pPr>
      <w:bookmarkStart w:id="33" w:name="_Hlk45607227"/>
      <w:r>
        <w:t>15)</w:t>
      </w:r>
      <w:r>
        <w:tab/>
      </w:r>
      <w:r w:rsidR="00E81036" w:rsidRPr="009110F1">
        <w:t>adres do korespondencji, numer telefonu, adres poczty elektronicznej</w:t>
      </w:r>
      <w:r w:rsidR="00E81036">
        <w:t xml:space="preserve"> </w:t>
      </w:r>
      <w:r w:rsidR="00CE794F" w:rsidRPr="00EE78CA">
        <w:t xml:space="preserve">– </w:t>
      </w:r>
      <w:r w:rsidR="00650225" w:rsidRPr="008D7A50">
        <w:t>w</w:t>
      </w:r>
      <w:r w:rsidR="00650225">
        <w:t> </w:t>
      </w:r>
      <w:r w:rsidR="00E81036">
        <w:t xml:space="preserve">centralnym </w:t>
      </w:r>
      <w:r w:rsidR="00E81036" w:rsidRPr="008D7A50">
        <w:t>rejestrze osób posiadających uprawnienia budowlan</w:t>
      </w:r>
      <w:r w:rsidR="00E81036">
        <w:t>e.</w:t>
      </w:r>
      <w:bookmarkEnd w:id="33"/>
      <w:r w:rsidRPr="00057A5D">
        <w:t>”,</w:t>
      </w:r>
    </w:p>
    <w:p w14:paraId="35F2B233" w14:textId="376C4CE0" w:rsidR="00E81036" w:rsidRPr="00390DA8" w:rsidRDefault="00E81036" w:rsidP="00E81036">
      <w:pPr>
        <w:pStyle w:val="LITlitera"/>
      </w:pPr>
      <w:r w:rsidRPr="00390DA8">
        <w:t>c)</w:t>
      </w:r>
      <w:r w:rsidRPr="00390DA8">
        <w:tab/>
        <w:t>uchyla się</w:t>
      </w:r>
      <w:r w:rsidR="00CE7733">
        <w:t xml:space="preserve"> ust. </w:t>
      </w:r>
      <w:r w:rsidRPr="00390DA8">
        <w:t>3,</w:t>
      </w:r>
    </w:p>
    <w:p w14:paraId="3AAB2572" w14:textId="06F848B2" w:rsidR="00E81036" w:rsidRPr="00390DA8" w:rsidRDefault="00E81036" w:rsidP="00D86756">
      <w:pPr>
        <w:pStyle w:val="LITlitera"/>
        <w:keepNext/>
      </w:pPr>
      <w:r w:rsidRPr="00390DA8">
        <w:t>d)</w:t>
      </w:r>
      <w:r w:rsidRPr="00390DA8">
        <w:tab/>
        <w:t>w</w:t>
      </w:r>
      <w:r w:rsidR="00CE7733">
        <w:t xml:space="preserve"> ust. </w:t>
      </w:r>
      <w:r w:rsidRPr="00390DA8">
        <w:t>4:</w:t>
      </w:r>
    </w:p>
    <w:p w14:paraId="52C854DD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wprowadzenie do wyliczenia otrzymuje brzmienie:</w:t>
      </w:r>
    </w:p>
    <w:p w14:paraId="6A6C82F1" w14:textId="696B41BC" w:rsidR="00E81036" w:rsidRPr="00390DA8" w:rsidRDefault="00D86756" w:rsidP="00E81036">
      <w:pPr>
        <w:pStyle w:val="ZTIRUSTzmusttiret"/>
      </w:pPr>
      <w:r>
        <w:t>„</w:t>
      </w:r>
      <w:bookmarkStart w:id="34" w:name="_Hlk45607262"/>
      <w:r w:rsidR="00E81036" w:rsidRPr="00390DA8">
        <w:t>Zakres danych identyfikujących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obejmuje następujące dane:</w:t>
      </w:r>
      <w:bookmarkEnd w:id="34"/>
      <w:r>
        <w:t>”</w:t>
      </w:r>
      <w:r w:rsidR="00E81036" w:rsidRPr="00390DA8">
        <w:t>,</w:t>
      </w:r>
    </w:p>
    <w:p w14:paraId="5FE83D87" w14:textId="32DF3FA5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="00650225">
        <w:t>2 </w:t>
      </w:r>
      <w:r w:rsidRPr="00390DA8">
        <w:t xml:space="preserve">wyrazy </w:t>
      </w:r>
      <w:r w:rsidR="00D86756">
        <w:t>„</w:t>
      </w:r>
      <w:r w:rsidRPr="00390DA8">
        <w:t>o nałożeniu kary</w:t>
      </w:r>
      <w:r w:rsidR="00D86756">
        <w:t>”</w:t>
      </w:r>
      <w:r w:rsidRPr="00390DA8">
        <w:t xml:space="preserve"> zastępuje się wyrazami </w:t>
      </w:r>
      <w:r w:rsidR="00D86756">
        <w:t>„</w:t>
      </w:r>
      <w:bookmarkStart w:id="35" w:name="_Hlk45607301"/>
      <w:r w:rsidRPr="00390DA8">
        <w:t>o ukaraniu</w:t>
      </w:r>
      <w:r w:rsidR="00650225" w:rsidRPr="00390DA8">
        <w:t xml:space="preserve"> z</w:t>
      </w:r>
      <w:r w:rsidR="00650225">
        <w:t> </w:t>
      </w:r>
      <w:r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Pr="00390DA8">
        <w:t>budownictwie</w:t>
      </w:r>
      <w:bookmarkEnd w:id="35"/>
      <w:r w:rsidR="00D86756">
        <w:t>”</w:t>
      </w:r>
      <w:r w:rsidRPr="00390DA8">
        <w:t>,</w:t>
      </w:r>
    </w:p>
    <w:p w14:paraId="6B8D460C" w14:textId="2991FC3B" w:rsidR="00E81036" w:rsidRPr="00390DA8" w:rsidRDefault="00E81036" w:rsidP="00D86756">
      <w:pPr>
        <w:pStyle w:val="LITlitera"/>
        <w:keepNext/>
      </w:pPr>
      <w:r>
        <w:t>e</w:t>
      </w:r>
      <w:r w:rsidRPr="00390DA8">
        <w:t>)</w:t>
      </w:r>
      <w:r w:rsidRPr="00390DA8">
        <w:tab/>
        <w:t>po</w:t>
      </w:r>
      <w:r w:rsidR="00CE7733">
        <w:t xml:space="preserve"> ust. </w:t>
      </w:r>
      <w:r w:rsidR="00650225" w:rsidRPr="00390DA8">
        <w:t>5</w:t>
      </w:r>
      <w:r w:rsidR="00650225">
        <w:t> </w:t>
      </w:r>
      <w:r w:rsidRPr="00390DA8">
        <w:t>dodaje się</w:t>
      </w:r>
      <w:r w:rsidR="00CE7733">
        <w:t xml:space="preserve"> ust. </w:t>
      </w:r>
      <w:r w:rsidRPr="00390DA8">
        <w:t>5a</w:t>
      </w:r>
      <w:r w:rsidR="00CE794F" w:rsidRPr="00EE78CA">
        <w:t>–</w:t>
      </w:r>
      <w:r w:rsidR="006C7345" w:rsidRPr="00D9608F">
        <w:t>5</w:t>
      </w:r>
      <w:r w:rsidR="004A4B78" w:rsidRPr="00D9608F">
        <w:t>e</w:t>
      </w:r>
      <w:r w:rsidR="006C7345" w:rsidRPr="00D9608F">
        <w:t xml:space="preserve"> </w:t>
      </w:r>
      <w:r w:rsidR="00650225" w:rsidRPr="00390DA8">
        <w:t>w</w:t>
      </w:r>
      <w:r w:rsidR="00650225">
        <w:t> </w:t>
      </w:r>
      <w:r w:rsidRPr="00390DA8">
        <w:t>brzmieniu:</w:t>
      </w:r>
    </w:p>
    <w:p w14:paraId="25C52AAE" w14:textId="48C0FEAA" w:rsidR="00E81036" w:rsidRDefault="00D86756" w:rsidP="00D86756">
      <w:pPr>
        <w:pStyle w:val="ZLITUSTzmustliter"/>
        <w:keepNext/>
      </w:pPr>
      <w:r>
        <w:t>„</w:t>
      </w:r>
      <w:bookmarkStart w:id="36" w:name="_Hlk45607363"/>
      <w:r w:rsidR="00E81036" w:rsidRPr="00390DA8">
        <w:t>5a. Dane</w:t>
      </w:r>
      <w:r w:rsidR="00650225">
        <w:t xml:space="preserve"> w </w:t>
      </w:r>
      <w:r w:rsidR="00E81036">
        <w:t>centralnym rejestrze osób p</w:t>
      </w:r>
      <w:r w:rsidR="00057A5D">
        <w:t>osiadających uprawnienia budowla</w:t>
      </w:r>
      <w:r w:rsidR="00E81036">
        <w:t>ne</w:t>
      </w:r>
      <w:r w:rsidR="00E81036" w:rsidRPr="00390DA8">
        <w:t>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ust. </w:t>
      </w:r>
      <w:r w:rsidR="00650225" w:rsidRPr="00390DA8">
        <w:t>2</w:t>
      </w:r>
      <w:r w:rsidR="00650225">
        <w:t> </w:t>
      </w:r>
      <w:r w:rsidR="00E81036">
        <w:t>w:</w:t>
      </w:r>
    </w:p>
    <w:p w14:paraId="1803137B" w14:textId="0FF00BAE" w:rsidR="00E81036" w:rsidRDefault="00E81036" w:rsidP="00E81036">
      <w:pPr>
        <w:pStyle w:val="ZLITPKTzmpktliter"/>
      </w:pPr>
      <w:r>
        <w:t>1)</w:t>
      </w:r>
      <w:r>
        <w:tab/>
      </w:r>
      <w:r w:rsidRPr="00390DA8">
        <w:t>pkt 1,</w:t>
      </w:r>
    </w:p>
    <w:p w14:paraId="490F06FC" w14:textId="3838BEB3" w:rsidR="00E81036" w:rsidRDefault="00E81036" w:rsidP="00E81036">
      <w:pPr>
        <w:pStyle w:val="ZLITPKTzmpktliter"/>
      </w:pPr>
      <w:r>
        <w:t>2)</w:t>
      </w:r>
      <w:r>
        <w:tab/>
        <w:t xml:space="preserve">pkt </w:t>
      </w:r>
      <w:r w:rsidR="00CE7733">
        <w:t>2 w </w:t>
      </w:r>
      <w:r w:rsidRPr="00D17A20">
        <w:t>zakresie województwa</w:t>
      </w:r>
      <w:r>
        <w:t>,</w:t>
      </w:r>
    </w:p>
    <w:p w14:paraId="608BDF51" w14:textId="52FDB74F" w:rsidR="00E81036" w:rsidRDefault="00E81036" w:rsidP="00E81036">
      <w:pPr>
        <w:pStyle w:val="ZLITPKTzmpktliter"/>
      </w:pPr>
      <w:r>
        <w:t>3)</w:t>
      </w:r>
      <w:r>
        <w:tab/>
        <w:t>pkt</w:t>
      </w:r>
      <w:r w:rsidRPr="006A1328">
        <w:t xml:space="preserve"> </w:t>
      </w:r>
      <w:r w:rsidR="00CE7733" w:rsidRPr="006A1328">
        <w:t>4</w:t>
      </w:r>
      <w:r w:rsidR="00CE7733">
        <w:t xml:space="preserve"> w </w:t>
      </w:r>
      <w:r w:rsidRPr="006A1328">
        <w:t>zakresie tytułu zawodowego</w:t>
      </w:r>
      <w:r w:rsidR="00650225">
        <w:t xml:space="preserve"> i </w:t>
      </w:r>
      <w:r>
        <w:t>stopnia lub tytułu naukowego,</w:t>
      </w:r>
    </w:p>
    <w:p w14:paraId="7103043C" w14:textId="1420DF7B" w:rsidR="00E81036" w:rsidRDefault="00E81036" w:rsidP="00E81036">
      <w:pPr>
        <w:pStyle w:val="ZLITPKTzmpktliter"/>
      </w:pPr>
      <w:r>
        <w:t>4)</w:t>
      </w:r>
      <w:r>
        <w:tab/>
        <w:t>pkt</w:t>
      </w:r>
      <w:r w:rsidRPr="00390DA8">
        <w:t xml:space="preserve"> </w:t>
      </w:r>
      <w:r w:rsidR="00CE7733" w:rsidRPr="00390DA8">
        <w:t>5</w:t>
      </w:r>
      <w:r w:rsidR="00CE7733">
        <w:t xml:space="preserve"> w </w:t>
      </w:r>
      <w:r w:rsidRPr="00390DA8">
        <w:t>zakresie numeru decyzji,</w:t>
      </w:r>
    </w:p>
    <w:p w14:paraId="1BC65B86" w14:textId="2E6E7731" w:rsidR="00E81036" w:rsidRDefault="00E81036" w:rsidP="00D86756">
      <w:pPr>
        <w:pStyle w:val="ZLITPKTzmpktliter"/>
        <w:keepNext/>
      </w:pPr>
      <w:r>
        <w:t>5)</w:t>
      </w:r>
      <w:r>
        <w:tab/>
        <w:t xml:space="preserve">pkt </w:t>
      </w:r>
      <w:r w:rsidRPr="00390DA8">
        <w:t xml:space="preserve">8, </w:t>
      </w:r>
      <w:r w:rsidR="00CE7733" w:rsidRPr="00390DA8">
        <w:t>9</w:t>
      </w:r>
      <w:r w:rsidR="00CE7733">
        <w:t xml:space="preserve"> i </w:t>
      </w:r>
      <w:r w:rsidRPr="00390DA8">
        <w:t>15</w:t>
      </w:r>
    </w:p>
    <w:p w14:paraId="23B1E28C" w14:textId="77777777" w:rsidR="00E81036" w:rsidRPr="00390DA8" w:rsidRDefault="00E81036" w:rsidP="00E81036">
      <w:pPr>
        <w:pStyle w:val="ZLITCZWSPPKTzmczciwsppktliter"/>
      </w:pPr>
      <w:r w:rsidRPr="001E6A09">
        <w:t>–</w:t>
      </w:r>
      <w:r w:rsidRPr="00390DA8">
        <w:t xml:space="preserve"> są publikowane na stronie podmiotowej Biuletynu Informacji Publicznej urzędu obsługującego Głównego Inspektora Nadzoru Budowlanego.</w:t>
      </w:r>
    </w:p>
    <w:p w14:paraId="7A4CD78B" w14:textId="068E4096" w:rsidR="00E81036" w:rsidRPr="00390DA8" w:rsidRDefault="00E81036" w:rsidP="00D86756">
      <w:pPr>
        <w:pStyle w:val="ZLITUSTzmustliter"/>
        <w:keepNext/>
      </w:pPr>
      <w:r w:rsidRPr="00390DA8">
        <w:lastRenderedPageBreak/>
        <w:t>5b.</w:t>
      </w:r>
      <w:r>
        <w:t xml:space="preserve"> </w:t>
      </w:r>
      <w:r w:rsidRPr="00390DA8">
        <w:t>Dane</w:t>
      </w:r>
      <w:r w:rsidR="00650225" w:rsidRPr="00AA7FED">
        <w:t xml:space="preserve"> </w:t>
      </w:r>
      <w:r w:rsidR="00650225">
        <w:t>w </w:t>
      </w:r>
      <w:r>
        <w:t xml:space="preserve">centralnym </w:t>
      </w:r>
      <w:r w:rsidRPr="00AA7FED">
        <w:t>rejest</w:t>
      </w:r>
      <w:r>
        <w:t>rze</w:t>
      </w:r>
      <w:r w:rsidRPr="00AA7FED">
        <w:t xml:space="preserve"> osób posiadających uprawnienia</w:t>
      </w:r>
      <w:r>
        <w:t xml:space="preserve"> budowlane</w:t>
      </w:r>
      <w:r w:rsidRPr="00390DA8">
        <w:t>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="00CE7733" w:rsidRPr="00D57818">
        <w:t>2</w:t>
      </w:r>
      <w:r w:rsidR="00CE7733">
        <w:t xml:space="preserve"> pkt </w:t>
      </w:r>
      <w:r w:rsidR="00D57818" w:rsidRPr="00D57818">
        <w:t>15</w:t>
      </w:r>
      <w:r w:rsidR="00D57818">
        <w:t>,</w:t>
      </w:r>
      <w:r w:rsidR="00D57818" w:rsidRPr="00D57818">
        <w:t xml:space="preserve"> są publikowane w sposób, o którym mowa</w:t>
      </w:r>
      <w:r w:rsidR="00CE7733" w:rsidRPr="00D57818">
        <w:t xml:space="preserve"> w</w:t>
      </w:r>
      <w:r w:rsidR="00CE7733">
        <w:t> ust. </w:t>
      </w:r>
      <w:r w:rsidR="00D57818" w:rsidRPr="00D57818">
        <w:t>5a, wyłącznie za uprzednią zgodą osoby, której dotyczą, wyrażoną w postaci papierowej albo</w:t>
      </w:r>
      <w:r w:rsidR="00CE7733" w:rsidRPr="00D57818">
        <w:t xml:space="preserve"> w</w:t>
      </w:r>
      <w:r w:rsidR="00CE7733">
        <w:t> </w:t>
      </w:r>
      <w:r w:rsidR="00D57818" w:rsidRPr="00D57818">
        <w:t>postaci dokumentu elektronicznego.</w:t>
      </w:r>
    </w:p>
    <w:p w14:paraId="189B6C58" w14:textId="5559931A" w:rsidR="00D9608F" w:rsidRDefault="00D9608F" w:rsidP="00E81036">
      <w:pPr>
        <w:pStyle w:val="ZLITUSTzmustliter"/>
      </w:pPr>
      <w:r w:rsidRPr="00D9608F">
        <w:t>5</w:t>
      </w:r>
      <w:r>
        <w:t>c</w:t>
      </w:r>
      <w:r w:rsidRPr="00D9608F">
        <w:t>. W systemie e</w:t>
      </w:r>
      <w:r w:rsidRPr="00D9608F">
        <w:softHyphen/>
      </w:r>
      <w:r w:rsidRPr="00D9608F">
        <w:noBreakHyphen/>
        <w:t>CRUB gromadzone są kopie uprawnień budowlanych oraz kopie decyzji o ukaraniu z tytułu odpowiedzialności zawodowej w budownictwie.</w:t>
      </w:r>
    </w:p>
    <w:p w14:paraId="4C36846A" w14:textId="40A73611" w:rsidR="00140B46" w:rsidRDefault="00E81036" w:rsidP="00E81036">
      <w:pPr>
        <w:pStyle w:val="ZLITUSTzmustliter"/>
      </w:pPr>
      <w:r>
        <w:t>5</w:t>
      </w:r>
      <w:r w:rsidR="00D9608F">
        <w:t>d</w:t>
      </w:r>
      <w:r>
        <w:t>. Główny Inspektor Nadzoru Budowlanego zapewnia dostęp do systemu</w:t>
      </w:r>
      <w:r w:rsidRPr="00502610">
        <w:t xml:space="preserve"> </w:t>
      </w:r>
      <w:r w:rsidR="00A51283">
        <w:t>e</w:t>
      </w:r>
      <w:r w:rsidR="00CE7733">
        <w:softHyphen/>
      </w:r>
      <w:r w:rsidR="00CE7733">
        <w:noBreakHyphen/>
      </w:r>
      <w:r w:rsidR="00A51283">
        <w:t>CRUB</w:t>
      </w:r>
      <w:r w:rsidR="00140B46">
        <w:t>:</w:t>
      </w:r>
    </w:p>
    <w:p w14:paraId="1F4D7BEB" w14:textId="5FD841B9" w:rsidR="00140B46" w:rsidRDefault="00140B46" w:rsidP="00140B46">
      <w:pPr>
        <w:pStyle w:val="ZLITPKTzmpktliter"/>
      </w:pPr>
      <w:r>
        <w:t>1)</w:t>
      </w:r>
      <w:r>
        <w:tab/>
      </w:r>
      <w:r w:rsidR="00E81036">
        <w:t>organom administracji architektoniczno</w:t>
      </w:r>
      <w:r w:rsidR="00CA7B6D">
        <w:softHyphen/>
      </w:r>
      <w:r w:rsidR="00CE7733">
        <w:softHyphen/>
      </w:r>
      <w:r w:rsidR="00CE7733">
        <w:noBreakHyphen/>
      </w:r>
      <w:r w:rsidR="00E81036">
        <w:t>budowlanej oraz organom nadzoru budowlanego</w:t>
      </w:r>
      <w:r>
        <w:t>;</w:t>
      </w:r>
    </w:p>
    <w:p w14:paraId="4E7F3F14" w14:textId="4E4F12FE" w:rsidR="00E81036" w:rsidRDefault="00140B46" w:rsidP="00022976">
      <w:pPr>
        <w:pStyle w:val="ZLITPKTzmpktliter"/>
      </w:pPr>
      <w:r>
        <w:t>2)</w:t>
      </w:r>
      <w:r>
        <w:tab/>
        <w:t>organom izb samorządu zawodowego</w:t>
      </w:r>
      <w:r w:rsidR="00E81036">
        <w:t>.</w:t>
      </w:r>
      <w:bookmarkEnd w:id="36"/>
    </w:p>
    <w:p w14:paraId="02A3B777" w14:textId="4C61DFD5" w:rsidR="00E81036" w:rsidRPr="00D9608F" w:rsidRDefault="00E81036" w:rsidP="00D9608F">
      <w:pPr>
        <w:pStyle w:val="ZLITUSTzmustliter"/>
      </w:pPr>
      <w:r>
        <w:t>5</w:t>
      </w:r>
      <w:r w:rsidR="00D9608F">
        <w:t>e</w:t>
      </w:r>
      <w:r>
        <w:t>.</w:t>
      </w:r>
      <w:r w:rsidRPr="00962C38">
        <w:t xml:space="preserve"> Administratorem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>
        <w:t xml:space="preserve"> </w:t>
      </w:r>
      <w:r w:rsidRPr="00962C38">
        <w:t xml:space="preserve">jest </w:t>
      </w:r>
      <w:r>
        <w:t>Główny Inspektor Nadzoru Budowlanego.</w:t>
      </w:r>
      <w:r w:rsidR="00D86756" w:rsidRPr="00D9608F">
        <w:t>”</w:t>
      </w:r>
      <w:r w:rsidRPr="00D9608F">
        <w:t>;</w:t>
      </w:r>
    </w:p>
    <w:p w14:paraId="5DC1F17F" w14:textId="129CB3B9" w:rsidR="00E81036" w:rsidRPr="00390DA8" w:rsidRDefault="00E81036" w:rsidP="00D86756">
      <w:pPr>
        <w:pStyle w:val="LITlitera"/>
        <w:keepNext/>
      </w:pPr>
      <w:r>
        <w:t>f</w:t>
      </w:r>
      <w:r w:rsidRPr="00390DA8">
        <w:t>)</w:t>
      </w:r>
      <w:r w:rsidRPr="00390DA8">
        <w:tab/>
        <w:t xml:space="preserve">ust. </w:t>
      </w:r>
      <w:r w:rsidR="00650225" w:rsidRPr="00390DA8">
        <w:t>6</w:t>
      </w:r>
      <w:r w:rsidR="00650225">
        <w:t> </w:t>
      </w:r>
      <w:r w:rsidRPr="00390DA8">
        <w:t>otrzymuje brzmienie:</w:t>
      </w:r>
    </w:p>
    <w:p w14:paraId="745A87DA" w14:textId="47773898" w:rsidR="00E81036" w:rsidRPr="00390DA8" w:rsidRDefault="00D86756" w:rsidP="00D86756">
      <w:pPr>
        <w:pStyle w:val="ZLITUSTzmustliter"/>
        <w:keepNext/>
      </w:pPr>
      <w:r>
        <w:t>„</w:t>
      </w:r>
      <w:bookmarkStart w:id="37" w:name="_Hlk45607414"/>
      <w:r w:rsidR="00E81036" w:rsidRPr="00390DA8">
        <w:t>6.</w:t>
      </w:r>
      <w:r w:rsidR="00E81036">
        <w:t xml:space="preserve"> </w:t>
      </w:r>
      <w:r w:rsidR="00E81036" w:rsidRPr="00390DA8">
        <w:t>Minister właściwy do spraw budownictwa, planowania</w:t>
      </w:r>
      <w:r w:rsidR="00650225" w:rsidRPr="00390DA8">
        <w:t xml:space="preserve"> i</w:t>
      </w:r>
      <w:r w:rsidR="00650225">
        <w:t> </w:t>
      </w:r>
      <w:r w:rsidR="00E81036" w:rsidRPr="00390DA8">
        <w:t>zagospodarowania przestrzennego oraz mieszkalnictwa określi,</w:t>
      </w:r>
      <w:r w:rsidR="00650225" w:rsidRPr="00390DA8">
        <w:t xml:space="preserve"> w</w:t>
      </w:r>
      <w:r w:rsidR="00650225">
        <w:t> </w:t>
      </w:r>
      <w:r w:rsidR="00E81036" w:rsidRPr="00390DA8">
        <w:t>drodze rozporządzenia:</w:t>
      </w:r>
    </w:p>
    <w:p w14:paraId="501AAA8F" w14:textId="25809DCA" w:rsidR="00E81036" w:rsidRPr="00390DA8" w:rsidRDefault="00D86756" w:rsidP="00E81036">
      <w:pPr>
        <w:pStyle w:val="ZLITPKTzmpktliter"/>
      </w:pPr>
      <w:r>
        <w:t>1)</w:t>
      </w:r>
      <w:r w:rsidR="00E81036" w:rsidRPr="00390DA8">
        <w:tab/>
      </w:r>
      <w:r w:rsidR="003464A4" w:rsidRPr="003464A4">
        <w:t>zbiory</w:t>
      </w:r>
      <w:r w:rsidR="00CE7733" w:rsidRPr="003464A4">
        <w:t xml:space="preserve"> i</w:t>
      </w:r>
      <w:r w:rsidR="00CE7733">
        <w:t> </w:t>
      </w:r>
      <w:r w:rsidR="003464A4" w:rsidRPr="003464A4">
        <w:t>rodzaje danych gromadzonych</w:t>
      </w:r>
      <w:r w:rsidR="00CE7733" w:rsidRPr="003464A4">
        <w:t xml:space="preserve"> w</w:t>
      </w:r>
      <w:r w:rsidR="00CE7733">
        <w:t> </w:t>
      </w:r>
      <w:r w:rsidR="003464A4" w:rsidRPr="003464A4">
        <w:t>rejestrach,</w:t>
      </w:r>
      <w:r w:rsidR="00CE7733" w:rsidRPr="003464A4">
        <w:t xml:space="preserve"> o</w:t>
      </w:r>
      <w:r w:rsidR="00CE7733">
        <w:t> </w:t>
      </w:r>
      <w:r w:rsidR="003464A4" w:rsidRPr="003464A4">
        <w:t>których mowa</w:t>
      </w:r>
      <w:r w:rsidR="00CE7733" w:rsidRPr="003464A4">
        <w:t xml:space="preserve"> w</w:t>
      </w:r>
      <w:r w:rsidR="00CE7733">
        <w:t> ust. </w:t>
      </w:r>
      <w:r w:rsidR="00CE7733" w:rsidRPr="003464A4">
        <w:t>1</w:t>
      </w:r>
      <w:r w:rsidR="00CE7733">
        <w:t xml:space="preserve"> pkt </w:t>
      </w:r>
      <w:r w:rsidR="003464A4" w:rsidRPr="003464A4">
        <w:t>3</w:t>
      </w:r>
      <w:r w:rsidR="003464A4">
        <w:t>,</w:t>
      </w:r>
    </w:p>
    <w:p w14:paraId="2A0E0D3D" w14:textId="77777777" w:rsidR="00E81036" w:rsidRPr="00390DA8" w:rsidRDefault="00E81036" w:rsidP="00E81036">
      <w:pPr>
        <w:pStyle w:val="ZLITPKTzmpktliter"/>
      </w:pPr>
      <w:r w:rsidRPr="00390DA8">
        <w:t>2)</w:t>
      </w:r>
      <w:r w:rsidRPr="00390DA8">
        <w:tab/>
        <w:t>wzory formularzy do przekazywania danych identyfikujących uprawnie</w:t>
      </w:r>
      <w:r>
        <w:t>nia</w:t>
      </w:r>
      <w:r w:rsidRPr="00390DA8">
        <w:t xml:space="preserve"> budowlan</w:t>
      </w:r>
      <w:r>
        <w:t xml:space="preserve">e </w:t>
      </w:r>
      <w:r w:rsidRPr="00390DA8">
        <w:t>oraz danych dotyczących osoby, która nabyła te uprawnienia,</w:t>
      </w:r>
    </w:p>
    <w:p w14:paraId="781E961A" w14:textId="7C227300" w:rsidR="00E81036" w:rsidRPr="00390DA8" w:rsidRDefault="00E81036" w:rsidP="00E81036">
      <w:pPr>
        <w:pStyle w:val="ZLITPKTzmpktliter"/>
      </w:pPr>
      <w:bookmarkStart w:id="38" w:name="_Hlk42242968"/>
      <w:r w:rsidRPr="00390DA8">
        <w:t>3)</w:t>
      </w:r>
      <w:r w:rsidRPr="00390DA8">
        <w:tab/>
        <w:t>wzory formularzy do przekazywania danych identyfikujących decyzję</w:t>
      </w:r>
      <w:r w:rsidR="00650225" w:rsidRPr="00390DA8">
        <w:t xml:space="preserve"> o</w:t>
      </w:r>
      <w:r w:rsidR="00650225">
        <w:t> </w:t>
      </w:r>
      <w:r w:rsidRPr="00390DA8">
        <w:t>ukaraniu</w:t>
      </w:r>
      <w:r w:rsidR="00650225" w:rsidRPr="00390DA8">
        <w:t xml:space="preserve"> z</w:t>
      </w:r>
      <w:r w:rsidR="00650225">
        <w:t> </w:t>
      </w:r>
      <w:r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Pr="00390DA8">
        <w:t>budownictwie oraz danych dotyczących osoby ukaranej,</w:t>
      </w:r>
    </w:p>
    <w:bookmarkEnd w:id="38"/>
    <w:p w14:paraId="48716572" w14:textId="3AE49A69" w:rsidR="00E81036" w:rsidRPr="00390DA8" w:rsidRDefault="00E81036" w:rsidP="00D86756">
      <w:pPr>
        <w:pStyle w:val="ZLITPKTzmpktliter"/>
        <w:keepNext/>
      </w:pPr>
      <w:r>
        <w:t>4)</w:t>
      </w:r>
      <w:r>
        <w:tab/>
        <w:t xml:space="preserve">szczegółowy </w:t>
      </w:r>
      <w:r w:rsidRPr="00390DA8">
        <w:t xml:space="preserve">sposób prowadzenia systemu </w:t>
      </w:r>
      <w:r w:rsidR="00A51283">
        <w:t>e</w:t>
      </w:r>
      <w:r w:rsidR="00CE7733">
        <w:softHyphen/>
      </w:r>
      <w:r w:rsidR="00CE7733">
        <w:noBreakHyphen/>
      </w:r>
      <w:r w:rsidR="00A51283">
        <w:t>CRUB</w:t>
      </w:r>
    </w:p>
    <w:p w14:paraId="414DA5F3" w14:textId="00B7D952" w:rsidR="00E81036" w:rsidRPr="00390DA8" w:rsidRDefault="00E81036" w:rsidP="00D86756">
      <w:pPr>
        <w:pStyle w:val="ZCZWSPLITwPKTzmczciwsplitwpktartykuempunktem"/>
      </w:pPr>
      <w:r w:rsidRPr="001E6A09">
        <w:t>–</w:t>
      </w:r>
      <w:r>
        <w:t xml:space="preserve"> mając na względzie</w:t>
      </w:r>
      <w:r w:rsidRPr="00390DA8">
        <w:t xml:space="preserve"> dane</w:t>
      </w:r>
      <w:r w:rsidR="00650225" w:rsidRPr="00390DA8">
        <w:t xml:space="preserve"> i</w:t>
      </w:r>
      <w:r w:rsidR="00650225">
        <w:t> </w:t>
      </w:r>
      <w:r w:rsidRPr="00390DA8">
        <w:t>informacje podlegające wpisowi do rejestrów oraz publikacji na stronie podmiotowej Biuletynu Informacji Publicznej</w:t>
      </w:r>
      <w:r>
        <w:t xml:space="preserve"> urzędu obsługującego Głównego Inspektora Nadzoru Budowlanego,</w:t>
      </w:r>
      <w:r w:rsidR="00650225">
        <w:t xml:space="preserve"> a </w:t>
      </w:r>
      <w:r>
        <w:t>także konieczność zapewnienia bezpieczeństwa</w:t>
      </w:r>
      <w:r w:rsidR="00650225">
        <w:t xml:space="preserve"> i </w:t>
      </w:r>
      <w:r>
        <w:t>przejrzystości gromadzonych danych</w:t>
      </w:r>
      <w:r w:rsidRPr="00390DA8">
        <w:t>.</w:t>
      </w:r>
      <w:bookmarkEnd w:id="37"/>
      <w:r w:rsidR="00D86756">
        <w:t>”</w:t>
      </w:r>
      <w:r w:rsidRPr="00390DA8">
        <w:t>;</w:t>
      </w:r>
    </w:p>
    <w:p w14:paraId="175DA7E5" w14:textId="53E169D7" w:rsidR="00F77977" w:rsidRDefault="002F60FC" w:rsidP="00E81036">
      <w:pPr>
        <w:pStyle w:val="PKTpunkt"/>
      </w:pPr>
      <w:r>
        <w:t>30</w:t>
      </w:r>
      <w:r w:rsidR="00E81036" w:rsidRPr="00390DA8">
        <w:t>)</w:t>
      </w:r>
      <w:r w:rsidR="00E81036" w:rsidRPr="00390DA8">
        <w:tab/>
      </w:r>
      <w:r w:rsidR="00F77977">
        <w:t xml:space="preserve">w art. 88b w ust. 2 wyrazy „Prezesa Rady Ministrów” zastępuje się wyrazami „ministra właściwego do spraw </w:t>
      </w:r>
      <w:r w:rsidR="00F77977" w:rsidRPr="00F77977">
        <w:t>budownictw</w:t>
      </w:r>
      <w:r w:rsidR="00F77977">
        <w:t>a</w:t>
      </w:r>
      <w:r w:rsidR="00F77977" w:rsidRPr="00F77977">
        <w:t>, planowani</w:t>
      </w:r>
      <w:r w:rsidR="00F77977">
        <w:t>a</w:t>
      </w:r>
      <w:r w:rsidR="00F77977" w:rsidRPr="00F77977">
        <w:t xml:space="preserve"> i zagospodarowani</w:t>
      </w:r>
      <w:r w:rsidR="00F77977">
        <w:t>a</w:t>
      </w:r>
      <w:r w:rsidR="00F77977" w:rsidRPr="00F77977">
        <w:t xml:space="preserve"> przestrzenne</w:t>
      </w:r>
      <w:r w:rsidR="00F77977">
        <w:t>go</w:t>
      </w:r>
      <w:r w:rsidR="00F77977" w:rsidRPr="00F77977">
        <w:t xml:space="preserve"> oraz mieszkalnictw</w:t>
      </w:r>
      <w:r w:rsidR="00F77977">
        <w:t>a”</w:t>
      </w:r>
      <w:r w:rsidR="00F77977" w:rsidRPr="00F77977">
        <w:t>;</w:t>
      </w:r>
    </w:p>
    <w:p w14:paraId="0E6D8FB2" w14:textId="0A3037C5" w:rsidR="00CC4CDA" w:rsidRDefault="00F77977" w:rsidP="00E81036">
      <w:pPr>
        <w:pStyle w:val="PKTpunkt"/>
      </w:pPr>
      <w:r>
        <w:t>31)</w:t>
      </w:r>
      <w:r>
        <w:tab/>
      </w:r>
      <w:r w:rsidR="00E81036" w:rsidRPr="00390DA8">
        <w:t>w</w:t>
      </w:r>
      <w:r w:rsidR="00CE7733">
        <w:t xml:space="preserve"> art. </w:t>
      </w:r>
      <w:r w:rsidR="00E81036" w:rsidRPr="00390DA8">
        <w:t>9</w:t>
      </w:r>
      <w:r w:rsidR="00650225" w:rsidRPr="00390DA8">
        <w:t>3</w:t>
      </w:r>
      <w:r w:rsidR="00CC4CDA">
        <w:t>:</w:t>
      </w:r>
    </w:p>
    <w:p w14:paraId="4B14D8EF" w14:textId="6987AA41" w:rsidR="00990DC2" w:rsidRDefault="00CC4CDA" w:rsidP="00CC4CDA">
      <w:pPr>
        <w:pStyle w:val="LITlitera"/>
      </w:pPr>
      <w:r>
        <w:lastRenderedPageBreak/>
        <w:t>a)</w:t>
      </w:r>
      <w:r>
        <w:tab/>
      </w:r>
      <w:r w:rsidR="00990DC2">
        <w:t>dodaje się</w:t>
      </w:r>
      <w:r w:rsidR="00CE7733">
        <w:t xml:space="preserve"> pkt </w:t>
      </w:r>
      <w:r w:rsidR="00990DC2">
        <w:t>2a</w:t>
      </w:r>
      <w:r w:rsidR="00CE7733">
        <w:t xml:space="preserve"> w </w:t>
      </w:r>
      <w:r w:rsidR="00990DC2">
        <w:t>brzmieniu:</w:t>
      </w:r>
    </w:p>
    <w:p w14:paraId="6FAFD9EB" w14:textId="7810EA94" w:rsidR="00990DC2" w:rsidRDefault="00CE7733" w:rsidP="00A0480F">
      <w:pPr>
        <w:pStyle w:val="ZLITwPKTzmlitwpktartykuempunktem"/>
      </w:pPr>
      <w:r>
        <w:t>„</w:t>
      </w:r>
      <w:r w:rsidR="00990DC2">
        <w:t>2a)</w:t>
      </w:r>
      <w:r w:rsidR="00990DC2">
        <w:tab/>
      </w:r>
      <w:r w:rsidR="00990DC2" w:rsidRPr="00990DC2">
        <w:t xml:space="preserve">dokonuje </w:t>
      </w:r>
      <w:r w:rsidR="00990DC2">
        <w:t>robót budowlanych</w:t>
      </w:r>
      <w:r w:rsidR="00990DC2" w:rsidRPr="00990DC2">
        <w:t>, naruszając przepisy</w:t>
      </w:r>
      <w:r>
        <w:t xml:space="preserve"> art. </w:t>
      </w:r>
      <w:r w:rsidR="00990DC2">
        <w:t>2</w:t>
      </w:r>
      <w:r>
        <w:t>8 ust. </w:t>
      </w:r>
      <w:r w:rsidRPr="00990DC2">
        <w:t>1</w:t>
      </w:r>
      <w:r>
        <w:t xml:space="preserve"> lub art. </w:t>
      </w:r>
      <w:r w:rsidR="00990DC2">
        <w:t>2</w:t>
      </w:r>
      <w:r>
        <w:t>9 ust. </w:t>
      </w:r>
      <w:r w:rsidR="00990DC2" w:rsidRPr="00990DC2">
        <w:t>1</w:t>
      </w:r>
      <w:r w:rsidR="00990DC2">
        <w:t xml:space="preserve">, 3, </w:t>
      </w:r>
      <w:r>
        <w:t>6 i </w:t>
      </w:r>
      <w:r w:rsidR="00990DC2">
        <w:t>7,</w:t>
      </w:r>
      <w:r w:rsidR="00E32D19">
        <w:t>”.</w:t>
      </w:r>
    </w:p>
    <w:p w14:paraId="6D9B8832" w14:textId="29901AF1" w:rsidR="00CC4CDA" w:rsidRDefault="003D7D7A" w:rsidP="00CC4CDA">
      <w:pPr>
        <w:pStyle w:val="LITlitera"/>
      </w:pPr>
      <w:r>
        <w:t>b</w:t>
      </w:r>
      <w:r w:rsidR="00CC4CDA">
        <w:t>)</w:t>
      </w:r>
      <w:r w:rsidR="00CC4CDA">
        <w:tab/>
        <w:t>w</w:t>
      </w:r>
      <w:r w:rsidR="00CE7733">
        <w:t xml:space="preserve"> pkt </w:t>
      </w:r>
      <w:r w:rsidR="00CA7B6D">
        <w:t>8 </w:t>
      </w:r>
      <w:r w:rsidR="00CC4CDA">
        <w:t xml:space="preserve">po wyrazach </w:t>
      </w:r>
      <w:r w:rsidR="00CE7733">
        <w:t>„</w:t>
      </w:r>
      <w:r w:rsidR="00C41D69">
        <w:t xml:space="preserve">pkt </w:t>
      </w:r>
      <w:r w:rsidR="00CE7733">
        <w:t>1</w:t>
      </w:r>
      <w:r w:rsidR="00CE7733">
        <w:noBreakHyphen/>
      </w:r>
      <w:r w:rsidR="00C41D69">
        <w:t>4a</w:t>
      </w:r>
      <w:r w:rsidR="00E32D19">
        <w:t>”</w:t>
      </w:r>
      <w:r w:rsidR="00C41D69">
        <w:t xml:space="preserve"> dodaje się wyrazy </w:t>
      </w:r>
      <w:r w:rsidR="00CE7733">
        <w:t>„</w:t>
      </w:r>
      <w:r w:rsidR="00C41D69">
        <w:t>oraz</w:t>
      </w:r>
      <w:r w:rsidR="00CE7733">
        <w:t xml:space="preserve"> w art. </w:t>
      </w:r>
      <w:r w:rsidR="00C41D69">
        <w:t>62b</w:t>
      </w:r>
      <w:r w:rsidR="00E32D19">
        <w:t>”</w:t>
      </w:r>
      <w:r w:rsidR="00C41D69">
        <w:t>,</w:t>
      </w:r>
    </w:p>
    <w:p w14:paraId="38E398CD" w14:textId="41C40568" w:rsidR="00097C25" w:rsidRDefault="003D7D7A" w:rsidP="004A724C">
      <w:pPr>
        <w:pStyle w:val="LITlitera"/>
      </w:pPr>
      <w:r>
        <w:t>c</w:t>
      </w:r>
      <w:r w:rsidR="00C41D69">
        <w:t>)</w:t>
      </w:r>
      <w:r w:rsidR="00C41D69">
        <w:tab/>
      </w:r>
      <w:r w:rsidR="00CA7B6D">
        <w:t>pkt 9 </w:t>
      </w:r>
      <w:r w:rsidR="00097C25">
        <w:t>otrzymuje brzmienie:</w:t>
      </w:r>
    </w:p>
    <w:p w14:paraId="5AE42574" w14:textId="7B63DDA5" w:rsidR="00E81036" w:rsidRPr="00D13BAD" w:rsidRDefault="00CE7733" w:rsidP="00EE78CA">
      <w:pPr>
        <w:pStyle w:val="ZLITwPKTzmlitwpktartykuempunktem"/>
      </w:pPr>
      <w:r>
        <w:t>„</w:t>
      </w:r>
      <w:r w:rsidR="00097C25">
        <w:t>9)</w:t>
      </w:r>
      <w:r w:rsidR="00097C25">
        <w:tab/>
      </w:r>
      <w:r w:rsidR="00315024">
        <w:t>nie spełnia, określonych</w:t>
      </w:r>
      <w:r>
        <w:t xml:space="preserve"> w art. </w:t>
      </w:r>
      <w:r w:rsidR="004001C8" w:rsidRPr="00051840">
        <w:t>60</w:t>
      </w:r>
      <w:r w:rsidR="004001C8">
        <w:t>c</w:t>
      </w:r>
      <w:r>
        <w:t xml:space="preserve"> ust. </w:t>
      </w:r>
      <w:r w:rsidR="00315024" w:rsidRPr="00051840">
        <w:t>1,</w:t>
      </w:r>
      <w:r>
        <w:t xml:space="preserve"> art. </w:t>
      </w:r>
      <w:r w:rsidR="006D5B27">
        <w:t>60g,</w:t>
      </w:r>
      <w:r>
        <w:t xml:space="preserve"> art. </w:t>
      </w:r>
      <w:r w:rsidR="004001C8" w:rsidRPr="00051840">
        <w:t>60</w:t>
      </w:r>
      <w:r w:rsidR="000C6525">
        <w:t>i</w:t>
      </w:r>
      <w:r>
        <w:t xml:space="preserve"> ust. </w:t>
      </w:r>
      <w:r w:rsidR="00315024">
        <w:t>1</w:t>
      </w:r>
      <w:r w:rsidR="00315024" w:rsidRPr="00051840">
        <w:t>,</w:t>
      </w:r>
      <w:r>
        <w:t xml:space="preserve"> art. </w:t>
      </w:r>
      <w:r w:rsidR="004001C8" w:rsidRPr="00051840">
        <w:t>60</w:t>
      </w:r>
      <w:r w:rsidR="000C6525">
        <w:t>m</w:t>
      </w:r>
      <w:r>
        <w:t xml:space="preserve"> ust. </w:t>
      </w:r>
      <w:r w:rsidR="00315024">
        <w:t>1,</w:t>
      </w:r>
      <w:r>
        <w:t xml:space="preserve"> art. </w:t>
      </w:r>
      <w:r w:rsidR="00315024" w:rsidRPr="00051840">
        <w:t>6</w:t>
      </w:r>
      <w:r w:rsidRPr="00051840">
        <w:t>3</w:t>
      </w:r>
      <w:r>
        <w:t xml:space="preserve"> ust. </w:t>
      </w:r>
      <w:r w:rsidRPr="00051840">
        <w:t>1</w:t>
      </w:r>
      <w:r>
        <w:t xml:space="preserve"> lub art. </w:t>
      </w:r>
      <w:r w:rsidR="00315024">
        <w:t>6</w:t>
      </w:r>
      <w:r>
        <w:t>4 ust. </w:t>
      </w:r>
      <w:r w:rsidR="00315024">
        <w:t xml:space="preserve">3, obowiązków prowadzenia, </w:t>
      </w:r>
      <w:r w:rsidR="006D5B27">
        <w:t xml:space="preserve">zamknięcia, </w:t>
      </w:r>
      <w:r w:rsidR="004001C8">
        <w:t>przekazywania</w:t>
      </w:r>
      <w:r w:rsidR="006D5B27">
        <w:t xml:space="preserve"> lub</w:t>
      </w:r>
      <w:r w:rsidR="004001C8">
        <w:t xml:space="preserve"> </w:t>
      </w:r>
      <w:r w:rsidR="00315024">
        <w:t>udostępniania książki obiektu budowlanego</w:t>
      </w:r>
      <w:r w:rsidR="002225E3">
        <w:t xml:space="preserve"> lub</w:t>
      </w:r>
      <w:r w:rsidR="00315024">
        <w:t xml:space="preserve"> przechowywania dokumentów związanych</w:t>
      </w:r>
      <w:r>
        <w:t xml:space="preserve"> z </w:t>
      </w:r>
      <w:r w:rsidR="00315024">
        <w:t>obiektem budowlanym,</w:t>
      </w:r>
      <w:r w:rsidR="00E32D19">
        <w:t>”</w:t>
      </w:r>
      <w:r w:rsidR="00315024">
        <w:t>;</w:t>
      </w:r>
    </w:p>
    <w:p w14:paraId="7D7DCC99" w14:textId="50B8EE9D" w:rsidR="00E81036" w:rsidRPr="00390DA8" w:rsidRDefault="002F60FC" w:rsidP="00E81036">
      <w:pPr>
        <w:pStyle w:val="PKTpunkt"/>
      </w:pPr>
      <w:r>
        <w:t>3</w:t>
      </w:r>
      <w:r w:rsidR="007926A0">
        <w:t>2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9</w:t>
      </w:r>
      <w:r w:rsidR="00CE7733" w:rsidRPr="00390DA8">
        <w:t>6</w:t>
      </w:r>
      <w:r w:rsidR="00CE7733">
        <w:t xml:space="preserve"> w ust. </w:t>
      </w:r>
      <w:r w:rsidR="00650225" w:rsidRPr="00390DA8">
        <w:t>5</w:t>
      </w:r>
      <w:r w:rsidR="00650225">
        <w:t> </w:t>
      </w:r>
      <w:r w:rsidR="00E81036" w:rsidRPr="00390DA8">
        <w:t xml:space="preserve">po wyrazach </w:t>
      </w:r>
      <w:r w:rsidR="00D86756">
        <w:t>„</w:t>
      </w:r>
      <w:r w:rsidR="00E81036" w:rsidRPr="00390DA8">
        <w:t>o ukaraniu</w:t>
      </w:r>
      <w:r w:rsidR="00D86756">
        <w:t>”</w:t>
      </w:r>
      <w:r w:rsidR="00E81036" w:rsidRPr="00390DA8">
        <w:t xml:space="preserve"> dodaje się wyrazy </w:t>
      </w:r>
      <w:r w:rsidR="00D86756">
        <w:t>„</w:t>
      </w:r>
      <w:r w:rsidR="00E81036" w:rsidRPr="00390DA8">
        <w:t>z 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r w:rsidR="00D86756">
        <w:t>”</w:t>
      </w:r>
      <w:r w:rsidR="00E81036" w:rsidRPr="00390DA8">
        <w:t>;</w:t>
      </w:r>
    </w:p>
    <w:p w14:paraId="5E1EF447" w14:textId="5C1A782E" w:rsidR="00E81036" w:rsidRPr="00390DA8" w:rsidRDefault="002F60FC" w:rsidP="00D86756">
      <w:pPr>
        <w:pStyle w:val="PKTpunkt"/>
        <w:keepNext/>
      </w:pPr>
      <w:r>
        <w:t>3</w:t>
      </w:r>
      <w:r w:rsidR="007926A0">
        <w:t>3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99:</w:t>
      </w:r>
    </w:p>
    <w:p w14:paraId="648E3ACE" w14:textId="5375BB3C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  <w:t>w</w:t>
      </w:r>
      <w:r w:rsidR="00CE7733">
        <w:t xml:space="preserve"> ust. </w:t>
      </w:r>
      <w:r w:rsidRPr="00390DA8">
        <w:t>1:</w:t>
      </w:r>
    </w:p>
    <w:p w14:paraId="3F72EA12" w14:textId="4C6E8280" w:rsidR="00E81036" w:rsidRPr="00390DA8" w:rsidRDefault="00E81036" w:rsidP="00D86756">
      <w:pPr>
        <w:pStyle w:val="TIRtiret"/>
        <w:keepNext/>
      </w:pPr>
      <w:r w:rsidRPr="001E6A09">
        <w:t>–</w:t>
      </w:r>
      <w:r w:rsidR="00E32D19">
        <w:tab/>
      </w:r>
      <w:r w:rsidRPr="00390DA8">
        <w:t xml:space="preserve">wprowadzenie do </w:t>
      </w:r>
      <w:r>
        <w:t xml:space="preserve">wyliczenia </w:t>
      </w:r>
      <w:r w:rsidRPr="00390DA8">
        <w:t>otrzymuje brzmienie:</w:t>
      </w:r>
    </w:p>
    <w:p w14:paraId="368A8A55" w14:textId="0412E847" w:rsidR="00E81036" w:rsidRPr="00390DA8" w:rsidRDefault="00D86756" w:rsidP="00E81036">
      <w:pPr>
        <w:pStyle w:val="ZTIRUSTzmusttiret"/>
      </w:pPr>
      <w:r>
        <w:t>„</w:t>
      </w:r>
      <w:bookmarkStart w:id="39" w:name="_Hlk42246604"/>
      <w:r w:rsidR="00E81036" w:rsidRPr="00390DA8">
        <w:t>Ostateczną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przesyła się do wiadomości:</w:t>
      </w:r>
      <w:bookmarkEnd w:id="39"/>
      <w:r>
        <w:t>”</w:t>
      </w:r>
      <w:r w:rsidR="00E81036" w:rsidRPr="00390DA8">
        <w:t>,</w:t>
      </w:r>
    </w:p>
    <w:p w14:paraId="7BE9B7E4" w14:textId="506835B9" w:rsidR="00E81036" w:rsidRPr="00390DA8" w:rsidRDefault="00E81036" w:rsidP="00E81036">
      <w:pPr>
        <w:pStyle w:val="TIRtiret"/>
      </w:pPr>
      <w:r w:rsidRPr="001E6A09">
        <w:t>–</w:t>
      </w:r>
      <w:r w:rsidR="00E32D19">
        <w:tab/>
      </w:r>
      <w:r w:rsidRPr="00390DA8">
        <w:t>uchyla się</w:t>
      </w:r>
      <w:r w:rsidR="00CE7733">
        <w:t xml:space="preserve"> pkt </w:t>
      </w:r>
      <w:r w:rsidRPr="00390DA8">
        <w:t>4,</w:t>
      </w:r>
    </w:p>
    <w:p w14:paraId="50409DF0" w14:textId="2DD591BB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  <w:t xml:space="preserve">ust. </w:t>
      </w:r>
      <w:r w:rsidR="00650225" w:rsidRPr="00390DA8">
        <w:t>2</w:t>
      </w:r>
      <w:r w:rsidR="00650225">
        <w:t> </w:t>
      </w:r>
      <w:r w:rsidRPr="00390DA8">
        <w:t>otrzymuje brzmienie:</w:t>
      </w:r>
    </w:p>
    <w:p w14:paraId="59F7E09E" w14:textId="02B1F9A2" w:rsidR="00E81036" w:rsidRPr="00390DA8" w:rsidRDefault="00D86756" w:rsidP="00E81036">
      <w:pPr>
        <w:pStyle w:val="ZLITUSTzmustliter"/>
      </w:pPr>
      <w:r>
        <w:t>„</w:t>
      </w:r>
      <w:bookmarkStart w:id="40" w:name="_Hlk42245436"/>
      <w:r w:rsidR="00E81036" w:rsidRPr="00390DA8">
        <w:t>2. Dane identyfikujące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oraz dane dotyczące osoby ukaranej podlegają wpisowi do centralnego rejestru 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budownictwie.</w:t>
      </w:r>
      <w:bookmarkEnd w:id="40"/>
      <w:r>
        <w:t>”</w:t>
      </w:r>
      <w:r w:rsidR="00E81036" w:rsidRPr="00390DA8">
        <w:t>,</w:t>
      </w:r>
    </w:p>
    <w:p w14:paraId="157104D6" w14:textId="141F792F" w:rsidR="00E81036" w:rsidRPr="00390DA8" w:rsidRDefault="00E81036" w:rsidP="00D86756">
      <w:pPr>
        <w:pStyle w:val="LITlitera"/>
        <w:keepNext/>
      </w:pPr>
      <w:r w:rsidRPr="00390DA8">
        <w:t>c)</w:t>
      </w:r>
      <w:r w:rsidRPr="00390DA8">
        <w:tab/>
        <w:t>po</w:t>
      </w:r>
      <w:r w:rsidR="00CE7733">
        <w:t xml:space="preserve"> ust. </w:t>
      </w:r>
      <w:r w:rsidR="00650225" w:rsidRPr="00390DA8">
        <w:t>2</w:t>
      </w:r>
      <w:r w:rsidR="00650225">
        <w:t> </w:t>
      </w:r>
      <w:r w:rsidRPr="00390DA8">
        <w:t>dodaje się</w:t>
      </w:r>
      <w:r w:rsidR="00CE7733">
        <w:t xml:space="preserve"> ust. </w:t>
      </w:r>
      <w:r w:rsidR="00CE7733" w:rsidRPr="00390DA8">
        <w:t>3</w:t>
      </w:r>
      <w:r w:rsidR="00CE7733">
        <w:t>–</w:t>
      </w:r>
      <w:r w:rsidR="00CE7733" w:rsidRPr="00390DA8">
        <w:t>5</w:t>
      </w:r>
      <w:r w:rsidR="00CE7733">
        <w:t xml:space="preserve"> w </w:t>
      </w:r>
      <w:r w:rsidRPr="00390DA8">
        <w:t>brzmieniu:</w:t>
      </w:r>
    </w:p>
    <w:p w14:paraId="2BD34DC0" w14:textId="5BFB42D7" w:rsidR="00E81036" w:rsidRPr="00390DA8" w:rsidRDefault="00D86756" w:rsidP="00E81036">
      <w:pPr>
        <w:pStyle w:val="ZLITUSTzmustliter"/>
      </w:pPr>
      <w:r>
        <w:t>„</w:t>
      </w:r>
      <w:bookmarkStart w:id="41" w:name="_Hlk42248468"/>
      <w:bookmarkStart w:id="42" w:name="_Hlk42245455"/>
      <w:r w:rsidR="00E81036" w:rsidRPr="00390DA8">
        <w:t>3. Dane,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ust. </w:t>
      </w:r>
      <w:r w:rsidR="00E81036" w:rsidRPr="00390DA8">
        <w:t>2, wraz</w:t>
      </w:r>
      <w:r w:rsidR="00650225" w:rsidRPr="00390DA8">
        <w:t xml:space="preserve"> z</w:t>
      </w:r>
      <w:r w:rsidR="00650225">
        <w:t> </w:t>
      </w:r>
      <w:r w:rsidR="00E81036" w:rsidRPr="00390DA8">
        <w:t>kopią decyzji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r w:rsidR="00E81036">
        <w:t>,</w:t>
      </w:r>
      <w:r w:rsidR="00E81036" w:rsidRPr="00390DA8">
        <w:t xml:space="preserve"> organy samorządu zawodowego przekazują Głównemu Inspektorowi Nadzoru Budowlanego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systemie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650225" w:rsidRPr="00390DA8">
        <w:t xml:space="preserve"> </w:t>
      </w:r>
      <w:r w:rsidR="00650225">
        <w:t>w </w:t>
      </w:r>
      <w:r w:rsidR="00E81036">
        <w:t>terminie 1</w:t>
      </w:r>
      <w:r w:rsidR="00650225">
        <w:t>4 </w:t>
      </w:r>
      <w:r w:rsidR="00E81036">
        <w:t>dni od dnia</w:t>
      </w:r>
      <w:r w:rsidR="00E81036" w:rsidRPr="00390DA8">
        <w:t>, gdy decyzja stanie się ostateczna.</w:t>
      </w:r>
      <w:bookmarkEnd w:id="41"/>
    </w:p>
    <w:p w14:paraId="645A8794" w14:textId="337C6993" w:rsidR="00E81036" w:rsidRPr="00390DA8" w:rsidRDefault="00E81036" w:rsidP="00E81036">
      <w:pPr>
        <w:pStyle w:val="ZLITUSTzmustliter"/>
      </w:pPr>
      <w:r w:rsidRPr="00390DA8">
        <w:t>4. Dane,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Pr="00390DA8">
        <w:t>2, przekazuje się za pomocą formularzy, których wzory</w:t>
      </w:r>
      <w:r>
        <w:t xml:space="preserve"> zostały określone</w:t>
      </w:r>
      <w:r w:rsidR="00650225" w:rsidRPr="00390DA8">
        <w:t xml:space="preserve"> w</w:t>
      </w:r>
      <w:r w:rsidR="00650225">
        <w:t> </w:t>
      </w:r>
      <w:r>
        <w:t>przepisach</w:t>
      </w:r>
      <w:r w:rsidRPr="00390DA8">
        <w:t xml:space="preserve"> wydany</w:t>
      </w:r>
      <w:r>
        <w:t>ch</w:t>
      </w:r>
      <w:r w:rsidRPr="00390DA8">
        <w:t xml:space="preserve"> na podstawie</w:t>
      </w:r>
      <w:r w:rsidR="00CE7733">
        <w:t xml:space="preserve"> art. </w:t>
      </w:r>
      <w:r w:rsidRPr="00390DA8">
        <w:t>88a</w:t>
      </w:r>
      <w:r w:rsidR="00CE7733">
        <w:t xml:space="preserve"> ust. </w:t>
      </w:r>
      <w:r w:rsidRPr="00390DA8">
        <w:t>6.</w:t>
      </w:r>
    </w:p>
    <w:p w14:paraId="001027E3" w14:textId="28D5CA74" w:rsidR="00E81036" w:rsidRPr="00390DA8" w:rsidRDefault="00E81036" w:rsidP="00E81036">
      <w:pPr>
        <w:pStyle w:val="ZLITUSTzmustliter"/>
      </w:pPr>
      <w:r w:rsidRPr="00390DA8">
        <w:t>5.</w:t>
      </w:r>
      <w:r w:rsidR="00650225" w:rsidRPr="00390DA8">
        <w:t xml:space="preserve"> </w:t>
      </w:r>
      <w:r w:rsidR="00650225" w:rsidRPr="005E1176">
        <w:t>W</w:t>
      </w:r>
      <w:r w:rsidR="00650225">
        <w:t> </w:t>
      </w:r>
      <w:r w:rsidRPr="005E1176">
        <w:t>przypadku stwierdzenia nieprawidłowości</w:t>
      </w:r>
      <w:r w:rsidR="00650225" w:rsidRPr="005E1176">
        <w:t xml:space="preserve"> w</w:t>
      </w:r>
      <w:r w:rsidR="00650225">
        <w:t> </w:t>
      </w:r>
      <w:r w:rsidRPr="005E1176">
        <w:t>zakresie danych,</w:t>
      </w:r>
      <w:r w:rsidR="00650225" w:rsidRPr="005E1176">
        <w:t xml:space="preserve"> o</w:t>
      </w:r>
      <w:r w:rsidR="00650225">
        <w:t> </w:t>
      </w:r>
      <w:r w:rsidRPr="005E1176">
        <w:t>których mowa</w:t>
      </w:r>
      <w:r w:rsidR="00CE7733" w:rsidRPr="005E1176">
        <w:t xml:space="preserve"> w</w:t>
      </w:r>
      <w:r w:rsidR="00CE7733">
        <w:t> ust. </w:t>
      </w:r>
      <w:r w:rsidRPr="005E1176">
        <w:t xml:space="preserve">2, przekazanych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5E1176">
        <w:t xml:space="preserve"> Główny Inspektor Nadzoru Budowlanego występuje do organów</w:t>
      </w:r>
      <w:r>
        <w:t>,</w:t>
      </w:r>
      <w:r w:rsidR="00650225">
        <w:t xml:space="preserve"> </w:t>
      </w:r>
      <w:r w:rsidR="00650225" w:rsidRPr="00390DA8">
        <w:t>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Pr="00390DA8">
        <w:t>3</w:t>
      </w:r>
      <w:r w:rsidRPr="007179C7">
        <w:t>,</w:t>
      </w:r>
      <w:r w:rsidR="00650225">
        <w:t xml:space="preserve"> </w:t>
      </w:r>
      <w:r w:rsidR="00650225" w:rsidRPr="00390DA8">
        <w:lastRenderedPageBreak/>
        <w:t>o</w:t>
      </w:r>
      <w:r w:rsidR="00650225">
        <w:t> </w:t>
      </w:r>
      <w:r w:rsidRPr="00390DA8">
        <w:t xml:space="preserve">weryfikację </w:t>
      </w:r>
      <w:r>
        <w:t>tych danych</w:t>
      </w:r>
      <w:r w:rsidRPr="007179C7">
        <w:t>, określając stwierdzone nie</w:t>
      </w:r>
      <w:r>
        <w:t>prawidłowości</w:t>
      </w:r>
      <w:r w:rsidRPr="007179C7">
        <w:t>, które wymagają wyjaśnienia</w:t>
      </w:r>
      <w:r w:rsidRPr="00390DA8">
        <w:t>.</w:t>
      </w:r>
      <w:bookmarkEnd w:id="42"/>
      <w:r w:rsidR="00D86756">
        <w:t>”</w:t>
      </w:r>
      <w:r w:rsidRPr="00390DA8">
        <w:t>;</w:t>
      </w:r>
    </w:p>
    <w:p w14:paraId="06D6F141" w14:textId="43216E0D" w:rsidR="00E81036" w:rsidRDefault="002F60FC" w:rsidP="00D86756">
      <w:pPr>
        <w:pStyle w:val="PKTpunkt"/>
        <w:keepNext/>
      </w:pPr>
      <w:r>
        <w:t>3</w:t>
      </w:r>
      <w:r w:rsidR="007926A0">
        <w:t>4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101</w:t>
      </w:r>
      <w:r w:rsidR="00E81036">
        <w:t>:</w:t>
      </w:r>
    </w:p>
    <w:p w14:paraId="7EF21085" w14:textId="277ADB44" w:rsidR="00E81036" w:rsidRPr="00390DA8" w:rsidRDefault="00E81036" w:rsidP="00D86756">
      <w:pPr>
        <w:pStyle w:val="LITlitera"/>
        <w:keepNext/>
      </w:pPr>
      <w:r>
        <w:t>a)</w:t>
      </w:r>
      <w:r>
        <w:tab/>
      </w:r>
      <w:r w:rsidRPr="00390DA8">
        <w:t xml:space="preserve">ust. </w:t>
      </w:r>
      <w:r w:rsidR="00650225" w:rsidRPr="00390DA8">
        <w:t>2</w:t>
      </w:r>
      <w:r w:rsidR="00650225">
        <w:t> </w:t>
      </w:r>
      <w:r w:rsidRPr="00390DA8">
        <w:t>otrzymuje brzmienie:</w:t>
      </w:r>
    </w:p>
    <w:p w14:paraId="2770B7DF" w14:textId="39BA5215" w:rsidR="00E81036" w:rsidRPr="00390DA8" w:rsidRDefault="00D86756" w:rsidP="00D86756">
      <w:pPr>
        <w:pStyle w:val="ZLITUSTzmustliter"/>
        <w:keepNext/>
      </w:pPr>
      <w:r>
        <w:t>„</w:t>
      </w:r>
      <w:r w:rsidR="00E81036" w:rsidRPr="00390DA8">
        <w:t>2. Informację</w:t>
      </w:r>
      <w:r w:rsidR="00650225" w:rsidRPr="00390DA8">
        <w:t xml:space="preserve"> o</w:t>
      </w:r>
      <w:r w:rsidR="00650225">
        <w:t> </w:t>
      </w:r>
      <w:r w:rsidR="00E81036" w:rsidRPr="00390DA8">
        <w:t>zatarciu kary organ,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CE7733" w:rsidRPr="00390DA8">
        <w:t xml:space="preserve"> w</w:t>
      </w:r>
      <w:r w:rsidR="00CE7733">
        <w:t> ust. </w:t>
      </w:r>
      <w:r w:rsidR="00E81036" w:rsidRPr="00390DA8">
        <w:t>1, przesyła do wiadomości:</w:t>
      </w:r>
    </w:p>
    <w:p w14:paraId="2A4AA986" w14:textId="2CA3F693" w:rsidR="00E81036" w:rsidRPr="00390DA8" w:rsidRDefault="00AF635C" w:rsidP="00E81036">
      <w:pPr>
        <w:pStyle w:val="ZLITPKTzmpktliter"/>
      </w:pPr>
      <w:r>
        <w:t>1)</w:t>
      </w:r>
      <w:r>
        <w:tab/>
      </w:r>
      <w:r w:rsidR="00E81036" w:rsidRPr="00390DA8">
        <w:t>zainteresowanemu oraz jednostkom organizacyjnym, stowarzyszeniom</w:t>
      </w:r>
      <w:r w:rsidR="00650225" w:rsidRPr="00390DA8">
        <w:t xml:space="preserve"> i</w:t>
      </w:r>
      <w:r w:rsidR="00650225">
        <w:t> </w:t>
      </w:r>
      <w:r w:rsidR="00E81036" w:rsidRPr="00390DA8">
        <w:t>organom,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art. </w:t>
      </w:r>
      <w:r w:rsidR="00E81036" w:rsidRPr="00390DA8">
        <w:t>9</w:t>
      </w:r>
      <w:r w:rsidR="00CE7733" w:rsidRPr="00390DA8">
        <w:t>9</w:t>
      </w:r>
      <w:r w:rsidR="00CE7733">
        <w:t xml:space="preserve"> ust. </w:t>
      </w:r>
      <w:r w:rsidR="00E81036" w:rsidRPr="00390DA8">
        <w:t>1;</w:t>
      </w:r>
    </w:p>
    <w:p w14:paraId="0D564669" w14:textId="5AA0AAB7" w:rsidR="00E81036" w:rsidRDefault="00E81036" w:rsidP="00E81036">
      <w:pPr>
        <w:pStyle w:val="ZLITPKTzmpktliter"/>
      </w:pPr>
      <w:r w:rsidRPr="00390DA8">
        <w:t>2)</w:t>
      </w:r>
      <w:r w:rsidRPr="00390DA8">
        <w:tab/>
        <w:t xml:space="preserve">Głównemu Inspektorowi Nadzoru Budowlanego </w:t>
      </w:r>
      <w:r w:rsidR="00EE1ED0">
        <w:t>nie</w:t>
      </w:r>
      <w:r w:rsidR="00EE1ED0" w:rsidRPr="00390DA8">
        <w:t xml:space="preserve">zwłocznie </w:t>
      </w:r>
      <w:r w:rsidRPr="00390DA8">
        <w:t xml:space="preserve">za </w:t>
      </w:r>
      <w:r w:rsidR="00924348" w:rsidRPr="00390DA8">
        <w:t>po</w:t>
      </w:r>
      <w:r w:rsidR="00924348">
        <w:t xml:space="preserve">średnictwem </w:t>
      </w:r>
      <w:r w:rsidRPr="00390DA8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390DA8">
        <w:t>.</w:t>
      </w:r>
      <w:r w:rsidR="00D86756">
        <w:t>”</w:t>
      </w:r>
      <w:r>
        <w:t>,</w:t>
      </w:r>
    </w:p>
    <w:p w14:paraId="41D7DD9F" w14:textId="2F73A468" w:rsidR="00E81036" w:rsidRDefault="00E81036" w:rsidP="00D86756">
      <w:pPr>
        <w:pStyle w:val="LITlitera"/>
        <w:keepNext/>
      </w:pPr>
      <w:r>
        <w:t>b)</w:t>
      </w:r>
      <w:r>
        <w:tab/>
        <w:t>po</w:t>
      </w:r>
      <w:r w:rsidR="00CE7733">
        <w:t xml:space="preserve"> ust. </w:t>
      </w:r>
      <w:r w:rsidR="00650225">
        <w:t>3 </w:t>
      </w:r>
      <w:r>
        <w:t>dodaje się</w:t>
      </w:r>
      <w:r w:rsidR="00CE7733">
        <w:t xml:space="preserve"> ust. 4 w </w:t>
      </w:r>
      <w:r>
        <w:t>brzmieniu:</w:t>
      </w:r>
    </w:p>
    <w:p w14:paraId="115DEE70" w14:textId="14BF5BC1" w:rsidR="00E81036" w:rsidRPr="00390DA8" w:rsidRDefault="00D86756" w:rsidP="00E81036">
      <w:pPr>
        <w:pStyle w:val="ZLITUSTzmustliter"/>
      </w:pPr>
      <w:r>
        <w:t>„</w:t>
      </w:r>
      <w:r w:rsidR="00E81036">
        <w:t>4.</w:t>
      </w:r>
      <w:r w:rsidR="00650225">
        <w:t xml:space="preserve"> </w:t>
      </w:r>
      <w:r w:rsidR="00650225" w:rsidRPr="00B057E3">
        <w:t>W</w:t>
      </w:r>
      <w:r w:rsidR="00650225">
        <w:t> </w:t>
      </w:r>
      <w:r w:rsidR="00E81036" w:rsidRPr="00B057E3">
        <w:t>przypadku stwierdzenia nieprawidłowości</w:t>
      </w:r>
      <w:r w:rsidR="00650225" w:rsidRPr="00B057E3">
        <w:t xml:space="preserve"> w</w:t>
      </w:r>
      <w:r w:rsidR="00650225">
        <w:t> </w:t>
      </w:r>
      <w:r w:rsidR="00E81036" w:rsidRPr="00B057E3">
        <w:t>zakresie informacji</w:t>
      </w:r>
      <w:r w:rsidR="00650225" w:rsidRPr="00B057E3">
        <w:t xml:space="preserve"> o</w:t>
      </w:r>
      <w:r w:rsidR="00650225">
        <w:t> </w:t>
      </w:r>
      <w:r w:rsidR="00E81036" w:rsidRPr="00B057E3">
        <w:t>zatarciu kary</w:t>
      </w:r>
      <w:r w:rsidR="00E81036">
        <w:t xml:space="preserve"> </w:t>
      </w:r>
      <w:r w:rsidR="00E81036" w:rsidRPr="00B057E3">
        <w:t>przekazan</w:t>
      </w:r>
      <w:r w:rsidR="00E81036">
        <w:t>ej</w:t>
      </w:r>
      <w:r w:rsidR="00E81036" w:rsidRPr="00B057E3">
        <w:t xml:space="preserve">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B057E3">
        <w:t xml:space="preserve"> Główny Inspektor Nadzoru Budowlanego </w:t>
      </w:r>
      <w:r w:rsidR="00E81036">
        <w:t xml:space="preserve">występuje </w:t>
      </w:r>
      <w:r w:rsidR="00E81036" w:rsidRPr="00B057E3">
        <w:t>do organ</w:t>
      </w:r>
      <w:r w:rsidR="00E81036">
        <w:t>u,</w:t>
      </w:r>
      <w:r w:rsidR="00650225" w:rsidRPr="00B057E3">
        <w:t xml:space="preserve"> o</w:t>
      </w:r>
      <w:r w:rsidR="00650225">
        <w:t> </w:t>
      </w:r>
      <w:r w:rsidR="00E81036" w:rsidRPr="00B057E3">
        <w:t>którym mowa</w:t>
      </w:r>
      <w:r w:rsidR="00CE7733" w:rsidRPr="00B057E3">
        <w:t xml:space="preserve"> w</w:t>
      </w:r>
      <w:r w:rsidR="00CE7733">
        <w:t> ust. </w:t>
      </w:r>
      <w:r w:rsidR="00E81036" w:rsidRPr="00B057E3">
        <w:t>1,</w:t>
      </w:r>
      <w:r w:rsidR="00650225">
        <w:t xml:space="preserve"> </w:t>
      </w:r>
      <w:r w:rsidR="00650225" w:rsidRPr="00B057E3">
        <w:t>o</w:t>
      </w:r>
      <w:r w:rsidR="00650225">
        <w:t> </w:t>
      </w:r>
      <w:r w:rsidR="00E81036" w:rsidRPr="00B057E3">
        <w:t xml:space="preserve">weryfikację </w:t>
      </w:r>
      <w:r w:rsidR="00E81036">
        <w:t>informacji</w:t>
      </w:r>
      <w:r w:rsidR="00E81036" w:rsidRPr="00B057E3">
        <w:t>, określając stwierdzone nie</w:t>
      </w:r>
      <w:r w:rsidR="00E81036">
        <w:t>prawidłowości</w:t>
      </w:r>
      <w:r w:rsidR="00E81036" w:rsidRPr="00B057E3">
        <w:t>, które wymagają wyjaśnienia.</w:t>
      </w:r>
      <w:r>
        <w:t>”</w:t>
      </w:r>
      <w:r w:rsidR="00E81036" w:rsidRPr="00390DA8">
        <w:t>.</w:t>
      </w:r>
    </w:p>
    <w:p w14:paraId="0BC7F383" w14:textId="3703E824" w:rsidR="00E400A4" w:rsidRPr="00EE78CA" w:rsidRDefault="00E81036" w:rsidP="00EE78CA">
      <w:pPr>
        <w:pStyle w:val="ARTartustawynprozporzdzenia"/>
      </w:pPr>
      <w:bookmarkStart w:id="43" w:name="_Hlk40860017"/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Pr="007806D6">
        <w:rPr>
          <w:rStyle w:val="Ppogrubienie"/>
        </w:rPr>
        <w:t>2.</w:t>
      </w:r>
      <w:r w:rsidR="00650225" w:rsidRPr="00EE78CA">
        <w:rPr>
          <w:rStyle w:val="Ppogrubienie"/>
          <w:b w:val="0"/>
        </w:rPr>
        <w:t xml:space="preserve"> </w:t>
      </w:r>
      <w:r w:rsidR="00650225" w:rsidRPr="00EE78CA">
        <w:t>W</w:t>
      </w:r>
      <w:r w:rsidR="00650225" w:rsidRPr="00EE78CA">
        <w:rPr>
          <w:rStyle w:val="Ppogrubienie"/>
          <w:b w:val="0"/>
        </w:rPr>
        <w:t> </w:t>
      </w:r>
      <w:bookmarkStart w:id="44" w:name="_Hlk76622853"/>
      <w:bookmarkStart w:id="45" w:name="_Hlk71194237"/>
      <w:r w:rsidRPr="00EE78CA">
        <w:t>ustawie</w:t>
      </w:r>
      <w:r w:rsidR="00650225" w:rsidRPr="00EE78CA">
        <w:t xml:space="preserve"> z </w:t>
      </w:r>
      <w:r w:rsidRPr="00EE78CA">
        <w:t>dnia 1</w:t>
      </w:r>
      <w:r w:rsidR="00650225" w:rsidRPr="00EE78CA">
        <w:t>5 </w:t>
      </w:r>
      <w:r w:rsidRPr="00EE78CA">
        <w:t>grudnia 200</w:t>
      </w:r>
      <w:r w:rsidR="00650225" w:rsidRPr="00EE78CA">
        <w:t>0 </w:t>
      </w:r>
      <w:r w:rsidRPr="00EE78CA">
        <w:t>r.</w:t>
      </w:r>
      <w:r w:rsidR="00650225" w:rsidRPr="00EE78CA">
        <w:t xml:space="preserve"> o </w:t>
      </w:r>
      <w:r w:rsidRPr="00EE78CA">
        <w:t xml:space="preserve">samorządach zawodowych architektów oraz inżynierów budownictwa </w:t>
      </w:r>
      <w:bookmarkEnd w:id="44"/>
      <w:r w:rsidRPr="00EE78CA">
        <w:t>(</w:t>
      </w:r>
      <w:r w:rsidR="00CE7733">
        <w:t>Dz. U.</w:t>
      </w:r>
      <w:r w:rsidR="00650225" w:rsidRPr="00EE78CA">
        <w:t xml:space="preserve"> z </w:t>
      </w:r>
      <w:r w:rsidRPr="00EE78CA">
        <w:t>201</w:t>
      </w:r>
      <w:r w:rsidR="00650225" w:rsidRPr="00EE78CA">
        <w:t>9 </w:t>
      </w:r>
      <w:r w:rsidRPr="00EE78CA">
        <w:t>r.</w:t>
      </w:r>
      <w:r w:rsidR="00CE7733">
        <w:t xml:space="preserve"> poz. </w:t>
      </w:r>
      <w:r w:rsidRPr="00EE78CA">
        <w:t>1117)</w:t>
      </w:r>
      <w:r w:rsidR="00CA7B6D" w:rsidRPr="00EE78CA">
        <w:t xml:space="preserve"> </w:t>
      </w:r>
      <w:bookmarkEnd w:id="45"/>
      <w:r w:rsidR="00E400A4" w:rsidRPr="00EE78CA">
        <w:t xml:space="preserve">wprowadza się następujące zmiany: </w:t>
      </w:r>
    </w:p>
    <w:p w14:paraId="425EDB4A" w14:textId="0AA78D1D" w:rsidR="00195C68" w:rsidRDefault="00FD20B2" w:rsidP="00250491">
      <w:pPr>
        <w:pStyle w:val="PKTpunkt"/>
      </w:pPr>
      <w:r>
        <w:t>1</w:t>
      </w:r>
      <w:r w:rsidR="00195C68">
        <w:t>)</w:t>
      </w:r>
      <w:r w:rsidR="00E32D19">
        <w:tab/>
      </w:r>
      <w:r w:rsidR="00CE7733">
        <w:t>w art. </w:t>
      </w:r>
      <w:r w:rsidR="00195C68">
        <w:t>1</w:t>
      </w:r>
      <w:r w:rsidR="00CE7733">
        <w:t>5 ust. </w:t>
      </w:r>
      <w:r w:rsidR="00CE7733" w:rsidRPr="00195C68">
        <w:t>3</w:t>
      </w:r>
      <w:r w:rsidR="00CE7733">
        <w:t> </w:t>
      </w:r>
      <w:r w:rsidR="00195C68">
        <w:t>otrzymuje brzmienie:</w:t>
      </w:r>
    </w:p>
    <w:p w14:paraId="419FF321" w14:textId="2E95C505" w:rsidR="00195C68" w:rsidRDefault="00CE7733" w:rsidP="00250491">
      <w:pPr>
        <w:pStyle w:val="ZUSTzmustartykuempunktem"/>
      </w:pPr>
      <w:r>
        <w:t>„</w:t>
      </w:r>
      <w:r w:rsidR="00195C68">
        <w:t xml:space="preserve">3. </w:t>
      </w:r>
      <w:r w:rsidR="00195C68" w:rsidRPr="00195C68">
        <w:t>Jeżeli liczba członków okręgowej izby przekracza 10</w:t>
      </w:r>
      <w:r w:rsidRPr="00195C68">
        <w:t>0</w:t>
      </w:r>
      <w:r>
        <w:t> </w:t>
      </w:r>
      <w:r w:rsidR="00195C68" w:rsidRPr="00195C68">
        <w:t>osób, okręgowy zjazd izby stanowią delegaci wybrani</w:t>
      </w:r>
      <w:r w:rsidRPr="00195C68">
        <w:t xml:space="preserve"> w</w:t>
      </w:r>
      <w:r>
        <w:t> </w:t>
      </w:r>
      <w:r w:rsidR="00195C68" w:rsidRPr="00195C68">
        <w:t>obwodach wyborczych.”</w:t>
      </w:r>
      <w:r w:rsidR="00195C68">
        <w:t>;</w:t>
      </w:r>
    </w:p>
    <w:p w14:paraId="67DAB014" w14:textId="3A3A8672" w:rsidR="00D84AD6" w:rsidRPr="00D84AD6" w:rsidRDefault="00D84AD6" w:rsidP="00EE78CA">
      <w:pPr>
        <w:pStyle w:val="PKTpunkt"/>
      </w:pPr>
      <w:r w:rsidRPr="00D84AD6">
        <w:t>2)</w:t>
      </w:r>
      <w:r w:rsidR="00E32D19">
        <w:tab/>
      </w:r>
      <w:r w:rsidRPr="00D84AD6">
        <w:t>po</w:t>
      </w:r>
      <w:r w:rsidR="00CE7733">
        <w:t xml:space="preserve"> art. </w:t>
      </w:r>
      <w:r w:rsidRPr="00D84AD6">
        <w:t>4</w:t>
      </w:r>
      <w:r w:rsidR="00CE7733" w:rsidRPr="00D84AD6">
        <w:t>9</w:t>
      </w:r>
      <w:r w:rsidR="00CE7733">
        <w:t> </w:t>
      </w:r>
      <w:r w:rsidRPr="00D84AD6">
        <w:t>dodaje się</w:t>
      </w:r>
      <w:r w:rsidR="00CE7733">
        <w:t xml:space="preserve"> art. </w:t>
      </w:r>
      <w:r w:rsidRPr="00D84AD6">
        <w:t>49a</w:t>
      </w:r>
      <w:r w:rsidR="00CE7733" w:rsidRPr="00D84AD6">
        <w:t xml:space="preserve"> w</w:t>
      </w:r>
      <w:r w:rsidR="00CE7733">
        <w:t> </w:t>
      </w:r>
      <w:r w:rsidRPr="00D84AD6">
        <w:t>brzmieniu:</w:t>
      </w:r>
    </w:p>
    <w:p w14:paraId="4BA1CFD9" w14:textId="3FF8B416" w:rsidR="00D84AD6" w:rsidRPr="00D84AD6" w:rsidRDefault="00D84AD6" w:rsidP="00EE78CA">
      <w:pPr>
        <w:pStyle w:val="ZARTzmartartykuempunktem"/>
      </w:pPr>
      <w:r w:rsidRPr="00D84AD6">
        <w:t>„Art. 49a. 1. Okręgowy sąd dyscyplinarny, krajowy sąd dyscyplinarny, okręgowy rzecznik odpowiedzialności zawodowej oraz krajowy rzecznik odpowiedzialności zawodowej,</w:t>
      </w:r>
      <w:r w:rsidR="00CE7733" w:rsidRPr="00D84AD6">
        <w:t xml:space="preserve"> w</w:t>
      </w:r>
      <w:r w:rsidR="00CE7733">
        <w:t> </w:t>
      </w:r>
      <w:r w:rsidRPr="00D84AD6">
        <w:t>toku prowadzonych postępowań,</w:t>
      </w:r>
      <w:r w:rsidR="00CE7733" w:rsidRPr="00D84AD6">
        <w:t xml:space="preserve"> o</w:t>
      </w:r>
      <w:r w:rsidR="00CE7733">
        <w:t> </w:t>
      </w:r>
      <w:r w:rsidRPr="00D84AD6">
        <w:t>których mowa</w:t>
      </w:r>
      <w:r w:rsidR="00CE7733" w:rsidRPr="00D84AD6">
        <w:t xml:space="preserve"> w</w:t>
      </w:r>
      <w:r w:rsidR="00CE7733">
        <w:t> art. </w:t>
      </w:r>
      <w:r w:rsidRPr="00D84AD6">
        <w:t>4</w:t>
      </w:r>
      <w:r w:rsidR="00CE7733" w:rsidRPr="00D84AD6">
        <w:t>6</w:t>
      </w:r>
      <w:r w:rsidR="00CE7733">
        <w:t xml:space="preserve"> pkt </w:t>
      </w:r>
      <w:r w:rsidR="00CE7733" w:rsidRPr="00D84AD6">
        <w:t>1</w:t>
      </w:r>
      <w:r w:rsidR="00CE7733">
        <w:t xml:space="preserve"> i </w:t>
      </w:r>
      <w:r w:rsidRPr="00D84AD6">
        <w:t>2, mogą zwrócić się</w:t>
      </w:r>
      <w:r w:rsidR="00CE7733" w:rsidRPr="00D84AD6">
        <w:t xml:space="preserve"> z</w:t>
      </w:r>
      <w:r w:rsidR="00CE7733">
        <w:t> </w:t>
      </w:r>
      <w:r w:rsidRPr="00D84AD6">
        <w:t>wnioskiem do organu administracji architektoniczno</w:t>
      </w:r>
      <w:r w:rsidR="00CE7733">
        <w:softHyphen/>
      </w:r>
      <w:r w:rsidR="00CE7733">
        <w:noBreakHyphen/>
      </w:r>
      <w:r w:rsidRPr="00D84AD6">
        <w:t>budowlanej lub organu nadzoru budowlanego,</w:t>
      </w:r>
      <w:r w:rsidR="00CE7733" w:rsidRPr="00D84AD6">
        <w:t xml:space="preserve"> o</w:t>
      </w:r>
      <w:r w:rsidR="00CE7733">
        <w:t> </w:t>
      </w:r>
      <w:r w:rsidRPr="00D84AD6">
        <w:t>udostępnienie kopii projektu budowlanego,</w:t>
      </w:r>
      <w:r w:rsidR="00CE7733" w:rsidRPr="00D84AD6">
        <w:t xml:space="preserve"> o</w:t>
      </w:r>
      <w:r w:rsidR="00CE7733">
        <w:t> </w:t>
      </w:r>
      <w:r w:rsidRPr="00D84AD6">
        <w:t>którym mowa</w:t>
      </w:r>
      <w:r w:rsidR="00CE7733" w:rsidRPr="00D84AD6">
        <w:t xml:space="preserve"> w</w:t>
      </w:r>
      <w:r w:rsidR="00CE7733">
        <w:t> art. </w:t>
      </w:r>
      <w:r w:rsidRPr="00D84AD6">
        <w:t>3</w:t>
      </w:r>
      <w:r w:rsidR="00CE7733" w:rsidRPr="00D84AD6">
        <w:t>4</w:t>
      </w:r>
      <w:r w:rsidR="00CE7733">
        <w:t> </w:t>
      </w:r>
      <w:r w:rsidRPr="00D84AD6">
        <w:t>ustawy – Prawo budowlane, pozostającego</w:t>
      </w:r>
      <w:r w:rsidR="00CE7733" w:rsidRPr="00D84AD6">
        <w:t xml:space="preserve"> w</w:t>
      </w:r>
      <w:r w:rsidR="00CE7733">
        <w:t> </w:t>
      </w:r>
      <w:r w:rsidRPr="00D84AD6">
        <w:t>posiadaniu tych organów, jeśli udostępnienie to ma związek</w:t>
      </w:r>
      <w:r w:rsidR="00CE7733" w:rsidRPr="00D84AD6">
        <w:t xml:space="preserve"> z</w:t>
      </w:r>
      <w:r w:rsidR="00CE7733">
        <w:t> </w:t>
      </w:r>
      <w:r w:rsidRPr="00D84AD6">
        <w:t xml:space="preserve">prowadzonym postępowaniem. </w:t>
      </w:r>
    </w:p>
    <w:p w14:paraId="31208AF8" w14:textId="1F45A3A4" w:rsidR="00D84AD6" w:rsidRDefault="00D84AD6" w:rsidP="00D84AD6">
      <w:pPr>
        <w:pStyle w:val="ZUSTzmustartykuempunktem"/>
      </w:pPr>
      <w:r w:rsidRPr="00D84AD6">
        <w:t>2. Organy,</w:t>
      </w:r>
      <w:r w:rsidR="00CE7733" w:rsidRPr="00D84AD6">
        <w:t xml:space="preserve"> o</w:t>
      </w:r>
      <w:r w:rsidR="00CE7733">
        <w:t> </w:t>
      </w:r>
      <w:r w:rsidRPr="00D84AD6">
        <w:t>których mowa</w:t>
      </w:r>
      <w:r w:rsidR="00CE7733" w:rsidRPr="00D84AD6">
        <w:t xml:space="preserve"> w</w:t>
      </w:r>
      <w:r w:rsidR="00CE7733">
        <w:t> ust. </w:t>
      </w:r>
      <w:r w:rsidRPr="00D84AD6">
        <w:t>1</w:t>
      </w:r>
      <w:r w:rsidR="00A048CA">
        <w:t>,</w:t>
      </w:r>
      <w:r w:rsidRPr="00D84AD6">
        <w:t xml:space="preserve"> przekazują kopię projektu budowlanego, nie później niż</w:t>
      </w:r>
      <w:r w:rsidR="00CE7733" w:rsidRPr="00D84AD6">
        <w:t xml:space="preserve"> w</w:t>
      </w:r>
      <w:r w:rsidR="00CE7733">
        <w:t> </w:t>
      </w:r>
      <w:r w:rsidRPr="00D84AD6">
        <w:t>terminie 3</w:t>
      </w:r>
      <w:r w:rsidR="00CE7733" w:rsidRPr="00D84AD6">
        <w:t>0</w:t>
      </w:r>
      <w:r w:rsidR="00CE7733">
        <w:t> </w:t>
      </w:r>
      <w:r w:rsidRPr="00D84AD6">
        <w:t>dni od dnia doręczenia wniosku</w:t>
      </w:r>
      <w:r w:rsidR="00CE7733" w:rsidRPr="00D84AD6">
        <w:t xml:space="preserve"> o</w:t>
      </w:r>
      <w:r w:rsidR="00CE7733">
        <w:t> </w:t>
      </w:r>
      <w:r w:rsidRPr="00D84AD6">
        <w:t xml:space="preserve">udostępnienie kopii projektu budowlanego. </w:t>
      </w:r>
    </w:p>
    <w:p w14:paraId="741737B4" w14:textId="2026CA5F" w:rsidR="00D84AD6" w:rsidRPr="006C1492" w:rsidRDefault="00D84AD6" w:rsidP="00EE78CA">
      <w:pPr>
        <w:pStyle w:val="ZUSTzmustartykuempunktem"/>
      </w:pPr>
      <w:r w:rsidRPr="00D84AD6">
        <w:lastRenderedPageBreak/>
        <w:t>3. Przepis</w:t>
      </w:r>
      <w:r w:rsidR="00CE7733">
        <w:t xml:space="preserve"> ust. </w:t>
      </w:r>
      <w:r w:rsidR="00CE7733" w:rsidRPr="00D84AD6">
        <w:t>1</w:t>
      </w:r>
      <w:r w:rsidR="00CE7733">
        <w:t xml:space="preserve"> i </w:t>
      </w:r>
      <w:r w:rsidR="00CE7733" w:rsidRPr="00D84AD6">
        <w:t>2</w:t>
      </w:r>
      <w:r w:rsidR="00CE7733">
        <w:t> </w:t>
      </w:r>
      <w:r w:rsidRPr="00D84AD6">
        <w:t>stosuje się do postępowania</w:t>
      </w:r>
      <w:r w:rsidR="00CE7733" w:rsidRPr="00D84AD6">
        <w:t xml:space="preserve"> w</w:t>
      </w:r>
      <w:r w:rsidR="00CE7733">
        <w:t> </w:t>
      </w:r>
      <w:r w:rsidRPr="00D84AD6">
        <w:t>sprawie odpowiedzialności zawodowej,</w:t>
      </w:r>
      <w:r w:rsidR="00CE7733" w:rsidRPr="00D84AD6">
        <w:t xml:space="preserve"> o</w:t>
      </w:r>
      <w:r w:rsidR="00CE7733">
        <w:t> </w:t>
      </w:r>
      <w:r w:rsidRPr="00D84AD6">
        <w:t>której mowa</w:t>
      </w:r>
      <w:r w:rsidR="00CE7733" w:rsidRPr="00D84AD6">
        <w:t xml:space="preserve"> w</w:t>
      </w:r>
      <w:r w:rsidR="00CE7733">
        <w:t> art. </w:t>
      </w:r>
      <w:r w:rsidRPr="00D84AD6">
        <w:t>9</w:t>
      </w:r>
      <w:r w:rsidR="00CE7733" w:rsidRPr="00D84AD6">
        <w:t>5</w:t>
      </w:r>
      <w:r w:rsidR="00CE7733">
        <w:t> </w:t>
      </w:r>
      <w:r w:rsidRPr="00D84AD6">
        <w:t xml:space="preserve">ustawy </w:t>
      </w:r>
      <w:r w:rsidR="00CE794F" w:rsidRPr="00EE78CA">
        <w:t xml:space="preserve">– </w:t>
      </w:r>
      <w:r w:rsidRPr="00D84AD6">
        <w:t>Prawo budowlane.</w:t>
      </w:r>
      <w:r w:rsidR="00E32D19">
        <w:t>”</w:t>
      </w:r>
      <w:r>
        <w:t>.</w:t>
      </w:r>
    </w:p>
    <w:p w14:paraId="1E0C34A8" w14:textId="1062F3EB" w:rsidR="009C4C2C" w:rsidRPr="00A0480F" w:rsidRDefault="009C4C2C">
      <w:pPr>
        <w:pStyle w:val="ARTartustawynprozporzdzenia"/>
        <w:rPr>
          <w:rStyle w:val="Ppogrubienie"/>
          <w:rFonts w:ascii="Times New Roman" w:hAnsi="Times New Roman"/>
          <w:b w:val="0"/>
        </w:rPr>
      </w:pPr>
      <w:r w:rsidRPr="007806D6">
        <w:rPr>
          <w:rStyle w:val="Ppogrubienie"/>
        </w:rPr>
        <w:t>Art. 3.</w:t>
      </w:r>
      <w:r w:rsidR="00CE7733" w:rsidRPr="00A0480F">
        <w:rPr>
          <w:rStyle w:val="Ppogrubienie"/>
          <w:b w:val="0"/>
        </w:rPr>
        <w:t xml:space="preserve"> W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ustawie</w:t>
      </w:r>
      <w:r w:rsidR="00CE7733" w:rsidRPr="00A0480F">
        <w:rPr>
          <w:rStyle w:val="Ppogrubienie"/>
          <w:b w:val="0"/>
        </w:rPr>
        <w:t xml:space="preserve"> z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dnia 2</w:t>
      </w:r>
      <w:r w:rsidR="00CE7733" w:rsidRPr="00A0480F">
        <w:rPr>
          <w:rStyle w:val="Ppogrubienie"/>
          <w:b w:val="0"/>
        </w:rPr>
        <w:t>4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sierpnia 199</w:t>
      </w:r>
      <w:r w:rsidR="00CE7733" w:rsidRPr="00A0480F">
        <w:rPr>
          <w:rStyle w:val="Ppogrubienie"/>
          <w:b w:val="0"/>
        </w:rPr>
        <w:t>1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r.</w:t>
      </w:r>
      <w:r w:rsidR="00CE7733" w:rsidRPr="00A0480F">
        <w:rPr>
          <w:rStyle w:val="Ppogrubienie"/>
          <w:b w:val="0"/>
        </w:rPr>
        <w:t xml:space="preserve"> o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ochronie przeciwpożarowej (Dz.</w:t>
      </w:r>
      <w:r w:rsidR="00CE7733">
        <w:rPr>
          <w:rStyle w:val="Ppogrubienie"/>
        </w:rPr>
        <w:t xml:space="preserve"> </w:t>
      </w:r>
      <w:r w:rsidRPr="00A0480F">
        <w:rPr>
          <w:rStyle w:val="Ppogrubienie"/>
          <w:b w:val="0"/>
        </w:rPr>
        <w:t>U.</w:t>
      </w:r>
      <w:r w:rsidR="00CE7733" w:rsidRPr="00A0480F">
        <w:rPr>
          <w:rStyle w:val="Ppogrubienie"/>
          <w:b w:val="0"/>
        </w:rPr>
        <w:t xml:space="preserve"> z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202</w:t>
      </w:r>
      <w:r w:rsidR="00CE7733" w:rsidRPr="00A0480F">
        <w:rPr>
          <w:rStyle w:val="Ppogrubienie"/>
          <w:b w:val="0"/>
        </w:rPr>
        <w:t>1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r.</w:t>
      </w:r>
      <w:r w:rsidR="00CE7733">
        <w:rPr>
          <w:rStyle w:val="Ppogrubienie"/>
          <w:b w:val="0"/>
        </w:rPr>
        <w:t xml:space="preserve"> poz. </w:t>
      </w:r>
      <w:r w:rsidR="001257F2" w:rsidRPr="00A0480F">
        <w:rPr>
          <w:rStyle w:val="Ppogrubienie"/>
          <w:b w:val="0"/>
        </w:rPr>
        <w:t>869</w:t>
      </w:r>
      <w:r w:rsidRPr="00A0480F">
        <w:rPr>
          <w:rStyle w:val="Ppogrubienie"/>
          <w:b w:val="0"/>
        </w:rPr>
        <w:t xml:space="preserve">) wprowadza się następujące zmiany: </w:t>
      </w:r>
    </w:p>
    <w:p w14:paraId="0C8C0018" w14:textId="2363FE2A" w:rsidR="00311C8C" w:rsidRPr="00311C8C" w:rsidRDefault="009C4C2C" w:rsidP="00311C8C">
      <w:pPr>
        <w:pStyle w:val="PKTpunkt"/>
      </w:pPr>
      <w:r w:rsidRPr="00A0480F">
        <w:t>1)</w:t>
      </w:r>
      <w:r w:rsidRPr="00A0480F">
        <w:tab/>
      </w:r>
      <w:r w:rsidR="00311C8C" w:rsidRPr="00311C8C">
        <w:t>w</w:t>
      </w:r>
      <w:r w:rsidR="00CE7733">
        <w:t xml:space="preserve"> art. </w:t>
      </w:r>
      <w:r w:rsidR="00CE7733" w:rsidRPr="00311C8C">
        <w:t>4</w:t>
      </w:r>
      <w:r w:rsidR="00CE7733">
        <w:t xml:space="preserve"> w ust. </w:t>
      </w:r>
      <w:r w:rsidR="00CE7733" w:rsidRPr="00311C8C">
        <w:t>1</w:t>
      </w:r>
      <w:r w:rsidR="00CE7733">
        <w:t xml:space="preserve"> pkt </w:t>
      </w:r>
      <w:r w:rsidR="00CE7733" w:rsidRPr="00311C8C">
        <w:t>3</w:t>
      </w:r>
      <w:r w:rsidR="00CE7733">
        <w:t> </w:t>
      </w:r>
      <w:r w:rsidR="00311C8C" w:rsidRPr="00311C8C">
        <w:t>otrzymuje brzmienie:</w:t>
      </w:r>
    </w:p>
    <w:p w14:paraId="08E9E293" w14:textId="20D2C8BE" w:rsidR="00311C8C" w:rsidRDefault="00311C8C" w:rsidP="00EE78CA">
      <w:pPr>
        <w:pStyle w:val="ZPKTzmpktartykuempunktem"/>
      </w:pPr>
      <w:r w:rsidRPr="00311C8C">
        <w:t>„3)</w:t>
      </w:r>
      <w:r>
        <w:tab/>
      </w:r>
      <w:r w:rsidR="00A400EC" w:rsidRPr="00A400EC">
        <w:t>zapewnić przeglądy techniczne, konserwacje oraz naprawy urządzeń przeciwpożarowych</w:t>
      </w:r>
      <w:r w:rsidR="00CE7733" w:rsidRPr="00A400EC">
        <w:t xml:space="preserve"> i</w:t>
      </w:r>
      <w:r w:rsidR="00CE7733">
        <w:t> </w:t>
      </w:r>
      <w:r w:rsidR="00A400EC" w:rsidRPr="00A400EC">
        <w:t>gaśnic,</w:t>
      </w:r>
      <w:r w:rsidR="00CE7733" w:rsidRPr="00A400EC">
        <w:t xml:space="preserve"> w</w:t>
      </w:r>
      <w:r w:rsidR="00CE7733">
        <w:t> </w:t>
      </w:r>
      <w:r w:rsidR="00A400EC" w:rsidRPr="00A400EC">
        <w:t>sposób gwarantujący ich sprawne</w:t>
      </w:r>
      <w:r w:rsidR="00CE7733" w:rsidRPr="00A400EC">
        <w:t xml:space="preserve"> i</w:t>
      </w:r>
      <w:r w:rsidR="00CE7733">
        <w:t> </w:t>
      </w:r>
      <w:r w:rsidR="00A400EC" w:rsidRPr="00A400EC">
        <w:t>niezawodne funkcjonowanie</w:t>
      </w:r>
      <w:r w:rsidRPr="00311C8C">
        <w:t>;”;</w:t>
      </w:r>
    </w:p>
    <w:p w14:paraId="6B2CD98B" w14:textId="5E59ED4D" w:rsidR="00311C8C" w:rsidRDefault="00311C8C" w:rsidP="00311C8C">
      <w:pPr>
        <w:pStyle w:val="PKTpunkt"/>
      </w:pPr>
      <w:r>
        <w:t>2)</w:t>
      </w:r>
      <w:r>
        <w:tab/>
      </w:r>
      <w:r w:rsidRPr="00311C8C">
        <w:t>w</w:t>
      </w:r>
      <w:r w:rsidR="00CE7733">
        <w:t xml:space="preserve"> art. </w:t>
      </w:r>
      <w:r w:rsidRPr="00311C8C">
        <w:t>6d</w:t>
      </w:r>
      <w:r>
        <w:t>:</w:t>
      </w:r>
      <w:r w:rsidRPr="00311C8C">
        <w:t xml:space="preserve"> </w:t>
      </w:r>
    </w:p>
    <w:p w14:paraId="7F46076E" w14:textId="433DA5DB" w:rsidR="00311C8C" w:rsidRPr="00311C8C" w:rsidRDefault="00311C8C" w:rsidP="00EE78CA">
      <w:pPr>
        <w:pStyle w:val="LITlitera"/>
      </w:pPr>
      <w:r>
        <w:t>a)</w:t>
      </w:r>
      <w:r>
        <w:tab/>
      </w:r>
      <w:r w:rsidRPr="00311C8C">
        <w:t>w</w:t>
      </w:r>
      <w:r w:rsidR="00CE7733">
        <w:t xml:space="preserve"> ust. </w:t>
      </w:r>
      <w:r w:rsidR="00CE7733" w:rsidRPr="00311C8C">
        <w:t>1</w:t>
      </w:r>
      <w:r w:rsidR="00CE7733">
        <w:t xml:space="preserve"> zdanie</w:t>
      </w:r>
      <w:r w:rsidRPr="00311C8C">
        <w:t xml:space="preserve"> drugie otrzymuje brzmienie:</w:t>
      </w:r>
    </w:p>
    <w:p w14:paraId="3C97F27C" w14:textId="135D98AA" w:rsidR="00311C8C" w:rsidRPr="00311C8C" w:rsidRDefault="00311C8C" w:rsidP="00EE78CA">
      <w:pPr>
        <w:pStyle w:val="ZLITCZWSPPKTzmczciwsppktliter"/>
      </w:pPr>
      <w:r w:rsidRPr="00311C8C">
        <w:t>„Uzgodnienie projektu</w:t>
      </w:r>
      <w:r w:rsidR="00CE7733" w:rsidRPr="00311C8C">
        <w:t xml:space="preserve"> w</w:t>
      </w:r>
      <w:r w:rsidR="00CE7733">
        <w:t> </w:t>
      </w:r>
      <w:r w:rsidRPr="00311C8C">
        <w:t>przypadku jego sporządzenia</w:t>
      </w:r>
      <w:r w:rsidR="00CE7733" w:rsidRPr="00311C8C">
        <w:t xml:space="preserve"> w</w:t>
      </w:r>
      <w:r w:rsidR="00CE7733">
        <w:t> </w:t>
      </w:r>
      <w:r w:rsidRPr="00311C8C">
        <w:t>postaci:</w:t>
      </w:r>
    </w:p>
    <w:p w14:paraId="2C3E4BB3" w14:textId="776437F8" w:rsidR="00311C8C" w:rsidRPr="00311C8C" w:rsidRDefault="00311C8C" w:rsidP="00EE78CA">
      <w:pPr>
        <w:pStyle w:val="ZLITPKTzmpktliter"/>
      </w:pPr>
      <w:r w:rsidRPr="00311C8C">
        <w:t>1)</w:t>
      </w:r>
      <w:r>
        <w:tab/>
      </w:r>
      <w:r w:rsidRPr="00311C8C">
        <w:t>papierowej – potwierdza się przez opatrzenie go pieczęcią</w:t>
      </w:r>
      <w:r w:rsidR="00CE7733" w:rsidRPr="00311C8C">
        <w:t xml:space="preserve"> i</w:t>
      </w:r>
      <w:r w:rsidR="00CE7733">
        <w:t> </w:t>
      </w:r>
      <w:r w:rsidRPr="00311C8C">
        <w:t>podpisem;</w:t>
      </w:r>
    </w:p>
    <w:p w14:paraId="06B104A3" w14:textId="19DA97B9" w:rsidR="00311C8C" w:rsidRDefault="00311C8C" w:rsidP="00EE78CA">
      <w:pPr>
        <w:pStyle w:val="ZLITPKTzmpktliter"/>
      </w:pPr>
      <w:r w:rsidRPr="00311C8C">
        <w:t>2)</w:t>
      </w:r>
      <w:r>
        <w:tab/>
      </w:r>
      <w:r w:rsidRPr="00311C8C">
        <w:t>elektronicznej –</w:t>
      </w:r>
      <w:r w:rsidR="00A048CA">
        <w:t xml:space="preserve"> </w:t>
      </w:r>
      <w:r w:rsidR="00A400EC" w:rsidRPr="00A400EC">
        <w:t>potwierdza się przez opatrzenie go kwalifikowanym podpisem elektronicznym oraz wydaniem dla niego karty uzgodnienia opatrzonej tym podpisem, która stanowi załącznik do projektu</w:t>
      </w:r>
      <w:r w:rsidRPr="00311C8C">
        <w:t>.”</w:t>
      </w:r>
      <w:r>
        <w:t>,</w:t>
      </w:r>
    </w:p>
    <w:p w14:paraId="4E0853C5" w14:textId="117AE9D7" w:rsidR="00311C8C" w:rsidRPr="00311C8C" w:rsidRDefault="00311C8C" w:rsidP="00311C8C">
      <w:pPr>
        <w:pStyle w:val="LITlitera"/>
      </w:pPr>
      <w:r>
        <w:t>b)</w:t>
      </w:r>
      <w:r>
        <w:tab/>
      </w:r>
      <w:r w:rsidRPr="00311C8C">
        <w:t>dodaje się</w:t>
      </w:r>
      <w:r w:rsidR="00CE7733">
        <w:t xml:space="preserve"> ust. </w:t>
      </w:r>
      <w:r w:rsidRPr="00311C8C">
        <w:t>1a</w:t>
      </w:r>
      <w:r w:rsidR="00CE7733" w:rsidRPr="00311C8C">
        <w:t xml:space="preserve"> w</w:t>
      </w:r>
      <w:r w:rsidR="00CE7733">
        <w:t> </w:t>
      </w:r>
      <w:r w:rsidRPr="00311C8C">
        <w:t>brzmieniu:</w:t>
      </w:r>
    </w:p>
    <w:p w14:paraId="3082825C" w14:textId="1AD6263B" w:rsidR="00311C8C" w:rsidRPr="00311C8C" w:rsidRDefault="00311C8C" w:rsidP="00EE78CA">
      <w:pPr>
        <w:pStyle w:val="ZLITUSTzmustliter"/>
      </w:pPr>
      <w:r w:rsidRPr="00311C8C">
        <w:t xml:space="preserve">„1a. </w:t>
      </w:r>
      <w:r w:rsidR="00A400EC" w:rsidRPr="00A400EC">
        <w:t>Karta uzgodnienia zawiera dane umożliwiające identyfikację uzgodnienia projektu, obejmujące</w:t>
      </w:r>
      <w:r w:rsidR="00CE7733" w:rsidRPr="00A400EC">
        <w:t xml:space="preserve"> w</w:t>
      </w:r>
      <w:r w:rsidR="00CE7733">
        <w:t> </w:t>
      </w:r>
      <w:r w:rsidR="00A400EC" w:rsidRPr="00A400EC">
        <w:t>szczególności</w:t>
      </w:r>
      <w:r w:rsidRPr="00311C8C">
        <w:t>:</w:t>
      </w:r>
    </w:p>
    <w:p w14:paraId="19CFDC70" w14:textId="4F8163CB" w:rsidR="00311C8C" w:rsidRPr="00311C8C" w:rsidRDefault="00311C8C" w:rsidP="00EE78CA">
      <w:pPr>
        <w:pStyle w:val="ZLITPKTzmpktliter"/>
      </w:pPr>
      <w:r w:rsidRPr="00311C8C">
        <w:t>1)</w:t>
      </w:r>
      <w:r>
        <w:tab/>
      </w:r>
      <w:r w:rsidR="00A400EC" w:rsidRPr="00A400EC">
        <w:t>nazwę, rodzaj</w:t>
      </w:r>
      <w:r w:rsidR="00CE7733" w:rsidRPr="00A400EC">
        <w:t xml:space="preserve"> i</w:t>
      </w:r>
      <w:r w:rsidR="00CE7733">
        <w:t> </w:t>
      </w:r>
      <w:r w:rsidR="00A400EC" w:rsidRPr="00A400EC">
        <w:t>datę opracowania uzgodnionego projektu</w:t>
      </w:r>
      <w:r w:rsidRPr="00311C8C">
        <w:t>;</w:t>
      </w:r>
    </w:p>
    <w:p w14:paraId="5648866F" w14:textId="53696EAC" w:rsidR="00311C8C" w:rsidRPr="00311C8C" w:rsidRDefault="00311C8C" w:rsidP="00EE78CA">
      <w:pPr>
        <w:pStyle w:val="ZLITPKTzmpktliter"/>
      </w:pPr>
      <w:r w:rsidRPr="00311C8C">
        <w:t>2)</w:t>
      </w:r>
      <w:r>
        <w:tab/>
      </w:r>
      <w:r w:rsidR="00A400EC" w:rsidRPr="00A400EC">
        <w:t>lokalizację obiektu budowlanego lub urządzenia przeciwpożarowego</w:t>
      </w:r>
      <w:r w:rsidRPr="00311C8C">
        <w:t>;</w:t>
      </w:r>
    </w:p>
    <w:p w14:paraId="375A30AF" w14:textId="0EC79AD3" w:rsidR="00311C8C" w:rsidRPr="00311C8C" w:rsidRDefault="00311C8C" w:rsidP="00EE78CA">
      <w:pPr>
        <w:pStyle w:val="ZLITPKTzmpktliter"/>
      </w:pPr>
      <w:r w:rsidRPr="00311C8C">
        <w:t>3)</w:t>
      </w:r>
      <w:r>
        <w:tab/>
      </w:r>
      <w:r w:rsidRPr="00311C8C">
        <w:t>datę dokonania uzgodnienia;</w:t>
      </w:r>
    </w:p>
    <w:p w14:paraId="1A0A73AE" w14:textId="03EF44A0" w:rsidR="00311C8C" w:rsidRPr="00311C8C" w:rsidRDefault="00311C8C" w:rsidP="00EE78CA">
      <w:pPr>
        <w:pStyle w:val="ZLITPKTzmpktliter"/>
      </w:pPr>
      <w:r w:rsidRPr="00311C8C">
        <w:t>4)</w:t>
      </w:r>
      <w:r>
        <w:tab/>
      </w:r>
      <w:r w:rsidRPr="00311C8C">
        <w:t>stwierdzenie zgodności projektu</w:t>
      </w:r>
      <w:r w:rsidR="00CE7733" w:rsidRPr="00311C8C">
        <w:t xml:space="preserve"> z</w:t>
      </w:r>
      <w:r w:rsidR="00CE7733">
        <w:t> </w:t>
      </w:r>
      <w:r w:rsidRPr="00311C8C">
        <w:t>wymaganiami ochrony przeciwpożarowej bez uwag albo</w:t>
      </w:r>
      <w:r w:rsidR="00CE7733" w:rsidRPr="00311C8C">
        <w:t xml:space="preserve"> z</w:t>
      </w:r>
      <w:r w:rsidR="00CE7733">
        <w:t> </w:t>
      </w:r>
      <w:r w:rsidRPr="00311C8C">
        <w:t>uwagami;</w:t>
      </w:r>
    </w:p>
    <w:p w14:paraId="6934265F" w14:textId="545E0A62" w:rsidR="00311C8C" w:rsidRDefault="00311C8C" w:rsidP="00EE78CA">
      <w:pPr>
        <w:pStyle w:val="ZLITPKTzmpktliter"/>
      </w:pPr>
      <w:r w:rsidRPr="00311C8C">
        <w:t>5)</w:t>
      </w:r>
      <w:r>
        <w:tab/>
      </w:r>
      <w:r w:rsidRPr="00311C8C">
        <w:t>uwagi –</w:t>
      </w:r>
      <w:r w:rsidR="00CE7733" w:rsidRPr="00311C8C">
        <w:t xml:space="preserve"> w</w:t>
      </w:r>
      <w:r w:rsidR="00CE7733">
        <w:t> </w:t>
      </w:r>
      <w:r w:rsidRPr="00311C8C">
        <w:t>przypadku uzgodnienia projektu</w:t>
      </w:r>
      <w:r w:rsidR="00CE7733" w:rsidRPr="00311C8C">
        <w:t xml:space="preserve"> z</w:t>
      </w:r>
      <w:r w:rsidR="00CE7733">
        <w:t> </w:t>
      </w:r>
      <w:r w:rsidRPr="00311C8C">
        <w:t>uwagami.”;</w:t>
      </w:r>
    </w:p>
    <w:p w14:paraId="7F5D46E6" w14:textId="18556222" w:rsidR="009C4C2C" w:rsidRPr="00A0480F" w:rsidRDefault="00311C8C" w:rsidP="00A0480F">
      <w:pPr>
        <w:pStyle w:val="PKTpunkt"/>
      </w:pPr>
      <w:r>
        <w:t>3</w:t>
      </w:r>
      <w:r w:rsidR="009C4C2C" w:rsidRPr="00A0480F">
        <w:t>)</w:t>
      </w:r>
      <w:r w:rsidR="009C4C2C" w:rsidRPr="00A0480F">
        <w:tab/>
        <w:t>w</w:t>
      </w:r>
      <w:r w:rsidR="00CE7733">
        <w:t xml:space="preserve"> art. </w:t>
      </w:r>
      <w:r w:rsidR="009C4C2C" w:rsidRPr="00A0480F">
        <w:t>6e</w:t>
      </w:r>
      <w:r w:rsidR="00CE7733">
        <w:t xml:space="preserve"> ust. </w:t>
      </w:r>
      <w:r w:rsidR="00CE7733" w:rsidRPr="00A0480F">
        <w:t>5</w:t>
      </w:r>
      <w:r w:rsidR="00CE7733">
        <w:t> </w:t>
      </w:r>
      <w:r w:rsidR="009C4C2C" w:rsidRPr="00A0480F">
        <w:t xml:space="preserve">nadaje się brzmienie: </w:t>
      </w:r>
    </w:p>
    <w:p w14:paraId="3875F4F8" w14:textId="5BEF3916" w:rsidR="009C4C2C" w:rsidRPr="00A0480F" w:rsidRDefault="009C4C2C" w:rsidP="00A0480F">
      <w:pPr>
        <w:pStyle w:val="ZUSTzmustartykuempunktem"/>
      </w:pPr>
      <w:r w:rsidRPr="00A0480F">
        <w:t xml:space="preserve">„5. </w:t>
      </w:r>
      <w:r w:rsidR="00A400EC" w:rsidRPr="00A400EC">
        <w:t>Inwestor do wniosku</w:t>
      </w:r>
      <w:r w:rsidR="00CE7733" w:rsidRPr="00A400EC">
        <w:t xml:space="preserve"> o</w:t>
      </w:r>
      <w:r w:rsidR="00CE7733">
        <w:t> </w:t>
      </w:r>
      <w:r w:rsidR="00A400EC" w:rsidRPr="00A400EC">
        <w:t>uzgodnienie projektu zagospodarowania działki lub terenu, projektu architektoniczno</w:t>
      </w:r>
      <w:r w:rsidR="00CE7733">
        <w:softHyphen/>
      </w:r>
      <w:r w:rsidR="00CE7733">
        <w:noBreakHyphen/>
      </w:r>
      <w:r w:rsidR="00A400EC" w:rsidRPr="00A400EC">
        <w:t>budowlanego lub projektu technicznego dołącza te projekty</w:t>
      </w:r>
      <w:r w:rsidR="00CE7733" w:rsidRPr="00A400EC">
        <w:t xml:space="preserve"> w</w:t>
      </w:r>
      <w:r w:rsidR="00CE7733">
        <w:t> </w:t>
      </w:r>
      <w:r w:rsidR="00A400EC" w:rsidRPr="00A400EC">
        <w:t>postaci</w:t>
      </w:r>
      <w:r w:rsidRPr="00A0480F">
        <w:t xml:space="preserve">: </w:t>
      </w:r>
    </w:p>
    <w:p w14:paraId="20439B0C" w14:textId="3E0B71EB" w:rsidR="009C4C2C" w:rsidRPr="00A0480F" w:rsidRDefault="009C4C2C" w:rsidP="00A0480F">
      <w:pPr>
        <w:pStyle w:val="ZPKTzmpktartykuempunktem"/>
      </w:pPr>
      <w:r>
        <w:t>1</w:t>
      </w:r>
      <w:r w:rsidRPr="00A0480F">
        <w:t>)</w:t>
      </w:r>
      <w:r>
        <w:tab/>
      </w:r>
      <w:r w:rsidRPr="00A0480F">
        <w:t>papierowej –</w:t>
      </w:r>
      <w:r w:rsidR="00CE7733" w:rsidRPr="00A0480F">
        <w:t xml:space="preserve"> w</w:t>
      </w:r>
      <w:r w:rsidR="00CE7733">
        <w:t> </w:t>
      </w:r>
      <w:r w:rsidRPr="00A0480F">
        <w:t xml:space="preserve">co najmniej </w:t>
      </w:r>
      <w:r w:rsidR="00CE7733" w:rsidRPr="00A0480F">
        <w:t>4</w:t>
      </w:r>
      <w:r w:rsidR="00CE7733">
        <w:t> </w:t>
      </w:r>
      <w:r w:rsidRPr="00A0480F">
        <w:t>egzemplarzach albo</w:t>
      </w:r>
    </w:p>
    <w:p w14:paraId="5C9FE3BD" w14:textId="7F155099" w:rsidR="009C4C2C" w:rsidRPr="00A0480F" w:rsidRDefault="009C4C2C" w:rsidP="00A0480F">
      <w:pPr>
        <w:pStyle w:val="ZPKTzmpktartykuempunktem"/>
      </w:pPr>
      <w:r>
        <w:t>2</w:t>
      </w:r>
      <w:r w:rsidRPr="00A0480F">
        <w:t>)</w:t>
      </w:r>
      <w:r w:rsidRPr="00A0480F">
        <w:tab/>
        <w:t>elektronicznej.”;</w:t>
      </w:r>
    </w:p>
    <w:p w14:paraId="7CF0B554" w14:textId="3B43DCE4" w:rsidR="009C4C2C" w:rsidRPr="00A0480F" w:rsidRDefault="00311C8C" w:rsidP="00A0480F">
      <w:pPr>
        <w:pStyle w:val="PKTpunkt"/>
      </w:pPr>
      <w:r>
        <w:t>4</w:t>
      </w:r>
      <w:r w:rsidR="009C4C2C" w:rsidRPr="00A0480F">
        <w:t>)</w:t>
      </w:r>
      <w:r w:rsidR="009C4C2C" w:rsidRPr="00A0480F">
        <w:tab/>
        <w:t>art. 6f otrzymuje brzmienie:</w:t>
      </w:r>
    </w:p>
    <w:p w14:paraId="39695865" w14:textId="756C2A21" w:rsidR="009C4C2C" w:rsidRPr="00A0480F" w:rsidRDefault="009C4C2C" w:rsidP="00A0480F">
      <w:pPr>
        <w:pStyle w:val="ZUSTzmustartykuempunktem"/>
      </w:pPr>
      <w:r w:rsidRPr="00A0480F">
        <w:lastRenderedPageBreak/>
        <w:t>„</w:t>
      </w:r>
      <w:r w:rsidR="00A048CA">
        <w:t>A</w:t>
      </w:r>
      <w:r w:rsidRPr="00A0480F">
        <w:t xml:space="preserve">rt. 6f. 1. </w:t>
      </w:r>
      <w:r w:rsidR="00A400EC" w:rsidRPr="00A400EC">
        <w:t>Projekt zagospodarowania działki lub terenu oraz projekt architektoniczno</w:t>
      </w:r>
      <w:r w:rsidR="00CE7733">
        <w:softHyphen/>
      </w:r>
      <w:r w:rsidR="00CE7733">
        <w:noBreakHyphen/>
      </w:r>
      <w:r w:rsidR="00A400EC" w:rsidRPr="00A400EC">
        <w:t>budowlany uzgodniony przez komendanta wojewódzkiego Państwowej Straży Pożarnej opatruje się</w:t>
      </w:r>
      <w:r w:rsidRPr="00A0480F">
        <w:t>:</w:t>
      </w:r>
    </w:p>
    <w:p w14:paraId="1970DE5B" w14:textId="246B927F" w:rsidR="009C4C2C" w:rsidRPr="00A0480F" w:rsidRDefault="009C4C2C" w:rsidP="00A0480F">
      <w:pPr>
        <w:pStyle w:val="ZPKTzmpktartykuempunktem"/>
      </w:pPr>
      <w:r w:rsidRPr="00A0480F">
        <w:t>1)</w:t>
      </w:r>
      <w:r>
        <w:tab/>
      </w:r>
      <w:r w:rsidR="00A400EC" w:rsidRPr="00A400EC">
        <w:t>pieczęcią organu –</w:t>
      </w:r>
      <w:r w:rsidR="00CE7733" w:rsidRPr="00A400EC">
        <w:t xml:space="preserve"> w</w:t>
      </w:r>
      <w:r w:rsidR="00CE7733">
        <w:t> </w:t>
      </w:r>
      <w:r w:rsidR="00A400EC" w:rsidRPr="00A400EC">
        <w:t>przypadku projektu</w:t>
      </w:r>
      <w:r w:rsidR="00CE7733" w:rsidRPr="00A400EC">
        <w:t xml:space="preserve"> w</w:t>
      </w:r>
      <w:r w:rsidR="00CE7733">
        <w:t> </w:t>
      </w:r>
      <w:r w:rsidR="00A400EC" w:rsidRPr="00A400EC">
        <w:t>postaci papierowej</w:t>
      </w:r>
      <w:r w:rsidRPr="00A0480F">
        <w:t>;</w:t>
      </w:r>
    </w:p>
    <w:p w14:paraId="1A0EFD5C" w14:textId="66622BBA" w:rsidR="009C4C2C" w:rsidRPr="00A0480F" w:rsidRDefault="009C4C2C" w:rsidP="00A0480F">
      <w:pPr>
        <w:pStyle w:val="ZPKTzmpktartykuempunktem"/>
      </w:pPr>
      <w:r w:rsidRPr="00A0480F">
        <w:t>2)</w:t>
      </w:r>
      <w:r>
        <w:tab/>
      </w:r>
      <w:r w:rsidR="00A400EC" w:rsidRPr="00A400EC">
        <w:t>kwalifikowanym podpisem elektronicznym organu –</w:t>
      </w:r>
      <w:r w:rsidR="00CE7733" w:rsidRPr="00A400EC">
        <w:t xml:space="preserve"> w</w:t>
      </w:r>
      <w:r w:rsidR="00CE7733">
        <w:t> </w:t>
      </w:r>
      <w:r w:rsidR="00A400EC" w:rsidRPr="00A400EC">
        <w:t>przypadku projektu</w:t>
      </w:r>
      <w:r w:rsidR="00CE7733" w:rsidRPr="00A400EC">
        <w:t xml:space="preserve"> w</w:t>
      </w:r>
      <w:r w:rsidR="00CE7733">
        <w:t> </w:t>
      </w:r>
      <w:r w:rsidR="00A400EC" w:rsidRPr="00A400EC">
        <w:t>postaci elektronicznej</w:t>
      </w:r>
      <w:r w:rsidRPr="00A0480F">
        <w:t>.</w:t>
      </w:r>
    </w:p>
    <w:p w14:paraId="4C1A8405" w14:textId="3EB6F961" w:rsidR="009C4C2C" w:rsidRPr="00A0480F" w:rsidRDefault="009C4C2C" w:rsidP="00A0480F">
      <w:pPr>
        <w:pStyle w:val="ZUSTzmustartykuempunktem"/>
      </w:pPr>
      <w:r w:rsidRPr="00A0480F">
        <w:t>2. Uzgodniony projekt przekazuje się inwestorowi wraz</w:t>
      </w:r>
      <w:r w:rsidR="00CE7733" w:rsidRPr="00A0480F">
        <w:t xml:space="preserve"> z</w:t>
      </w:r>
      <w:r w:rsidR="00CE7733">
        <w:t> </w:t>
      </w:r>
      <w:r w:rsidRPr="00A0480F">
        <w:t xml:space="preserve">postanowieniem. </w:t>
      </w:r>
    </w:p>
    <w:p w14:paraId="3047863D" w14:textId="00F6BC65" w:rsidR="009C4C2C" w:rsidRPr="00A0480F" w:rsidRDefault="009C4C2C" w:rsidP="00A0480F">
      <w:pPr>
        <w:pStyle w:val="ZUSTzmustartykuempunktem"/>
      </w:pPr>
      <w:r w:rsidRPr="00A0480F">
        <w:t>3. Jeden egzemplarz projektu,</w:t>
      </w:r>
      <w:r w:rsidR="00CE7733" w:rsidRPr="00A0480F">
        <w:t xml:space="preserve"> o</w:t>
      </w:r>
      <w:r w:rsidR="00CE7733">
        <w:t> </w:t>
      </w:r>
      <w:r w:rsidRPr="00A0480F">
        <w:t>którym mowa</w:t>
      </w:r>
      <w:r w:rsidR="00CE7733" w:rsidRPr="00A0480F">
        <w:t xml:space="preserve"> w</w:t>
      </w:r>
      <w:r w:rsidR="00CE7733">
        <w:t> ust. </w:t>
      </w:r>
      <w:r w:rsidR="00CE7733" w:rsidRPr="00A0480F">
        <w:t>1</w:t>
      </w:r>
      <w:r w:rsidR="00CE7733">
        <w:t xml:space="preserve"> pkt </w:t>
      </w:r>
      <w:r w:rsidRPr="00A0480F">
        <w:t>1, pozostaje</w:t>
      </w:r>
      <w:r w:rsidR="00CE7733" w:rsidRPr="00A0480F">
        <w:t xml:space="preserve"> w</w:t>
      </w:r>
      <w:r w:rsidR="00CE7733">
        <w:t> </w:t>
      </w:r>
      <w:r w:rsidRPr="00A0480F">
        <w:t xml:space="preserve">aktach sprawy organu. </w:t>
      </w:r>
    </w:p>
    <w:p w14:paraId="42F5A482" w14:textId="04186D14" w:rsidR="009C4C2C" w:rsidRPr="00A0480F" w:rsidRDefault="009C4C2C" w:rsidP="00A0480F">
      <w:pPr>
        <w:pStyle w:val="ZUSTzmustartykuempunktem"/>
      </w:pPr>
      <w:r w:rsidRPr="00A0480F">
        <w:t>4. Do uzgodnienia projektu technicznego przepisy</w:t>
      </w:r>
      <w:r w:rsidR="00CE7733">
        <w:t xml:space="preserve"> ust. </w:t>
      </w:r>
      <w:r w:rsidRPr="00A0480F">
        <w:t>1</w:t>
      </w:r>
      <w:r w:rsidR="00CE794F" w:rsidRPr="00EE78CA">
        <w:t>–</w:t>
      </w:r>
      <w:r w:rsidR="00CE7733" w:rsidRPr="00A0480F">
        <w:t>3</w:t>
      </w:r>
      <w:r w:rsidR="00CE7733">
        <w:t> </w:t>
      </w:r>
      <w:r w:rsidRPr="00A0480F">
        <w:t>stosuje się.”;</w:t>
      </w:r>
    </w:p>
    <w:p w14:paraId="64B4DA9A" w14:textId="38A5EADA" w:rsidR="009C4C2C" w:rsidRPr="00A0480F" w:rsidRDefault="00311C8C" w:rsidP="00A0480F">
      <w:pPr>
        <w:pStyle w:val="PKTpunkt"/>
      </w:pPr>
      <w:r>
        <w:t>5</w:t>
      </w:r>
      <w:r w:rsidR="009C4C2C" w:rsidRPr="00A0480F">
        <w:t>)</w:t>
      </w:r>
      <w:r w:rsidR="009C4C2C" w:rsidRPr="00A0480F">
        <w:tab/>
        <w:t>w</w:t>
      </w:r>
      <w:r w:rsidR="00CE7733">
        <w:t xml:space="preserve"> art. </w:t>
      </w:r>
      <w:r w:rsidR="009C4C2C" w:rsidRPr="00A0480F">
        <w:t>6g</w:t>
      </w:r>
      <w:r w:rsidR="00CE7733">
        <w:t xml:space="preserve"> pkt </w:t>
      </w:r>
      <w:r w:rsidR="00CE7733" w:rsidRPr="00A0480F">
        <w:t>4</w:t>
      </w:r>
      <w:r w:rsidR="00CE7733">
        <w:t> </w:t>
      </w:r>
      <w:r w:rsidR="009C4C2C" w:rsidRPr="00A0480F">
        <w:t xml:space="preserve">otrzymuje brzmienie: </w:t>
      </w:r>
    </w:p>
    <w:p w14:paraId="59929846" w14:textId="7CD314C9" w:rsidR="009C4C2C" w:rsidRPr="00A0480F" w:rsidRDefault="009C4C2C" w:rsidP="00A0480F">
      <w:pPr>
        <w:pStyle w:val="ZPKTzmpktartykuempunktem"/>
      </w:pPr>
      <w:r w:rsidRPr="00A0480F">
        <w:t>„</w:t>
      </w:r>
      <w:r w:rsidR="00311C8C" w:rsidRPr="00311C8C">
        <w:t>4)</w:t>
      </w:r>
      <w:r w:rsidR="00311C8C">
        <w:tab/>
      </w:r>
      <w:r w:rsidR="00A400EC" w:rsidRPr="00A400EC">
        <w:t>wzór pieczęci oraz karty uzgodnienia, potwierdzających uzgodnienie projektu zagospodarowania działki lub terenu, projektu architektoniczno</w:t>
      </w:r>
      <w:r w:rsidR="00CE7733">
        <w:softHyphen/>
      </w:r>
      <w:r w:rsidR="00CE7733">
        <w:noBreakHyphen/>
      </w:r>
      <w:r w:rsidR="00A400EC" w:rsidRPr="00A400EC">
        <w:t>budowlanego, projektu technicznego oraz projektu urządzenia przeciwpożarowego</w:t>
      </w:r>
      <w:r w:rsidR="00311C8C" w:rsidRPr="00311C8C">
        <w:t>,”;</w:t>
      </w:r>
      <w:r w:rsidRPr="00A0480F">
        <w:t>”.</w:t>
      </w:r>
    </w:p>
    <w:p w14:paraId="6295C7B4" w14:textId="11C46F10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4</w:t>
      </w:r>
      <w:r w:rsidRPr="007806D6">
        <w:rPr>
          <w:rStyle w:val="Ppogrubienie"/>
        </w:rPr>
        <w:t>.</w:t>
      </w:r>
      <w:r w:rsidRPr="00EE78CA">
        <w:rPr>
          <w:rStyle w:val="Ppogrubienie"/>
          <w:b w:val="0"/>
        </w:rPr>
        <w:t xml:space="preserve"> </w:t>
      </w:r>
      <w:r w:rsidR="00CE7F7F" w:rsidRPr="00EE78CA">
        <w:t xml:space="preserve">Do dnia </w:t>
      </w:r>
      <w:r w:rsidR="00CE7733">
        <w:t>1 </w:t>
      </w:r>
      <w:r w:rsidR="00C675CC">
        <w:t>marca</w:t>
      </w:r>
      <w:r w:rsidR="00CE7F7F" w:rsidRPr="00EE78CA">
        <w:t xml:space="preserve"> 202</w:t>
      </w:r>
      <w:r w:rsidR="00BE297C">
        <w:t>2</w:t>
      </w:r>
      <w:r w:rsidR="00CE7733">
        <w:t> </w:t>
      </w:r>
      <w:r w:rsidR="00CE7F7F" w:rsidRPr="00EE78CA">
        <w:t>r. organy samorządu zawodowego,</w:t>
      </w:r>
      <w:r w:rsidR="00CE7733" w:rsidRPr="00EE78CA">
        <w:t xml:space="preserve"> o</w:t>
      </w:r>
      <w:r w:rsidR="00CE7733">
        <w:t> </w:t>
      </w:r>
      <w:r w:rsidR="00CE7F7F" w:rsidRPr="00EE78CA">
        <w:t>których mowa</w:t>
      </w:r>
      <w:r w:rsidR="00CE7733" w:rsidRPr="00EE78CA">
        <w:t xml:space="preserve"> w</w:t>
      </w:r>
      <w:r w:rsidR="00CE7733">
        <w:t> art. </w:t>
      </w:r>
      <w:r w:rsidR="00CE7733" w:rsidRPr="00EE78CA">
        <w:t>3</w:t>
      </w:r>
      <w:r w:rsidR="00CE7733">
        <w:t xml:space="preserve"> pkt </w:t>
      </w:r>
      <w:r w:rsidR="00CE7F7F" w:rsidRPr="00EE78CA">
        <w:t>1</w:t>
      </w:r>
      <w:r w:rsidR="00CE7733" w:rsidRPr="00EE78CA">
        <w:t>9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 sprawdzą</w:t>
      </w:r>
      <w:r w:rsidR="00CE7733" w:rsidRPr="00EE78CA">
        <w:t xml:space="preserve"> w</w:t>
      </w:r>
      <w:r w:rsidR="00CE7733">
        <w:t> </w:t>
      </w:r>
      <w:r w:rsidR="00CE7F7F" w:rsidRPr="00EE78CA">
        <w:t>systemie teleinformatycznym,</w:t>
      </w:r>
      <w:r w:rsidR="00CE7733" w:rsidRPr="00EE78CA">
        <w:t xml:space="preserve"> o</w:t>
      </w:r>
      <w:r w:rsidR="00CE7733">
        <w:t> </w:t>
      </w:r>
      <w:r w:rsidR="00CE7F7F" w:rsidRPr="00EE78CA">
        <w:t>którym mowa</w:t>
      </w:r>
      <w:r w:rsidR="00CE7733" w:rsidRPr="00EE78CA">
        <w:t xml:space="preserve"> w</w:t>
      </w:r>
      <w:r w:rsidR="00CE7733">
        <w:t> art. </w:t>
      </w:r>
      <w:r w:rsidR="00CE7F7F" w:rsidRPr="00EE78CA">
        <w:t>88a</w:t>
      </w:r>
      <w:r w:rsidR="00CE7733">
        <w:t xml:space="preserve"> ust. </w:t>
      </w:r>
      <w:r w:rsidR="00CE7733" w:rsidRPr="00EE78CA">
        <w:t>1</w:t>
      </w:r>
      <w:r w:rsidR="00CE7733">
        <w:t xml:space="preserve"> pkt </w:t>
      </w:r>
      <w:r w:rsidR="00CE7733" w:rsidRPr="00EE78CA">
        <w:t>3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</w:t>
      </w:r>
      <w:r w:rsidR="00CE7733" w:rsidRPr="00EE78CA">
        <w:t xml:space="preserve"> w</w:t>
      </w:r>
      <w:r w:rsidR="00CE7733">
        <w:t> </w:t>
      </w:r>
      <w:r w:rsidR="00CE7F7F" w:rsidRPr="00EE78CA">
        <w:t>brzmieniu nadanym niniejszą ustawą, zgodność ze stanem faktycznym informacji,</w:t>
      </w:r>
      <w:r w:rsidR="00CE7733" w:rsidRPr="00EE78CA">
        <w:t xml:space="preserve"> o</w:t>
      </w:r>
      <w:r w:rsidR="00CE7733">
        <w:t> </w:t>
      </w:r>
      <w:r w:rsidR="00CE7F7F" w:rsidRPr="00EE78CA">
        <w:t>której mowa</w:t>
      </w:r>
      <w:r w:rsidR="00CE7733" w:rsidRPr="00EE78CA">
        <w:t xml:space="preserve"> w</w:t>
      </w:r>
      <w:r w:rsidR="00CE7733">
        <w:t> art. </w:t>
      </w:r>
      <w:r w:rsidR="00CE7F7F" w:rsidRPr="00EE78CA">
        <w:t>88a</w:t>
      </w:r>
      <w:r w:rsidR="00CE7733">
        <w:t xml:space="preserve"> ust. </w:t>
      </w:r>
      <w:r w:rsidR="00CE7733" w:rsidRPr="00EE78CA">
        <w:t>2</w:t>
      </w:r>
      <w:r w:rsidR="00CE7733">
        <w:t xml:space="preserve"> pkt </w:t>
      </w:r>
      <w:r w:rsidR="00CE7733" w:rsidRPr="00EE78CA">
        <w:t>9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</w:t>
      </w:r>
      <w:r w:rsidR="00CE7733" w:rsidRPr="00EE78CA">
        <w:t xml:space="preserve"> w</w:t>
      </w:r>
      <w:r w:rsidR="00CE7733">
        <w:t> </w:t>
      </w:r>
      <w:r w:rsidR="00CE7F7F" w:rsidRPr="00EE78CA">
        <w:t>brzmieniu nadanym niniejszą ustawą,</w:t>
      </w:r>
      <w:r w:rsidR="00CE7733" w:rsidRPr="00EE78CA">
        <w:t xml:space="preserve"> w</w:t>
      </w:r>
      <w:r w:rsidR="00CE7733">
        <w:t> </w:t>
      </w:r>
      <w:r w:rsidR="00CE7F7F" w:rsidRPr="00EE78CA">
        <w:t xml:space="preserve">zakresie wpisów dokonanych przed dniem </w:t>
      </w:r>
      <w:r w:rsidR="00CE7733">
        <w:t>1 </w:t>
      </w:r>
      <w:r w:rsidR="00C675CC">
        <w:t xml:space="preserve">marca </w:t>
      </w:r>
      <w:r w:rsidR="00CE7F7F" w:rsidRPr="00EE78CA">
        <w:t>202</w:t>
      </w:r>
      <w:r w:rsidR="00BE297C">
        <w:t>2</w:t>
      </w:r>
      <w:r w:rsidR="00CE7733">
        <w:t> </w:t>
      </w:r>
      <w:r w:rsidR="00CE7F7F" w:rsidRPr="00EE78CA">
        <w:t>r.,</w:t>
      </w:r>
      <w:r w:rsidR="00CE7733" w:rsidRPr="00EE78CA">
        <w:t xml:space="preserve"> a</w:t>
      </w:r>
      <w:r w:rsidR="00CE7733">
        <w:t> </w:t>
      </w:r>
      <w:r w:rsidR="00CE7733" w:rsidRPr="00EE78CA">
        <w:t>w</w:t>
      </w:r>
      <w:r w:rsidR="00CE7733">
        <w:t> </w:t>
      </w:r>
      <w:r w:rsidR="00CE7F7F" w:rsidRPr="00EE78CA">
        <w:t>przypadku niezgodności ze stanem faktycznym dokonają</w:t>
      </w:r>
      <w:r w:rsidR="00CE7733" w:rsidRPr="00EE78CA">
        <w:t xml:space="preserve"> w</w:t>
      </w:r>
      <w:r w:rsidR="00CE7733">
        <w:t> </w:t>
      </w:r>
      <w:r w:rsidR="00CE7F7F" w:rsidRPr="00EE78CA">
        <w:t>tym systemie korekty</w:t>
      </w:r>
      <w:r w:rsidRPr="00EE78CA">
        <w:t>.</w:t>
      </w:r>
    </w:p>
    <w:p w14:paraId="271B3682" w14:textId="0E35639B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5</w:t>
      </w:r>
      <w:r w:rsidRPr="007806D6">
        <w:rPr>
          <w:rStyle w:val="Ppogrubienie"/>
        </w:rPr>
        <w:t>.</w:t>
      </w:r>
      <w:r w:rsidRPr="00EE78CA">
        <w:rPr>
          <w:rStyle w:val="Ppogrubienie"/>
          <w:b w:val="0"/>
        </w:rPr>
        <w:t xml:space="preserve"> </w:t>
      </w:r>
      <w:r w:rsidRPr="00EE78CA">
        <w:t xml:space="preserve">Do postępowań </w:t>
      </w:r>
      <w:r w:rsidR="00650225" w:rsidRPr="00EE78CA">
        <w:t>w </w:t>
      </w:r>
      <w:r w:rsidRPr="00EE78CA">
        <w:t>sprawie wydania decyzji,</w:t>
      </w:r>
      <w:r w:rsidR="00650225" w:rsidRPr="00EE78CA">
        <w:t xml:space="preserve"> o </w:t>
      </w:r>
      <w:r w:rsidRPr="00EE78CA">
        <w:t>której mowa</w:t>
      </w:r>
      <w:r w:rsidR="00CE7733" w:rsidRPr="00EE78CA">
        <w:t xml:space="preserve"> w</w:t>
      </w:r>
      <w:r w:rsidR="00CE7733">
        <w:t> art. </w:t>
      </w:r>
      <w:r w:rsidRPr="00EE78CA">
        <w:t>1</w:t>
      </w:r>
      <w:r w:rsidR="00CE7733" w:rsidRPr="00EE78CA">
        <w:t>2</w:t>
      </w:r>
      <w:r w:rsidR="00CE7733">
        <w:t xml:space="preserve"> ust. </w:t>
      </w:r>
      <w:r w:rsidR="00650225" w:rsidRPr="00EE78CA">
        <w:t>7 </w:t>
      </w:r>
      <w:r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 xml:space="preserve"> w </w:t>
      </w:r>
      <w:r w:rsidRPr="00EE78CA">
        <w:t>brzmieniu dotychczasowym, wszczętych</w:t>
      </w:r>
      <w:r w:rsidR="00650225" w:rsidRPr="00EE78CA">
        <w:t xml:space="preserve"> a </w:t>
      </w:r>
      <w:r w:rsidRPr="00EE78CA">
        <w:t>niezakończonych przed dniem wejścia</w:t>
      </w:r>
      <w:r w:rsidR="00650225" w:rsidRPr="00EE78CA">
        <w:t xml:space="preserve"> w </w:t>
      </w:r>
      <w:r w:rsidRPr="00EE78CA">
        <w:t>życie</w:t>
      </w:r>
      <w:r w:rsidR="00CE7733">
        <w:t xml:space="preserve"> art. </w:t>
      </w:r>
      <w:r w:rsidRPr="00EE78CA">
        <w:t>1</w:t>
      </w:r>
      <w:r w:rsidR="00CE7733" w:rsidRPr="00EE78CA">
        <w:t>2</w:t>
      </w:r>
      <w:r w:rsidR="00CE7733">
        <w:t xml:space="preserve"> ust. </w:t>
      </w:r>
      <w:r w:rsidR="00650225" w:rsidRPr="00EE78CA">
        <w:t>7 </w:t>
      </w:r>
      <w:r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 xml:space="preserve"> w </w:t>
      </w:r>
      <w:r w:rsidRPr="00EE78CA">
        <w:t>brzmieniu nadanym niniejszą ustawą, stosuje się przepisy dotychczasowe.</w:t>
      </w:r>
    </w:p>
    <w:p w14:paraId="5B243967" w14:textId="23EB5057" w:rsidR="00DE2378" w:rsidRPr="00EE78CA" w:rsidRDefault="00E81036" w:rsidP="00EE78CA">
      <w:pPr>
        <w:pStyle w:val="ARTartustawynprozporzdzenia"/>
      </w:pPr>
      <w:bookmarkStart w:id="46" w:name="_Hlk58939047"/>
      <w:r w:rsidRPr="007806D6">
        <w:rPr>
          <w:rStyle w:val="Ppogrubienie"/>
        </w:rPr>
        <w:t>Art. </w:t>
      </w:r>
      <w:r w:rsidR="009C4C2C" w:rsidRPr="007806D6">
        <w:rPr>
          <w:rStyle w:val="Ppogrubienie"/>
        </w:rPr>
        <w:t>6</w:t>
      </w:r>
      <w:r w:rsidRPr="007806D6">
        <w:rPr>
          <w:rStyle w:val="Ppogrubienie"/>
        </w:rPr>
        <w:t>.</w:t>
      </w:r>
      <w:r w:rsidRPr="00EE78CA">
        <w:t> </w:t>
      </w:r>
      <w:r w:rsidR="00863A21" w:rsidRPr="00EE78CA">
        <w:t xml:space="preserve"> </w:t>
      </w:r>
      <w:r w:rsidR="001373C8" w:rsidRPr="00EE78CA">
        <w:t xml:space="preserve">1. </w:t>
      </w:r>
      <w:r w:rsidR="00DE2378" w:rsidRPr="00EE78CA">
        <w:t>Dzienniki budowy, montażu</w:t>
      </w:r>
      <w:r w:rsidR="00CE7733" w:rsidRPr="00EE78CA">
        <w:t xml:space="preserve"> i</w:t>
      </w:r>
      <w:r w:rsidR="00CE7733">
        <w:t> </w:t>
      </w:r>
      <w:r w:rsidR="00DE2378" w:rsidRPr="00EE78CA">
        <w:t>rozbiórki wydane lub ostemplowane przez organy administracji architektoniczno</w:t>
      </w:r>
      <w:r w:rsidR="00CE7733">
        <w:softHyphen/>
      </w:r>
      <w:r w:rsidR="00CE7733">
        <w:noBreakHyphen/>
      </w:r>
      <w:r w:rsidR="00DE2378" w:rsidRPr="00EE78CA">
        <w:t>budowlanej albo nadzoru budowlanego przed dniem wejścia</w:t>
      </w:r>
      <w:r w:rsidR="00CE7733" w:rsidRPr="00EE78CA">
        <w:t xml:space="preserve"> w</w:t>
      </w:r>
      <w:r w:rsidR="00CE7733">
        <w:t> </w:t>
      </w:r>
      <w:r w:rsidR="00DE2378" w:rsidRPr="00EE78CA">
        <w:t>życie</w:t>
      </w:r>
      <w:r w:rsidR="00CE7733">
        <w:t xml:space="preserve"> art. </w:t>
      </w:r>
      <w:r w:rsidR="00CE7733" w:rsidRPr="00EE78CA">
        <w:t>1</w:t>
      </w:r>
      <w:r w:rsidR="00CE7733">
        <w:t xml:space="preserve"> pkt </w:t>
      </w:r>
      <w:r w:rsidR="00DE2378" w:rsidRPr="00EE78CA">
        <w:t>1</w:t>
      </w:r>
      <w:r w:rsidR="00CE7733" w:rsidRPr="00EE78CA">
        <w:t>3</w:t>
      </w:r>
      <w:r w:rsidR="00CE7733">
        <w:t> </w:t>
      </w:r>
      <w:r w:rsidR="00DE2378" w:rsidRPr="00EE78CA">
        <w:t>zachowują ważność</w:t>
      </w:r>
      <w:r w:rsidR="00CE7733" w:rsidRPr="00EE78CA">
        <w:t xml:space="preserve"> i</w:t>
      </w:r>
      <w:r w:rsidR="00CE7733">
        <w:t> </w:t>
      </w:r>
      <w:r w:rsidR="00DE2378" w:rsidRPr="00EE78CA">
        <w:t>są prowadzone</w:t>
      </w:r>
      <w:r w:rsidR="00CE7733" w:rsidRPr="00EE78CA">
        <w:t xml:space="preserve"> w</w:t>
      </w:r>
      <w:r w:rsidR="00CE7733">
        <w:t> </w:t>
      </w:r>
      <w:r w:rsidR="00DE2378" w:rsidRPr="00EE78CA">
        <w:t>sposób określony</w:t>
      </w:r>
      <w:r w:rsidR="00CE7733" w:rsidRPr="00EE78CA">
        <w:t xml:space="preserve"> w</w:t>
      </w:r>
      <w:r w:rsidR="00CE7733">
        <w:t> art. </w:t>
      </w:r>
      <w:r w:rsidR="00DE2378" w:rsidRPr="00EE78CA">
        <w:t>4</w:t>
      </w:r>
      <w:r w:rsidR="00CE7733" w:rsidRPr="00EE78CA">
        <w:t>5</w:t>
      </w:r>
      <w:r w:rsidR="00CE7733">
        <w:t> </w:t>
      </w:r>
      <w:r w:rsidR="00DE2378" w:rsidRPr="00EE78CA">
        <w:t>ustawy zmienianej</w:t>
      </w:r>
      <w:r w:rsidR="00CE7733" w:rsidRPr="00EE78CA">
        <w:t xml:space="preserve"> w</w:t>
      </w:r>
      <w:r w:rsidR="00CE7733">
        <w:t> art. </w:t>
      </w:r>
      <w:r w:rsidR="00DE2378" w:rsidRPr="00EE78CA">
        <w:t>1,</w:t>
      </w:r>
      <w:r w:rsidR="00CE7733" w:rsidRPr="00EE78CA">
        <w:t xml:space="preserve"> w</w:t>
      </w:r>
      <w:r w:rsidR="00CE7733">
        <w:t> </w:t>
      </w:r>
      <w:r w:rsidR="00DE2378" w:rsidRPr="00EE78CA">
        <w:t>brzmieniu dotychczasowym, oraz</w:t>
      </w:r>
      <w:r w:rsidR="00CE7733" w:rsidRPr="00EE78CA">
        <w:t xml:space="preserve"> w</w:t>
      </w:r>
      <w:r w:rsidR="00CE7733">
        <w:t> </w:t>
      </w:r>
      <w:r w:rsidR="00DE2378" w:rsidRPr="00EE78CA">
        <w:t>przepisach wydanych na podstawie</w:t>
      </w:r>
      <w:r w:rsidR="00CE7733">
        <w:t xml:space="preserve"> art. </w:t>
      </w:r>
      <w:r w:rsidR="00DE2378" w:rsidRPr="00EE78CA">
        <w:t>4</w:t>
      </w:r>
      <w:r w:rsidR="00CE7733" w:rsidRPr="00EE78CA">
        <w:t>5</w:t>
      </w:r>
      <w:r w:rsidR="00CE7733">
        <w:t xml:space="preserve"> ust. </w:t>
      </w:r>
      <w:r w:rsidR="00DE2378" w:rsidRPr="00EE78CA">
        <w:t>1</w:t>
      </w:r>
      <w:r w:rsidR="00CE7733" w:rsidRPr="00EE78CA">
        <w:t>0</w:t>
      </w:r>
      <w:r w:rsidR="00CE7733">
        <w:t> </w:t>
      </w:r>
      <w:r w:rsidR="00DE2378" w:rsidRPr="00EE78CA">
        <w:t>ustawy zmienianej</w:t>
      </w:r>
      <w:r w:rsidR="00CE7733" w:rsidRPr="00EE78CA">
        <w:t xml:space="preserve"> w</w:t>
      </w:r>
      <w:r w:rsidR="00CE7733">
        <w:t> art. </w:t>
      </w:r>
      <w:r w:rsidR="00DE2378" w:rsidRPr="00EE78CA">
        <w:t>1,</w:t>
      </w:r>
      <w:r w:rsidR="00CE7733" w:rsidRPr="00EE78CA">
        <w:t xml:space="preserve"> w</w:t>
      </w:r>
      <w:r w:rsidR="00CE7733">
        <w:t> </w:t>
      </w:r>
      <w:r w:rsidR="00DE2378" w:rsidRPr="00EE78CA">
        <w:t>brzmieniu dotychczasowym.</w:t>
      </w:r>
    </w:p>
    <w:p w14:paraId="596ED4C3" w14:textId="3B38F0D6" w:rsidR="00672522" w:rsidRDefault="002D11BE" w:rsidP="007806D6">
      <w:pPr>
        <w:pStyle w:val="USTustnpkodeksu"/>
      </w:pPr>
      <w:r w:rsidRPr="002D11BE">
        <w:lastRenderedPageBreak/>
        <w:t>2.</w:t>
      </w:r>
      <w:r w:rsidR="00CE7733" w:rsidRPr="002D11BE">
        <w:t xml:space="preserve"> W</w:t>
      </w:r>
      <w:r w:rsidR="00CE7733">
        <w:t> </w:t>
      </w:r>
      <w:r w:rsidRPr="002D11BE">
        <w:t>terminie 1</w:t>
      </w:r>
      <w:r w:rsidR="00CE7733" w:rsidRPr="002D11BE">
        <w:t>2</w:t>
      </w:r>
      <w:r w:rsidR="00CE7733">
        <w:t> </w:t>
      </w:r>
      <w:r w:rsidRPr="002D11BE">
        <w:t>miesięcy od dnia wejścia</w:t>
      </w:r>
      <w:r w:rsidR="00CE7733" w:rsidRPr="002D11BE">
        <w:t xml:space="preserve"> w</w:t>
      </w:r>
      <w:r w:rsidR="00CE7733">
        <w:t> </w:t>
      </w:r>
      <w:r w:rsidRPr="002D11BE">
        <w:t>życie niniejszej ustawy inwestor może wystąpić</w:t>
      </w:r>
      <w:r w:rsidR="00CE7733" w:rsidRPr="002D11BE">
        <w:t xml:space="preserve"> o</w:t>
      </w:r>
      <w:r w:rsidR="00CE7733">
        <w:t> </w:t>
      </w:r>
      <w:r w:rsidRPr="002D11BE">
        <w:t>wydanie dziennika budowy, montażu</w:t>
      </w:r>
      <w:r w:rsidR="00CE7733" w:rsidRPr="002D11BE">
        <w:t xml:space="preserve"> i</w:t>
      </w:r>
      <w:r w:rsidR="00CE7733">
        <w:t> </w:t>
      </w:r>
      <w:r w:rsidRPr="002D11BE">
        <w:t>rozbiórki zgodnie</w:t>
      </w:r>
      <w:r w:rsidR="00CE7733" w:rsidRPr="002D11BE">
        <w:t xml:space="preserve"> z</w:t>
      </w:r>
      <w:r w:rsidR="00CE7733">
        <w:t> art. </w:t>
      </w:r>
      <w:r w:rsidRPr="002D11BE">
        <w:t>4</w:t>
      </w:r>
      <w:r w:rsidR="00CE7733" w:rsidRPr="002D11BE">
        <w:t>5</w:t>
      </w:r>
      <w:r w:rsidR="00CE7733">
        <w:t> </w:t>
      </w:r>
      <w:r w:rsidRPr="002D11BE">
        <w:t>ustawy zmienianej</w:t>
      </w:r>
      <w:r w:rsidR="00CE7733" w:rsidRPr="002D11BE">
        <w:t xml:space="preserve"> w</w:t>
      </w:r>
      <w:r w:rsidR="00CE7733">
        <w:t> art. </w:t>
      </w:r>
      <w:r w:rsidRPr="002D11BE">
        <w:t>1,</w:t>
      </w:r>
      <w:r w:rsidR="00CE7733" w:rsidRPr="002D11BE">
        <w:t xml:space="preserve"> w</w:t>
      </w:r>
      <w:r w:rsidR="00CE7733">
        <w:t> </w:t>
      </w:r>
      <w:r w:rsidRPr="002D11BE">
        <w:t>brzmieniu dotychczasowym. Wydane</w:t>
      </w:r>
      <w:r w:rsidR="00CE7733" w:rsidRPr="002D11BE">
        <w:t xml:space="preserve"> w</w:t>
      </w:r>
      <w:r w:rsidR="00CE7733">
        <w:t> </w:t>
      </w:r>
      <w:r w:rsidRPr="002D11BE">
        <w:t>taki sposób dzienniki budowy, montażu</w:t>
      </w:r>
      <w:r w:rsidR="00CE7733" w:rsidRPr="002D11BE">
        <w:t xml:space="preserve"> i</w:t>
      </w:r>
      <w:r w:rsidR="00CE7733">
        <w:t> </w:t>
      </w:r>
      <w:r w:rsidRPr="002D11BE">
        <w:t>rozbiórki prowadzi się</w:t>
      </w:r>
      <w:r w:rsidR="00CE7733" w:rsidRPr="002D11BE">
        <w:t xml:space="preserve"> w</w:t>
      </w:r>
      <w:r w:rsidR="00CE7733">
        <w:t> </w:t>
      </w:r>
      <w:r w:rsidRPr="002D11BE">
        <w:t>sposób określony</w:t>
      </w:r>
      <w:r w:rsidR="00CE7733" w:rsidRPr="002D11BE">
        <w:t xml:space="preserve"> w</w:t>
      </w:r>
      <w:r w:rsidR="00CE7733">
        <w:t> art. </w:t>
      </w:r>
      <w:r w:rsidRPr="002D11BE">
        <w:t>4</w:t>
      </w:r>
      <w:r w:rsidR="00CE7733" w:rsidRPr="002D11BE">
        <w:t>5</w:t>
      </w:r>
      <w:r w:rsidR="00CE7733">
        <w:t> </w:t>
      </w:r>
      <w:r w:rsidRPr="002D11BE">
        <w:t>ustawy zmienianej</w:t>
      </w:r>
      <w:r w:rsidR="00CE7733" w:rsidRPr="002D11BE">
        <w:t xml:space="preserve"> w</w:t>
      </w:r>
      <w:r w:rsidR="00CE7733">
        <w:t> art. </w:t>
      </w:r>
      <w:r w:rsidRPr="002D11BE">
        <w:t>1,</w:t>
      </w:r>
      <w:r w:rsidR="00CE7733" w:rsidRPr="002D11BE">
        <w:t xml:space="preserve"> w</w:t>
      </w:r>
      <w:r w:rsidR="00CE7733">
        <w:t> </w:t>
      </w:r>
      <w:r w:rsidRPr="002D11BE">
        <w:t>brzmieniu dotychczasowym.</w:t>
      </w:r>
    </w:p>
    <w:bookmarkEnd w:id="46"/>
    <w:p w14:paraId="7F076F7A" w14:textId="5D2FD32A" w:rsidR="00863A21" w:rsidRPr="00EE78CA" w:rsidRDefault="009C2BCD" w:rsidP="00EE78CA">
      <w:pPr>
        <w:pStyle w:val="ARTartustawynprozporzdzenia"/>
      </w:pPr>
      <w:r w:rsidRPr="007806D6">
        <w:rPr>
          <w:rStyle w:val="Ppogrubienie"/>
        </w:rPr>
        <w:t>Art. </w:t>
      </w:r>
      <w:r w:rsidR="009C4C2C" w:rsidRPr="007806D6">
        <w:rPr>
          <w:rStyle w:val="Ppogrubienie"/>
        </w:rPr>
        <w:t>7</w:t>
      </w:r>
      <w:r w:rsidRPr="007806D6">
        <w:rPr>
          <w:rStyle w:val="Ppogrubienie"/>
        </w:rPr>
        <w:t>.</w:t>
      </w:r>
      <w:r w:rsidRPr="00EE78CA">
        <w:t> </w:t>
      </w:r>
      <w:r w:rsidR="001074E1" w:rsidRPr="00EE78CA">
        <w:t xml:space="preserve">1. </w:t>
      </w:r>
      <w:r w:rsidR="00863A21" w:rsidRPr="00EE78CA">
        <w:t>Do prowadzenia książek obiektu budowlanego założonych zgodnie</w:t>
      </w:r>
      <w:r w:rsidR="00CE7733" w:rsidRPr="00EE78CA">
        <w:t xml:space="preserve"> z</w:t>
      </w:r>
      <w:r w:rsidR="00CE7733">
        <w:t> art. </w:t>
      </w:r>
      <w:r w:rsidR="00863A21" w:rsidRPr="00EE78CA">
        <w:t>6</w:t>
      </w:r>
      <w:r w:rsidR="00CA7B6D" w:rsidRPr="00EE78CA">
        <w:t>4 </w:t>
      </w:r>
      <w:r w:rsidR="00863A21" w:rsidRPr="00EE78CA">
        <w:t>ustawy zmienianej</w:t>
      </w:r>
      <w:r w:rsidR="00CE7733" w:rsidRPr="00EE78CA">
        <w:t xml:space="preserve"> w</w:t>
      </w:r>
      <w:r w:rsidR="00CE7733">
        <w:t> art. </w:t>
      </w:r>
      <w:r w:rsidR="00863A21" w:rsidRPr="00EE78CA">
        <w:t>1,</w:t>
      </w:r>
      <w:r w:rsidR="00CA7B6D" w:rsidRPr="00EE78CA">
        <w:t xml:space="preserve"> w </w:t>
      </w:r>
      <w:r w:rsidR="00863A21" w:rsidRPr="00EE78CA">
        <w:t>brzmieniu dotychczasowym, stosuje się przepisy dotychczasowe.</w:t>
      </w:r>
    </w:p>
    <w:p w14:paraId="5A74F1AB" w14:textId="508A510D" w:rsidR="009C2BCD" w:rsidRDefault="00863A21" w:rsidP="00022976">
      <w:pPr>
        <w:pStyle w:val="USTustnpkodeksu"/>
      </w:pPr>
      <w:r>
        <w:t xml:space="preserve">2. </w:t>
      </w:r>
      <w:r w:rsidR="001074E1">
        <w:t>Do dnia 3</w:t>
      </w:r>
      <w:r w:rsidR="00CA7B6D">
        <w:t>1 </w:t>
      </w:r>
      <w:r w:rsidR="001074E1">
        <w:t>grudnia 202</w:t>
      </w:r>
      <w:r w:rsidR="00CA7B6D">
        <w:t>3 </w:t>
      </w:r>
      <w:r w:rsidR="001074E1">
        <w:t>r. właściciel</w:t>
      </w:r>
      <w:r w:rsidR="00CA7B6D">
        <w:t xml:space="preserve"> i </w:t>
      </w:r>
      <w:r w:rsidR="001074E1">
        <w:t xml:space="preserve">zarządca obiektu budowlanego może zakładać książkę obiektu budowlanego </w:t>
      </w:r>
      <w:bookmarkStart w:id="47" w:name="_Hlk59438835"/>
      <w:r w:rsidR="001074E1">
        <w:t>zgodnie</w:t>
      </w:r>
      <w:r w:rsidR="00CE7733">
        <w:t xml:space="preserve"> z art. </w:t>
      </w:r>
      <w:r w:rsidR="001074E1">
        <w:t>6</w:t>
      </w:r>
      <w:r w:rsidR="00CA7B6D">
        <w:t>4 </w:t>
      </w:r>
      <w:r w:rsidR="001074E1">
        <w:t>ustawy zmienianej</w:t>
      </w:r>
      <w:r w:rsidR="00CE7733">
        <w:t xml:space="preserve"> w art. </w:t>
      </w:r>
      <w:r w:rsidR="001074E1">
        <w:t>1,</w:t>
      </w:r>
      <w:r w:rsidR="00CA7B6D">
        <w:t xml:space="preserve"> w </w:t>
      </w:r>
      <w:r w:rsidR="001074E1">
        <w:t xml:space="preserve">brzmieniu dotychczasowym. </w:t>
      </w:r>
    </w:p>
    <w:bookmarkEnd w:id="47"/>
    <w:p w14:paraId="4860FC75" w14:textId="6C42CCC1" w:rsidR="00754900" w:rsidRDefault="00863A21" w:rsidP="00022976">
      <w:pPr>
        <w:pStyle w:val="USTustnpkodeksu"/>
      </w:pPr>
      <w:r>
        <w:t>3</w:t>
      </w:r>
      <w:r w:rsidR="00C34813">
        <w:t xml:space="preserve">. </w:t>
      </w:r>
      <w:r w:rsidR="00754900">
        <w:t>W</w:t>
      </w:r>
      <w:r w:rsidR="00754900" w:rsidRPr="00C115D2">
        <w:t xml:space="preserve">łaściciel lub zarządca obiektu budowlanego, który </w:t>
      </w:r>
      <w:r w:rsidR="006A5D85">
        <w:t>do dnia</w:t>
      </w:r>
      <w:r w:rsidR="00754900">
        <w:t xml:space="preserve"> </w:t>
      </w:r>
      <w:r w:rsidR="00754900" w:rsidRPr="00C115D2">
        <w:t>3</w:t>
      </w:r>
      <w:r w:rsidR="00CE7733" w:rsidRPr="00C115D2">
        <w:t>1</w:t>
      </w:r>
      <w:r w:rsidR="00CE7733">
        <w:t> </w:t>
      </w:r>
      <w:r w:rsidR="00754900" w:rsidRPr="00C115D2">
        <w:t>grudnia 202</w:t>
      </w:r>
      <w:r w:rsidR="00CE7733" w:rsidRPr="00C115D2">
        <w:t>3</w:t>
      </w:r>
      <w:r w:rsidR="00CE7733">
        <w:t> </w:t>
      </w:r>
      <w:r w:rsidR="00754900" w:rsidRPr="00C115D2">
        <w:t>r. założył książkę obiektu budowlanego na podstawie</w:t>
      </w:r>
      <w:r w:rsidR="00CE7733">
        <w:t xml:space="preserve"> art. </w:t>
      </w:r>
      <w:r w:rsidR="00754900" w:rsidRPr="00C115D2">
        <w:t>6</w:t>
      </w:r>
      <w:r w:rsidR="00CE7733" w:rsidRPr="00C115D2">
        <w:t>4</w:t>
      </w:r>
      <w:r w:rsidR="00CE7733">
        <w:t> </w:t>
      </w:r>
      <w:r w:rsidR="00754900" w:rsidRPr="00C115D2">
        <w:t>ustawy zmienianej</w:t>
      </w:r>
      <w:r w:rsidR="00CE7733" w:rsidRPr="00C115D2">
        <w:t xml:space="preserve"> w</w:t>
      </w:r>
      <w:r w:rsidR="00CE7733">
        <w:t> art. </w:t>
      </w:r>
      <w:r w:rsidR="00754900" w:rsidRPr="00C115D2">
        <w:t>1,</w:t>
      </w:r>
      <w:r w:rsidR="00CE7733" w:rsidRPr="00C115D2">
        <w:t xml:space="preserve"> w</w:t>
      </w:r>
      <w:r w:rsidR="00CE7733">
        <w:t> </w:t>
      </w:r>
      <w:r w:rsidR="00754900" w:rsidRPr="00C115D2">
        <w:t xml:space="preserve">brzmieniu dotychczasowym, </w:t>
      </w:r>
      <w:r w:rsidR="00754900">
        <w:t>d</w:t>
      </w:r>
      <w:r w:rsidR="00754900" w:rsidRPr="00C115D2">
        <w:t>o dnia 3</w:t>
      </w:r>
      <w:r w:rsidR="00CE7733" w:rsidRPr="00C115D2">
        <w:t>1</w:t>
      </w:r>
      <w:r w:rsidR="00CE7733">
        <w:t> </w:t>
      </w:r>
      <w:r w:rsidR="00754900" w:rsidRPr="00C115D2">
        <w:t>grudnia 202</w:t>
      </w:r>
      <w:r w:rsidR="00CE7733" w:rsidRPr="00C115D2">
        <w:t>6</w:t>
      </w:r>
      <w:r w:rsidR="00CE7733">
        <w:t> </w:t>
      </w:r>
      <w:r w:rsidR="00754900" w:rsidRPr="00C115D2">
        <w:t>r. zakłada dla tego obiektu książkę obiektu budowlanego</w:t>
      </w:r>
      <w:r w:rsidR="00CE7733" w:rsidRPr="00C115D2">
        <w:t xml:space="preserve"> w</w:t>
      </w:r>
      <w:r w:rsidR="00CE7733">
        <w:t> </w:t>
      </w:r>
      <w:r w:rsidR="00754900" w:rsidRPr="00C115D2">
        <w:t>systemie EKOB. Książkę obiektu budowlanego</w:t>
      </w:r>
      <w:r w:rsidR="00CE7733" w:rsidRPr="00C115D2">
        <w:t xml:space="preserve"> w</w:t>
      </w:r>
      <w:r w:rsidR="00CE7733">
        <w:t> </w:t>
      </w:r>
      <w:r w:rsidR="00754900" w:rsidRPr="00C115D2">
        <w:t>postaci papierowej właściciel lub zarządca zamyka wpisem</w:t>
      </w:r>
      <w:r w:rsidR="00CE7733" w:rsidRPr="00C115D2">
        <w:t xml:space="preserve"> i</w:t>
      </w:r>
      <w:r w:rsidR="00CE7733">
        <w:t> </w:t>
      </w:r>
      <w:r w:rsidR="00754900" w:rsidRPr="00C115D2">
        <w:t>przechowuje zgodnie</w:t>
      </w:r>
      <w:r w:rsidR="00CE7733" w:rsidRPr="00C115D2">
        <w:t xml:space="preserve"> z</w:t>
      </w:r>
      <w:r w:rsidR="00CE7733">
        <w:t> art. </w:t>
      </w:r>
      <w:r w:rsidR="00754900" w:rsidRPr="00C115D2">
        <w:t>6</w:t>
      </w:r>
      <w:r w:rsidR="00CE7733" w:rsidRPr="00C115D2">
        <w:t>3</w:t>
      </w:r>
      <w:r w:rsidR="00CE7733">
        <w:t> </w:t>
      </w:r>
      <w:r w:rsidR="00754900" w:rsidRPr="00C115D2">
        <w:t>ustawy zmienianej</w:t>
      </w:r>
      <w:r w:rsidR="00CE7733" w:rsidRPr="00C115D2">
        <w:t xml:space="preserve"> w</w:t>
      </w:r>
      <w:r w:rsidR="00CE7733">
        <w:t> ust. </w:t>
      </w:r>
      <w:r w:rsidR="00754900" w:rsidRPr="00C115D2">
        <w:t>1.</w:t>
      </w:r>
    </w:p>
    <w:bookmarkEnd w:id="43"/>
    <w:p w14:paraId="687762D1" w14:textId="1EF09B17" w:rsidR="00E14288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8</w:t>
      </w:r>
      <w:r w:rsidRPr="007806D6">
        <w:rPr>
          <w:rStyle w:val="Ppogrubienie"/>
        </w:rPr>
        <w:t>.</w:t>
      </w:r>
      <w:r w:rsidRPr="00EE78CA">
        <w:t xml:space="preserve"> </w:t>
      </w:r>
      <w:r w:rsidR="00342900" w:rsidRPr="00EE78CA">
        <w:t xml:space="preserve">1. </w:t>
      </w:r>
      <w:r w:rsidR="00E14288" w:rsidRPr="00EE78CA">
        <w:t>Dotychczasowe przepisy wykonawcze wydane na podstawie</w:t>
      </w:r>
      <w:r w:rsidR="00CE7733">
        <w:t xml:space="preserve"> art. </w:t>
      </w:r>
      <w:r w:rsidR="008F6397" w:rsidRPr="00EE78CA">
        <w:t>6</w:t>
      </w:r>
      <w:r w:rsidR="00CE7733" w:rsidRPr="00EE78CA">
        <w:t>4</w:t>
      </w:r>
      <w:r w:rsidR="00CE7733">
        <w:t xml:space="preserve"> ust. </w:t>
      </w:r>
      <w:r w:rsidR="00CE7733" w:rsidRPr="00EE78CA">
        <w:t>4</w:t>
      </w:r>
      <w:r w:rsidR="00CE7733">
        <w:t> </w:t>
      </w:r>
      <w:r w:rsidR="00E14288"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> </w:t>
      </w:r>
      <w:r w:rsidR="00E14288" w:rsidRPr="00EE78CA">
        <w:t>zachowują moc do dnia wejścia</w:t>
      </w:r>
      <w:r w:rsidR="00CE7733" w:rsidRPr="00EE78CA">
        <w:t xml:space="preserve"> w</w:t>
      </w:r>
      <w:r w:rsidR="00CE7733">
        <w:t> </w:t>
      </w:r>
      <w:r w:rsidR="00E14288" w:rsidRPr="00EE78CA">
        <w:t>życie przepisów wykonawczych wydanych na podstawie</w:t>
      </w:r>
      <w:r w:rsidR="00CE7733">
        <w:t xml:space="preserve"> art. </w:t>
      </w:r>
      <w:r w:rsidR="008F6397" w:rsidRPr="00EE78CA">
        <w:t>60</w:t>
      </w:r>
      <w:r w:rsidR="006D5B27">
        <w:t>r</w:t>
      </w:r>
      <w:r w:rsidR="008F6397" w:rsidRPr="00EE78CA">
        <w:t xml:space="preserve"> </w:t>
      </w:r>
      <w:r w:rsidR="00E14288" w:rsidRPr="00EE78CA">
        <w:t>ustawy zmienianej</w:t>
      </w:r>
      <w:r w:rsidR="00CE7733" w:rsidRPr="00EE78CA">
        <w:t xml:space="preserve"> w</w:t>
      </w:r>
      <w:r w:rsidR="00CE7733">
        <w:t> art. </w:t>
      </w:r>
      <w:r w:rsidR="00E14288" w:rsidRPr="00EE78CA">
        <w:t>1,</w:t>
      </w:r>
      <w:r w:rsidR="00CE7733" w:rsidRPr="00EE78CA">
        <w:t xml:space="preserve"> w</w:t>
      </w:r>
      <w:r w:rsidR="00CE7733">
        <w:t> </w:t>
      </w:r>
      <w:r w:rsidR="00E14288" w:rsidRPr="00EE78CA">
        <w:t>brzmieniu nadanym niniejszą ustawą, jednak nie dłużej niż przez 1</w:t>
      </w:r>
      <w:r w:rsidR="00CE7733" w:rsidRPr="00EE78CA">
        <w:t>2</w:t>
      </w:r>
      <w:r w:rsidR="00CE7733">
        <w:t> </w:t>
      </w:r>
      <w:r w:rsidR="00E14288" w:rsidRPr="00EE78CA">
        <w:t>miesięcy od dnia wejścia</w:t>
      </w:r>
      <w:r w:rsidR="00CE7733" w:rsidRPr="00EE78CA">
        <w:t xml:space="preserve"> w</w:t>
      </w:r>
      <w:r w:rsidR="00CE7733">
        <w:t> </w:t>
      </w:r>
      <w:r w:rsidR="00E14288" w:rsidRPr="00EE78CA">
        <w:t>życie</w:t>
      </w:r>
      <w:r w:rsidR="00CE7733">
        <w:t xml:space="preserve"> art. </w:t>
      </w:r>
      <w:r w:rsidR="00CE7733" w:rsidRPr="00EE78CA">
        <w:t>1</w:t>
      </w:r>
      <w:r w:rsidR="00CE7733">
        <w:t xml:space="preserve"> pkt </w:t>
      </w:r>
      <w:r w:rsidR="008F6397" w:rsidRPr="00EE78CA">
        <w:t>21</w:t>
      </w:r>
      <w:r w:rsidR="00E14288" w:rsidRPr="00EE78CA">
        <w:t>.</w:t>
      </w:r>
    </w:p>
    <w:p w14:paraId="4BD5DF00" w14:textId="545D2B7E" w:rsidR="00342900" w:rsidRDefault="00E14288" w:rsidP="00EE78CA">
      <w:pPr>
        <w:pStyle w:val="USTustnpkodeksu"/>
      </w:pPr>
      <w:r>
        <w:t xml:space="preserve">2. </w:t>
      </w:r>
      <w:r w:rsidR="00342900" w:rsidRPr="00390DA8">
        <w:t>Dotychczasowe przepisy wykonawcze wydane na podstawie</w:t>
      </w:r>
      <w:r w:rsidR="00CE7733">
        <w:t xml:space="preserve"> art. </w:t>
      </w:r>
      <w:r w:rsidR="00342900" w:rsidRPr="00342900">
        <w:t>88a</w:t>
      </w:r>
      <w:r w:rsidR="00CE7733">
        <w:t xml:space="preserve"> ust. </w:t>
      </w:r>
      <w:r w:rsidR="00342900" w:rsidRPr="00342900">
        <w:t>6 ustawy zmienianej</w:t>
      </w:r>
      <w:r w:rsidR="00CE7733" w:rsidRPr="00342900">
        <w:t xml:space="preserve"> w</w:t>
      </w:r>
      <w:r w:rsidR="00CE7733">
        <w:t> art. </w:t>
      </w:r>
      <w:r w:rsidR="00342900" w:rsidRPr="00342900">
        <w:t>1 zachowują moc do dnia wejścia w życie przepisów wykonawczych wydanych na podstawie</w:t>
      </w:r>
      <w:r w:rsidR="00CE7733">
        <w:t xml:space="preserve"> art. </w:t>
      </w:r>
      <w:r w:rsidR="00342900" w:rsidRPr="00342900">
        <w:t>88a</w:t>
      </w:r>
      <w:r w:rsidR="00CE7733">
        <w:t xml:space="preserve"> ust. </w:t>
      </w:r>
      <w:r w:rsidR="00342900" w:rsidRPr="00342900">
        <w:t>6 ustawy zmienianej</w:t>
      </w:r>
      <w:r w:rsidR="00CE7733" w:rsidRPr="00342900">
        <w:t xml:space="preserve"> w</w:t>
      </w:r>
      <w:r w:rsidR="00CE7733">
        <w:t> art. </w:t>
      </w:r>
      <w:r w:rsidR="00342900" w:rsidRPr="00342900">
        <w:t xml:space="preserve">1, w brzmieniu nadanym niniejszą ustawą, jednak nie dłużej niż </w:t>
      </w:r>
      <w:r w:rsidR="0085729F">
        <w:t xml:space="preserve">przez </w:t>
      </w:r>
      <w:r w:rsidR="00342900" w:rsidRPr="00342900">
        <w:t>12 miesięcy od dnia wejścia w życie</w:t>
      </w:r>
      <w:r w:rsidR="00CE7733">
        <w:t xml:space="preserve"> art. </w:t>
      </w:r>
      <w:r w:rsidR="00CE7733" w:rsidRPr="00342900">
        <w:t>1</w:t>
      </w:r>
      <w:r w:rsidR="00CE7733">
        <w:t xml:space="preserve"> pkt </w:t>
      </w:r>
      <w:r w:rsidR="00201716">
        <w:t>2</w:t>
      </w:r>
      <w:r w:rsidR="00CE7733">
        <w:t>9 lit. </w:t>
      </w:r>
      <w:r w:rsidR="00342900" w:rsidRPr="00342900">
        <w:t>f.</w:t>
      </w:r>
    </w:p>
    <w:p w14:paraId="32567885" w14:textId="05310873" w:rsidR="00672522" w:rsidRDefault="00E14288" w:rsidP="00022976">
      <w:pPr>
        <w:pStyle w:val="USTustnpkodeksu"/>
      </w:pPr>
      <w:r>
        <w:t>3</w:t>
      </w:r>
      <w:r w:rsidR="00CA1A28" w:rsidRPr="00CA1A28">
        <w:t>. Dotychczasowe przepisy wykonawcze wydane na podstawie</w:t>
      </w:r>
      <w:r w:rsidR="00CE7733">
        <w:t xml:space="preserve"> art. </w:t>
      </w:r>
      <w:r w:rsidR="00CA1A28" w:rsidRPr="00CA1A28">
        <w:t>6g ustawy zmienianej</w:t>
      </w:r>
      <w:r w:rsidR="00CE7733" w:rsidRPr="00CA1A28">
        <w:t xml:space="preserve"> w</w:t>
      </w:r>
      <w:r w:rsidR="00CE7733">
        <w:t> art. </w:t>
      </w:r>
      <w:r w:rsidR="00CE7733" w:rsidRPr="00CA1A28">
        <w:t>3</w:t>
      </w:r>
      <w:r w:rsidR="00CE7733">
        <w:t> </w:t>
      </w:r>
      <w:r w:rsidR="00CA1A28" w:rsidRPr="00CA1A28">
        <w:t>zachowują moc do dnia wejścia</w:t>
      </w:r>
      <w:r w:rsidR="00CE7733" w:rsidRPr="00CA1A28">
        <w:t xml:space="preserve"> w</w:t>
      </w:r>
      <w:r w:rsidR="00CE7733">
        <w:t> </w:t>
      </w:r>
      <w:r w:rsidR="00CA1A28" w:rsidRPr="00CA1A28">
        <w:t>życie przepisów wykonawczych wydanych na podstawie</w:t>
      </w:r>
      <w:r w:rsidR="00CE7733">
        <w:t xml:space="preserve"> art. </w:t>
      </w:r>
      <w:r w:rsidR="00CA1A28" w:rsidRPr="00CA1A28">
        <w:t>6g,</w:t>
      </w:r>
      <w:r w:rsidR="00CE7733" w:rsidRPr="00CA1A28">
        <w:t xml:space="preserve"> w</w:t>
      </w:r>
      <w:r w:rsidR="00CE7733">
        <w:t> </w:t>
      </w:r>
      <w:r w:rsidR="00CA1A28" w:rsidRPr="00CA1A28">
        <w:t>brzmieniu nadanym niniejszą ustawą, jednak nie dłużej niż przez 1</w:t>
      </w:r>
      <w:r w:rsidR="00CE7733" w:rsidRPr="00CA1A28">
        <w:t>2</w:t>
      </w:r>
      <w:r w:rsidR="00CE7733">
        <w:t> </w:t>
      </w:r>
      <w:r w:rsidR="00CA1A28" w:rsidRPr="00CA1A28">
        <w:t>miesięcy od dnia wejścia</w:t>
      </w:r>
      <w:r w:rsidR="00CE7733" w:rsidRPr="00CA1A28">
        <w:t xml:space="preserve"> w</w:t>
      </w:r>
      <w:r w:rsidR="00CE7733">
        <w:t> </w:t>
      </w:r>
      <w:r w:rsidR="00CA1A28" w:rsidRPr="00CA1A28">
        <w:t>życie</w:t>
      </w:r>
      <w:r w:rsidR="00CE7733">
        <w:t xml:space="preserve"> art. </w:t>
      </w:r>
      <w:r w:rsidR="00CE7733" w:rsidRPr="00CA1A28">
        <w:t>3</w:t>
      </w:r>
      <w:r w:rsidR="00CE7733">
        <w:t xml:space="preserve"> pkt </w:t>
      </w:r>
      <w:r w:rsidR="00EC7C2D">
        <w:t>5</w:t>
      </w:r>
      <w:r w:rsidR="00CA1A28" w:rsidRPr="00CA1A28">
        <w:t xml:space="preserve">. </w:t>
      </w:r>
    </w:p>
    <w:p w14:paraId="47D6A401" w14:textId="18481985" w:rsidR="004F06E2" w:rsidRPr="00EE78CA" w:rsidRDefault="00E81036" w:rsidP="00EE78CA">
      <w:pPr>
        <w:pStyle w:val="ARTartustawynprozporzdzenia"/>
      </w:pPr>
      <w:r w:rsidRPr="00576C4C">
        <w:rPr>
          <w:rStyle w:val="Ppogrubienie"/>
        </w:rPr>
        <w:lastRenderedPageBreak/>
        <w:t xml:space="preserve">Art. </w:t>
      </w:r>
      <w:r w:rsidR="009C4C2C" w:rsidRPr="00576C4C">
        <w:rPr>
          <w:rStyle w:val="Ppogrubienie"/>
        </w:rPr>
        <w:t>9</w:t>
      </w:r>
      <w:r w:rsidR="00942563" w:rsidRPr="00576C4C">
        <w:rPr>
          <w:rStyle w:val="Ppogrubienie"/>
        </w:rPr>
        <w:t>.</w:t>
      </w:r>
      <w:r w:rsidRPr="00EE78CA">
        <w:t xml:space="preserve"> </w:t>
      </w:r>
      <w:r w:rsidR="004F06E2" w:rsidRPr="00EE78CA">
        <w:t>Do kadencji okręgowych zjazdów izby, rozpoczętej przed dniem wejścia</w:t>
      </w:r>
      <w:r w:rsidR="00CE7733" w:rsidRPr="00EE78CA">
        <w:t xml:space="preserve"> w</w:t>
      </w:r>
      <w:r w:rsidR="00CE7733">
        <w:t> </w:t>
      </w:r>
      <w:r w:rsidR="004F06E2" w:rsidRPr="00EE78CA">
        <w:t>życie</w:t>
      </w:r>
      <w:r w:rsidR="00CE7733">
        <w:t xml:space="preserve"> art. </w:t>
      </w:r>
      <w:r w:rsidR="00CE7733" w:rsidRPr="00EE78CA">
        <w:t>2</w:t>
      </w:r>
      <w:r w:rsidR="00CE7733">
        <w:t xml:space="preserve"> pkt </w:t>
      </w:r>
      <w:r w:rsidR="00CE7733" w:rsidRPr="00EE78CA">
        <w:t>1</w:t>
      </w:r>
      <w:r w:rsidR="00CE7733">
        <w:t> </w:t>
      </w:r>
      <w:r w:rsidR="004F06E2" w:rsidRPr="00EE78CA">
        <w:t>niniejszej ustawy</w:t>
      </w:r>
      <w:r w:rsidR="007E3DDC" w:rsidRPr="00EE78CA">
        <w:t>,</w:t>
      </w:r>
      <w:r w:rsidR="004F06E2" w:rsidRPr="00EE78CA">
        <w:t xml:space="preserve"> stosuje się</w:t>
      </w:r>
      <w:r w:rsidR="00CE7733">
        <w:t xml:space="preserve"> art. </w:t>
      </w:r>
      <w:r w:rsidR="004F06E2" w:rsidRPr="00EE78CA">
        <w:t>1</w:t>
      </w:r>
      <w:r w:rsidR="00CE7733" w:rsidRPr="00EE78CA">
        <w:t>5</w:t>
      </w:r>
      <w:r w:rsidR="00CE7733">
        <w:t xml:space="preserve"> ust. </w:t>
      </w:r>
      <w:r w:rsidR="00CE7733" w:rsidRPr="00EE78CA">
        <w:t>3</w:t>
      </w:r>
      <w:r w:rsidR="00CE7733">
        <w:t> </w:t>
      </w:r>
      <w:r w:rsidR="004F06E2"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2</w:t>
      </w:r>
      <w:r w:rsidR="00CE7733">
        <w:t xml:space="preserve"> w </w:t>
      </w:r>
      <w:r w:rsidR="004F06E2" w:rsidRPr="00EE78CA">
        <w:t>brzmieniu dotychczasowym.</w:t>
      </w:r>
    </w:p>
    <w:p w14:paraId="24896C73" w14:textId="694C6493" w:rsidR="00E81036" w:rsidRPr="00390DA8" w:rsidRDefault="004F06E2" w:rsidP="00CF178F">
      <w:pPr>
        <w:pStyle w:val="ARTartustawynprozporzdzenia"/>
      </w:pPr>
      <w:r w:rsidRPr="00576C4C">
        <w:rPr>
          <w:rStyle w:val="Ppogrubienie"/>
        </w:rPr>
        <w:t xml:space="preserve">Art. </w:t>
      </w:r>
      <w:r w:rsidR="009C4C2C" w:rsidRPr="00576C4C">
        <w:rPr>
          <w:rStyle w:val="Ppogrubienie"/>
        </w:rPr>
        <w:t>10</w:t>
      </w:r>
      <w:r w:rsidRPr="00576C4C">
        <w:rPr>
          <w:rStyle w:val="Ppogrubienie"/>
        </w:rPr>
        <w:t>.</w:t>
      </w:r>
      <w:r w:rsidRPr="00EE78CA">
        <w:t xml:space="preserve"> </w:t>
      </w:r>
      <w:r w:rsidR="00E81036" w:rsidRPr="00EE78CA">
        <w:t>Ustawa wchodzi</w:t>
      </w:r>
      <w:r w:rsidR="00650225" w:rsidRPr="00EE78CA">
        <w:t xml:space="preserve"> w </w:t>
      </w:r>
      <w:r w:rsidR="00E81036" w:rsidRPr="00EE78CA">
        <w:t>życie po upływie 1</w:t>
      </w:r>
      <w:r w:rsidR="00650225" w:rsidRPr="00EE78CA">
        <w:t>4 </w:t>
      </w:r>
      <w:r w:rsidR="00E81036" w:rsidRPr="00EE78CA">
        <w:t>dni od dnia ogłoszenia,</w:t>
      </w:r>
      <w:r w:rsidR="00650225" w:rsidRPr="00EE78CA">
        <w:t xml:space="preserve"> z </w:t>
      </w:r>
      <w:r w:rsidR="00E81036" w:rsidRPr="00EE78CA">
        <w:t>wyjątkiem</w:t>
      </w:r>
      <w:r w:rsidR="00CE7733">
        <w:t xml:space="preserve"> art. </w:t>
      </w:r>
      <w:r w:rsidR="00E81036" w:rsidRPr="00390DA8">
        <w:t>1:</w:t>
      </w:r>
    </w:p>
    <w:p w14:paraId="2430F351" w14:textId="504E2139" w:rsidR="00E81036" w:rsidRPr="00390DA8" w:rsidRDefault="00CF178F" w:rsidP="00CF178F">
      <w:pPr>
        <w:pStyle w:val="PKTpunkt"/>
      </w:pPr>
      <w:r>
        <w:t>1</w:t>
      </w:r>
      <w:r w:rsidR="0028685A">
        <w:t>)</w:t>
      </w:r>
      <w:r w:rsidR="0028685A">
        <w:tab/>
      </w:r>
      <w:r w:rsidR="00E81036" w:rsidRPr="00390DA8">
        <w:t>pkt</w:t>
      </w:r>
      <w:r w:rsidR="00E81036">
        <w:t xml:space="preserve"> </w:t>
      </w:r>
      <w:r w:rsidR="00CE7733">
        <w:t>3 lit. </w:t>
      </w:r>
      <w:r w:rsidR="00D7757E">
        <w:t>b</w:t>
      </w:r>
      <w:r w:rsidR="00CE7733">
        <w:softHyphen/>
      </w:r>
      <w:r w:rsidR="00CE7733">
        <w:noBreakHyphen/>
      </w:r>
      <w:r w:rsidR="00C675CC">
        <w:t>f</w:t>
      </w:r>
      <w:r w:rsidR="00284C72">
        <w:t>,</w:t>
      </w:r>
      <w:r w:rsidR="00CE7733">
        <w:t xml:space="preserve"> pkt 7 lit. </w:t>
      </w:r>
      <w:r w:rsidR="00C675CC">
        <w:t>a,</w:t>
      </w:r>
      <w:r w:rsidR="00CE7733">
        <w:t xml:space="preserve"> pkt 8 lit. </w:t>
      </w:r>
      <w:r w:rsidR="00C675CC">
        <w:t>c</w:t>
      </w:r>
      <w:r w:rsidR="00CE7733">
        <w:t xml:space="preserve"> i </w:t>
      </w:r>
      <w:r w:rsidR="00C675CC">
        <w:t>d</w:t>
      </w:r>
      <w:r w:rsidR="00C675CC" w:rsidRPr="00B4441B">
        <w:t>,</w:t>
      </w:r>
      <w:r w:rsidR="00CE7733">
        <w:t xml:space="preserve"> pkt </w:t>
      </w:r>
      <w:r w:rsidR="00C675CC">
        <w:t>1</w:t>
      </w:r>
      <w:r w:rsidR="00CE7733">
        <w:t>1 i </w:t>
      </w:r>
      <w:r w:rsidR="00C675CC">
        <w:t>23,</w:t>
      </w:r>
      <w:r w:rsidR="00CE7733">
        <w:t xml:space="preserve"> pkt </w:t>
      </w:r>
      <w:r w:rsidR="00C675CC">
        <w:t>2</w:t>
      </w:r>
      <w:r w:rsidR="00CE7733">
        <w:t>8 lit. </w:t>
      </w:r>
      <w:r w:rsidR="00C675CC">
        <w:t>b</w:t>
      </w:r>
      <w:r w:rsidR="00CE7733">
        <w:t xml:space="preserve"> i pkt </w:t>
      </w:r>
      <w:r w:rsidR="00E026A2">
        <w:t>2</w:t>
      </w:r>
      <w:r w:rsidR="00CE7733">
        <w:t>9 oraz pkt </w:t>
      </w:r>
      <w:r w:rsidR="00E026A2">
        <w:t>3</w:t>
      </w:r>
      <w:r w:rsidR="007926A0">
        <w:t>2</w:t>
      </w:r>
      <w:r w:rsidR="00CE7733">
        <w:noBreakHyphen/>
      </w:r>
      <w:r w:rsidR="00E026A2">
        <w:t>3</w:t>
      </w:r>
      <w:r w:rsidR="007926A0">
        <w:t>4</w:t>
      </w:r>
      <w:r w:rsidR="00E81036">
        <w:t>,</w:t>
      </w:r>
      <w:r w:rsidR="00E81036" w:rsidRPr="00390DA8">
        <w:t xml:space="preserve"> które wchodzą</w:t>
      </w:r>
      <w:r w:rsidR="00650225" w:rsidRPr="00390DA8">
        <w:t xml:space="preserve"> w</w:t>
      </w:r>
      <w:r w:rsidR="00650225">
        <w:t> </w:t>
      </w:r>
      <w:r w:rsidR="00E81036" w:rsidRPr="00390DA8">
        <w:t>życie</w:t>
      </w:r>
      <w:r w:rsidR="00650225" w:rsidRPr="00390DA8">
        <w:t xml:space="preserve"> </w:t>
      </w:r>
      <w:r w:rsidR="00650225">
        <w:t>z </w:t>
      </w:r>
      <w:r w:rsidR="00E81036">
        <w:t xml:space="preserve">dniem </w:t>
      </w:r>
      <w:r w:rsidR="00CE7733">
        <w:t>1 </w:t>
      </w:r>
      <w:r w:rsidR="00C675CC">
        <w:t>marca</w:t>
      </w:r>
      <w:r w:rsidR="00284C72" w:rsidRPr="00284C72">
        <w:t xml:space="preserve"> </w:t>
      </w:r>
      <w:r w:rsidR="00C675CC" w:rsidRPr="00284C72">
        <w:t>202</w:t>
      </w:r>
      <w:r w:rsidR="00C675CC">
        <w:t>2 </w:t>
      </w:r>
      <w:r w:rsidR="00E81036" w:rsidRPr="00390DA8">
        <w:t>r.</w:t>
      </w:r>
      <w:r>
        <w:t>;</w:t>
      </w:r>
    </w:p>
    <w:p w14:paraId="788791AF" w14:textId="1092BC2B" w:rsidR="00942563" w:rsidRDefault="00CF178F" w:rsidP="00CF178F">
      <w:pPr>
        <w:pStyle w:val="PKTpunkt"/>
      </w:pPr>
      <w:r>
        <w:t>2</w:t>
      </w:r>
      <w:r w:rsidR="00E81036" w:rsidRPr="00390DA8">
        <w:t>)</w:t>
      </w:r>
      <w:r w:rsidR="00E81036" w:rsidRPr="00390DA8">
        <w:tab/>
        <w:t>pkt</w:t>
      </w:r>
      <w:r w:rsidR="00E81036" w:rsidDel="00B4441B">
        <w:t xml:space="preserve"> </w:t>
      </w:r>
      <w:r w:rsidR="00CA7B6D" w:rsidRPr="00390DA8">
        <w:t>1</w:t>
      </w:r>
      <w:r w:rsidR="00E81036" w:rsidRPr="00390DA8">
        <w:t>,</w:t>
      </w:r>
      <w:r w:rsidR="00DE24C2">
        <w:t xml:space="preserve"> 2,</w:t>
      </w:r>
      <w:r w:rsidR="00CA7B6D">
        <w:t> </w:t>
      </w:r>
      <w:r w:rsidR="00B71EDF">
        <w:t>13</w:t>
      </w:r>
      <w:r w:rsidR="00E81036" w:rsidRPr="00390DA8">
        <w:t>,</w:t>
      </w:r>
      <w:r w:rsidR="00E81036">
        <w:t xml:space="preserve"> </w:t>
      </w:r>
      <w:r w:rsidR="00B71EDF">
        <w:t>15</w:t>
      </w:r>
      <w:r w:rsidR="00E81036" w:rsidRPr="00390DA8">
        <w:t xml:space="preserve">, </w:t>
      </w:r>
      <w:r w:rsidR="00B71EDF">
        <w:t>16</w:t>
      </w:r>
      <w:r w:rsidR="00E81036" w:rsidRPr="00390DA8">
        <w:t>,</w:t>
      </w:r>
      <w:r w:rsidR="00650225">
        <w:t> </w:t>
      </w:r>
      <w:r w:rsidR="00B71EDF">
        <w:t>1</w:t>
      </w:r>
      <w:r w:rsidR="00CE7733">
        <w:t>9 i </w:t>
      </w:r>
      <w:r w:rsidR="00B71EDF">
        <w:t>20</w:t>
      </w:r>
      <w:r w:rsidR="00E81036">
        <w:t>,</w:t>
      </w:r>
      <w:r w:rsidR="00BF3C8E">
        <w:t xml:space="preserve"> </w:t>
      </w:r>
      <w:r w:rsidR="00E81036" w:rsidRPr="00390DA8">
        <w:t>które wchodzą</w:t>
      </w:r>
      <w:r w:rsidR="00650225" w:rsidRPr="00390DA8">
        <w:t xml:space="preserve"> w</w:t>
      </w:r>
      <w:r w:rsidR="00650225">
        <w:t> </w:t>
      </w:r>
      <w:r w:rsidR="00E81036" w:rsidRPr="00390DA8">
        <w:t>życie</w:t>
      </w:r>
      <w:r w:rsidR="00650225" w:rsidRPr="00390DA8">
        <w:t xml:space="preserve"> </w:t>
      </w:r>
      <w:r w:rsidR="00C675CC" w:rsidRPr="00C675CC">
        <w:t xml:space="preserve">po upływie </w:t>
      </w:r>
      <w:r w:rsidR="00CE7733" w:rsidRPr="00C675CC">
        <w:t>6</w:t>
      </w:r>
      <w:r w:rsidR="00CE7733">
        <w:t> </w:t>
      </w:r>
      <w:r w:rsidR="00C675CC" w:rsidRPr="00C675CC">
        <w:t>miesięcy od dnia ogłoszenia</w:t>
      </w:r>
      <w:r>
        <w:t>;</w:t>
      </w:r>
    </w:p>
    <w:p w14:paraId="3FD8F747" w14:textId="79B346AF" w:rsidR="00612BB1" w:rsidRDefault="00CF178F" w:rsidP="00CF178F">
      <w:pPr>
        <w:pStyle w:val="PKTpunkt"/>
      </w:pPr>
      <w:r>
        <w:t>3</w:t>
      </w:r>
      <w:r w:rsidR="00942563">
        <w:t>)</w:t>
      </w:r>
      <w:r w:rsidR="00942563">
        <w:tab/>
      </w:r>
      <w:r w:rsidR="00CA7B6D">
        <w:t>pkt </w:t>
      </w:r>
      <w:r w:rsidR="00B71EDF">
        <w:t>21</w:t>
      </w:r>
      <w:r w:rsidR="00A110EF">
        <w:t xml:space="preserve">, </w:t>
      </w:r>
      <w:r w:rsidR="00B71EDF">
        <w:t>22</w:t>
      </w:r>
      <w:r w:rsidR="00A110EF">
        <w:t xml:space="preserve">, </w:t>
      </w:r>
      <w:r w:rsidR="00B71EDF">
        <w:t>2</w:t>
      </w:r>
      <w:r w:rsidR="00CE7733">
        <w:t>4</w:t>
      </w:r>
      <w:r w:rsidR="00CE7733">
        <w:noBreakHyphen/>
      </w:r>
      <w:r w:rsidR="00B71EDF">
        <w:t>2</w:t>
      </w:r>
      <w:r w:rsidR="00CE7733">
        <w:t>6 oraz</w:t>
      </w:r>
      <w:r w:rsidR="00A110EF">
        <w:t xml:space="preserve"> </w:t>
      </w:r>
      <w:r w:rsidR="00B71EDF">
        <w:t>3</w:t>
      </w:r>
      <w:r w:rsidR="007926A0">
        <w:t>1</w:t>
      </w:r>
      <w:r w:rsidR="00CE7733">
        <w:t xml:space="preserve"> lit. </w:t>
      </w:r>
      <w:r w:rsidR="003D7D7A">
        <w:t xml:space="preserve">b </w:t>
      </w:r>
      <w:r w:rsidR="00CA7B6D">
        <w:t>i </w:t>
      </w:r>
      <w:r w:rsidR="003D7D7A">
        <w:t>c</w:t>
      </w:r>
      <w:r w:rsidR="00A110EF">
        <w:t xml:space="preserve">, </w:t>
      </w:r>
      <w:r w:rsidR="00C675CC" w:rsidRPr="00942563">
        <w:t>któr</w:t>
      </w:r>
      <w:r w:rsidR="00C675CC">
        <w:t>e</w:t>
      </w:r>
      <w:r w:rsidR="00C675CC" w:rsidRPr="00942563">
        <w:t xml:space="preserve"> wchodz</w:t>
      </w:r>
      <w:r w:rsidR="00C675CC">
        <w:t>ą</w:t>
      </w:r>
      <w:r w:rsidR="00C675CC" w:rsidRPr="00942563">
        <w:t xml:space="preserve"> </w:t>
      </w:r>
      <w:r w:rsidR="00942563" w:rsidRPr="00942563">
        <w:t xml:space="preserve">w życie z dniem </w:t>
      </w:r>
      <w:r w:rsidR="00CA7B6D">
        <w:t>1 </w:t>
      </w:r>
      <w:r w:rsidR="00942563">
        <w:t>stycznia</w:t>
      </w:r>
      <w:r w:rsidR="00942563" w:rsidRPr="00942563">
        <w:t xml:space="preserve"> </w:t>
      </w:r>
      <w:r w:rsidR="00006E81" w:rsidRPr="00942563">
        <w:t>202</w:t>
      </w:r>
      <w:r w:rsidR="00006E81">
        <w:t>3 </w:t>
      </w:r>
      <w:r w:rsidR="00942563" w:rsidRPr="00942563">
        <w:t>r.</w:t>
      </w:r>
    </w:p>
    <w:p w14:paraId="3E139E60" w14:textId="77777777" w:rsidR="00612BB1" w:rsidRDefault="00612BB1" w:rsidP="004E5DCC">
      <w:pPr>
        <w:pStyle w:val="PKTpunkt"/>
      </w:pPr>
    </w:p>
    <w:p w14:paraId="48AE95B5" w14:textId="77777777" w:rsidR="00CC4BE6" w:rsidRPr="00787B2F" w:rsidRDefault="00CC4BE6" w:rsidP="00CC4BE6">
      <w:pPr>
        <w:pStyle w:val="OZNPARAFYADNOTACJE"/>
      </w:pPr>
      <w:r w:rsidRPr="00787B2F">
        <w:t>ZA ZGODNOŚĆ POD WZGLĘDEM PRAWNYM,</w:t>
      </w:r>
    </w:p>
    <w:p w14:paraId="6CB21FE9" w14:textId="0D767D8A" w:rsidR="00CC4BE6" w:rsidRPr="00787B2F" w:rsidRDefault="00CC4BE6" w:rsidP="00CC4BE6">
      <w:pPr>
        <w:pStyle w:val="OZNPARAFYADNOTACJE"/>
      </w:pPr>
      <w:r w:rsidRPr="00787B2F">
        <w:t>LEGISLACYJNYM</w:t>
      </w:r>
      <w:r w:rsidR="00CE7733" w:rsidRPr="00787B2F">
        <w:t xml:space="preserve"> I</w:t>
      </w:r>
      <w:r w:rsidR="00CE7733">
        <w:t> </w:t>
      </w:r>
      <w:r w:rsidRPr="00787B2F">
        <w:t xml:space="preserve">REDAKCYJNYM </w:t>
      </w:r>
    </w:p>
    <w:p w14:paraId="087F21B6" w14:textId="49FFC100" w:rsidR="00CC4BE6" w:rsidRPr="00787B2F" w:rsidRDefault="00CC4BE6" w:rsidP="00CC4BE6">
      <w:pPr>
        <w:pStyle w:val="OZNPARAFYADNOTACJE"/>
      </w:pPr>
      <w:r>
        <w:t>Paweł Myjak</w:t>
      </w:r>
    </w:p>
    <w:p w14:paraId="103D0488" w14:textId="3F0C224A" w:rsidR="00CC4BE6" w:rsidRPr="00787B2F" w:rsidRDefault="00CC4BE6" w:rsidP="00CC4BE6">
      <w:pPr>
        <w:pStyle w:val="OZNPARAFYADNOTACJE"/>
      </w:pPr>
      <w:r w:rsidRPr="00787B2F">
        <w:t xml:space="preserve">Dyrektor Departamentu Prawnego </w:t>
      </w:r>
    </w:p>
    <w:p w14:paraId="0FE39ED7" w14:textId="2EC06D19" w:rsidR="00CC4BE6" w:rsidRPr="00787B2F" w:rsidRDefault="00CC4BE6" w:rsidP="00CC4BE6">
      <w:pPr>
        <w:pStyle w:val="OZNPARAFYADNOTACJE"/>
      </w:pPr>
      <w:r w:rsidRPr="00787B2F">
        <w:t xml:space="preserve">w </w:t>
      </w:r>
      <w:r>
        <w:t>Głównym Urzędzie Nadzoru Budowlanego</w:t>
      </w:r>
    </w:p>
    <w:p w14:paraId="2A5151E2" w14:textId="77777777" w:rsidR="00CC4BE6" w:rsidRPr="00737F6A" w:rsidRDefault="00CC4BE6" w:rsidP="00CC4BE6">
      <w:pPr>
        <w:pStyle w:val="OZNPARAFYADNOTACJE"/>
      </w:pPr>
      <w:r w:rsidRPr="00787B2F">
        <w:t>/podpisano elektronicznie/</w:t>
      </w:r>
    </w:p>
    <w:p w14:paraId="11AFAB55" w14:textId="77777777" w:rsidR="00612BB1" w:rsidRDefault="00612BB1" w:rsidP="004E5DCC">
      <w:pPr>
        <w:pStyle w:val="PKTpunkt"/>
      </w:pPr>
    </w:p>
    <w:p w14:paraId="1B4CA948" w14:textId="28366068" w:rsidR="00612BB1" w:rsidRPr="00737F6A" w:rsidRDefault="00612BB1" w:rsidP="00612BB1">
      <w:pPr>
        <w:pStyle w:val="PKTpunkt"/>
      </w:pPr>
    </w:p>
    <w:sectPr w:rsidR="00612BB1" w:rsidRPr="00737F6A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42225" w14:textId="77777777" w:rsidR="00652A90" w:rsidRDefault="00652A90">
      <w:r>
        <w:separator/>
      </w:r>
    </w:p>
  </w:endnote>
  <w:endnote w:type="continuationSeparator" w:id="0">
    <w:p w14:paraId="5C6FD265" w14:textId="77777777" w:rsidR="00652A90" w:rsidRDefault="0065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D91E1" w14:textId="77777777" w:rsidR="00652A90" w:rsidRDefault="00652A90">
      <w:r>
        <w:separator/>
      </w:r>
    </w:p>
  </w:footnote>
  <w:footnote w:type="continuationSeparator" w:id="0">
    <w:p w14:paraId="48E56429" w14:textId="77777777" w:rsidR="00652A90" w:rsidRDefault="00652A90">
      <w:r>
        <w:continuationSeparator/>
      </w:r>
    </w:p>
  </w:footnote>
  <w:footnote w:id="1">
    <w:p w14:paraId="195776CA" w14:textId="16EA1B35" w:rsidR="00F77977" w:rsidRDefault="00F77977" w:rsidP="00D954E1">
      <w:pPr>
        <w:pStyle w:val="ODNONIKtreodnonika"/>
      </w:pPr>
      <w:r>
        <w:rPr>
          <w:rStyle w:val="Odwoanieprzypisudolnego"/>
        </w:rPr>
        <w:footnoteRef/>
      </w:r>
      <w:r w:rsidRPr="00D954E1">
        <w:rPr>
          <w:rStyle w:val="IGindeksgrny"/>
        </w:rPr>
        <w:t>)</w:t>
      </w:r>
      <w:r>
        <w:tab/>
      </w:r>
      <w:r w:rsidRPr="00D954E1">
        <w:t>Niniejszą ustawą zmienia się ustaw</w:t>
      </w:r>
      <w:r>
        <w:t>ę</w:t>
      </w:r>
      <w:r w:rsidRPr="00D954E1">
        <w:t xml:space="preserve"> ustawie z</w:t>
      </w:r>
      <w:r>
        <w:t> </w:t>
      </w:r>
      <w:r w:rsidRPr="00D954E1">
        <w:t>dnia 24</w:t>
      </w:r>
      <w:r>
        <w:t> </w:t>
      </w:r>
      <w:r w:rsidRPr="00D954E1">
        <w:t>sierpnia 1991</w:t>
      </w:r>
      <w:r>
        <w:t> </w:t>
      </w:r>
      <w:r w:rsidRPr="00D954E1">
        <w:t>r. o</w:t>
      </w:r>
      <w:r>
        <w:t> </w:t>
      </w:r>
      <w:r w:rsidRPr="00D954E1">
        <w:t xml:space="preserve">ochronie przeciwpożarowej </w:t>
      </w:r>
      <w:r>
        <w:t>i </w:t>
      </w:r>
      <w:r w:rsidRPr="00D954E1">
        <w:t>ustaw</w:t>
      </w:r>
      <w:r>
        <w:t>ę</w:t>
      </w:r>
      <w:r w:rsidRPr="00D954E1">
        <w:t xml:space="preserve"> z</w:t>
      </w:r>
      <w:r>
        <w:t> </w:t>
      </w:r>
      <w:r w:rsidRPr="00D954E1">
        <w:t>dnia 15</w:t>
      </w:r>
      <w:r>
        <w:t> </w:t>
      </w:r>
      <w:r w:rsidRPr="00D954E1">
        <w:t>grudnia 2000</w:t>
      </w:r>
      <w:r>
        <w:t> </w:t>
      </w:r>
      <w:r w:rsidRPr="00D954E1">
        <w:t>r. o</w:t>
      </w:r>
      <w:r>
        <w:t> </w:t>
      </w:r>
      <w:r w:rsidRPr="00D954E1">
        <w:t>samorządach zawodowych architektów oraz inżynierów budownictwa</w:t>
      </w:r>
      <w:r>
        <w:t>.</w:t>
      </w:r>
    </w:p>
  </w:footnote>
  <w:footnote w:id="2">
    <w:p w14:paraId="33321056" w14:textId="5FB8B971" w:rsidR="00F77977" w:rsidRDefault="00F77977" w:rsidP="00C33A57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33A57">
        <w:t>Zmiany tekstu jednolitego wymienionej ustawy zostały ogłoszone w</w:t>
      </w:r>
      <w:r>
        <w:t> Dz. U.</w:t>
      </w:r>
      <w:r w:rsidRPr="00C33A57">
        <w:t xml:space="preserve"> </w:t>
      </w:r>
      <w:r>
        <w:t>z 2020 r. poz. </w:t>
      </w:r>
      <w:r w:rsidRPr="00C33A57">
        <w:t>2127</w:t>
      </w:r>
      <w:r>
        <w:t xml:space="preserve"> i </w:t>
      </w:r>
      <w:r w:rsidRPr="00C33A57">
        <w:t>2320</w:t>
      </w:r>
      <w:r>
        <w:t xml:space="preserve"> oraz</w:t>
      </w:r>
      <w:r w:rsidRPr="00C33A57">
        <w:t xml:space="preserve"> z</w:t>
      </w:r>
      <w:r>
        <w:t> </w:t>
      </w:r>
      <w:r w:rsidRPr="00C33A57">
        <w:t>2021</w:t>
      </w:r>
      <w:r>
        <w:t> </w:t>
      </w:r>
      <w:r w:rsidRPr="00C33A57">
        <w:t>r.</w:t>
      </w:r>
      <w:r>
        <w:t xml:space="preserve"> poz. </w:t>
      </w:r>
      <w:r w:rsidRPr="00C33A57">
        <w:t>11, 234, 282</w:t>
      </w:r>
      <w:r>
        <w:t xml:space="preserve"> i </w:t>
      </w:r>
      <w:r w:rsidRPr="00C33A57">
        <w:t>784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86647" w14:textId="77777777" w:rsidR="00F77977" w:rsidRPr="00B371CC" w:rsidRDefault="00F77977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954B8">
      <w:rPr>
        <w:noProof/>
      </w:rPr>
      <w:t>36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EDC78C3"/>
    <w:multiLevelType w:val="hybridMultilevel"/>
    <w:tmpl w:val="6C42A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>
    <w:nsid w:val="66004E7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7"/>
  </w:num>
  <w:num w:numId="6">
    <w:abstractNumId w:val="32"/>
  </w:num>
  <w:num w:numId="7">
    <w:abstractNumId w:val="37"/>
  </w:num>
  <w:num w:numId="8">
    <w:abstractNumId w:val="32"/>
  </w:num>
  <w:num w:numId="9">
    <w:abstractNumId w:val="37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5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6"/>
  </w:num>
  <w:num w:numId="44">
    <w:abstractNumId w:val="12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36"/>
    <w:rsid w:val="00000029"/>
    <w:rsid w:val="000012DA"/>
    <w:rsid w:val="00001A08"/>
    <w:rsid w:val="0000246E"/>
    <w:rsid w:val="00002EE6"/>
    <w:rsid w:val="00003862"/>
    <w:rsid w:val="00006E81"/>
    <w:rsid w:val="00012A35"/>
    <w:rsid w:val="00013109"/>
    <w:rsid w:val="00016099"/>
    <w:rsid w:val="000164CD"/>
    <w:rsid w:val="00017DC2"/>
    <w:rsid w:val="00021522"/>
    <w:rsid w:val="00022713"/>
    <w:rsid w:val="00022976"/>
    <w:rsid w:val="00023471"/>
    <w:rsid w:val="00023F13"/>
    <w:rsid w:val="00023F3B"/>
    <w:rsid w:val="00026B60"/>
    <w:rsid w:val="00030634"/>
    <w:rsid w:val="000319C1"/>
    <w:rsid w:val="00031A8B"/>
    <w:rsid w:val="00031BCA"/>
    <w:rsid w:val="000330FA"/>
    <w:rsid w:val="0003362F"/>
    <w:rsid w:val="00033DD1"/>
    <w:rsid w:val="00033EB2"/>
    <w:rsid w:val="00035A47"/>
    <w:rsid w:val="00036B63"/>
    <w:rsid w:val="00037E1A"/>
    <w:rsid w:val="00041196"/>
    <w:rsid w:val="00041E51"/>
    <w:rsid w:val="00043163"/>
    <w:rsid w:val="0004318C"/>
    <w:rsid w:val="00043495"/>
    <w:rsid w:val="00044BEB"/>
    <w:rsid w:val="00046A75"/>
    <w:rsid w:val="00047312"/>
    <w:rsid w:val="000508BD"/>
    <w:rsid w:val="000517AB"/>
    <w:rsid w:val="00051840"/>
    <w:rsid w:val="0005339C"/>
    <w:rsid w:val="0005571B"/>
    <w:rsid w:val="0005634F"/>
    <w:rsid w:val="00057A5D"/>
    <w:rsid w:val="00057AB3"/>
    <w:rsid w:val="00060076"/>
    <w:rsid w:val="00060432"/>
    <w:rsid w:val="00060D87"/>
    <w:rsid w:val="000615A5"/>
    <w:rsid w:val="00064E4C"/>
    <w:rsid w:val="00064FCF"/>
    <w:rsid w:val="00066901"/>
    <w:rsid w:val="00070282"/>
    <w:rsid w:val="0007187F"/>
    <w:rsid w:val="00071BEE"/>
    <w:rsid w:val="000736CD"/>
    <w:rsid w:val="0007395F"/>
    <w:rsid w:val="000745BA"/>
    <w:rsid w:val="0007533B"/>
    <w:rsid w:val="000753B3"/>
    <w:rsid w:val="0007545D"/>
    <w:rsid w:val="000760BF"/>
    <w:rsid w:val="0007613E"/>
    <w:rsid w:val="00076BFC"/>
    <w:rsid w:val="000770B0"/>
    <w:rsid w:val="0008146D"/>
    <w:rsid w:val="000814A7"/>
    <w:rsid w:val="000830E2"/>
    <w:rsid w:val="00083B30"/>
    <w:rsid w:val="00084416"/>
    <w:rsid w:val="0008557B"/>
    <w:rsid w:val="00085CE7"/>
    <w:rsid w:val="00087CEF"/>
    <w:rsid w:val="00090608"/>
    <w:rsid w:val="000906EE"/>
    <w:rsid w:val="000908C5"/>
    <w:rsid w:val="00091BA2"/>
    <w:rsid w:val="000928AE"/>
    <w:rsid w:val="00093677"/>
    <w:rsid w:val="000944EF"/>
    <w:rsid w:val="0009732D"/>
    <w:rsid w:val="000973F0"/>
    <w:rsid w:val="00097C25"/>
    <w:rsid w:val="000A0A66"/>
    <w:rsid w:val="000A1296"/>
    <w:rsid w:val="000A1C27"/>
    <w:rsid w:val="000A1DAD"/>
    <w:rsid w:val="000A2649"/>
    <w:rsid w:val="000A323B"/>
    <w:rsid w:val="000B017F"/>
    <w:rsid w:val="000B194C"/>
    <w:rsid w:val="000B22ED"/>
    <w:rsid w:val="000B2410"/>
    <w:rsid w:val="000B298D"/>
    <w:rsid w:val="000B3088"/>
    <w:rsid w:val="000B3EF9"/>
    <w:rsid w:val="000B45D0"/>
    <w:rsid w:val="000B5B2D"/>
    <w:rsid w:val="000B5DCE"/>
    <w:rsid w:val="000B6190"/>
    <w:rsid w:val="000B6C65"/>
    <w:rsid w:val="000B7052"/>
    <w:rsid w:val="000B7BCD"/>
    <w:rsid w:val="000C05BA"/>
    <w:rsid w:val="000C0E8F"/>
    <w:rsid w:val="000C38AD"/>
    <w:rsid w:val="000C4BC4"/>
    <w:rsid w:val="000C4EFD"/>
    <w:rsid w:val="000C625E"/>
    <w:rsid w:val="000C6525"/>
    <w:rsid w:val="000C65AD"/>
    <w:rsid w:val="000C779C"/>
    <w:rsid w:val="000D0110"/>
    <w:rsid w:val="000D2468"/>
    <w:rsid w:val="000D318A"/>
    <w:rsid w:val="000D3311"/>
    <w:rsid w:val="000D6173"/>
    <w:rsid w:val="000D6F83"/>
    <w:rsid w:val="000E1173"/>
    <w:rsid w:val="000E18E0"/>
    <w:rsid w:val="000E25CC"/>
    <w:rsid w:val="000E2CB1"/>
    <w:rsid w:val="000E3694"/>
    <w:rsid w:val="000E490F"/>
    <w:rsid w:val="000E50FC"/>
    <w:rsid w:val="000E6241"/>
    <w:rsid w:val="000F2BE3"/>
    <w:rsid w:val="000F3D0D"/>
    <w:rsid w:val="000F4928"/>
    <w:rsid w:val="000F5DF2"/>
    <w:rsid w:val="000F5F11"/>
    <w:rsid w:val="000F6ED4"/>
    <w:rsid w:val="000F7A6E"/>
    <w:rsid w:val="001042BA"/>
    <w:rsid w:val="00106D03"/>
    <w:rsid w:val="001074E1"/>
    <w:rsid w:val="001100CF"/>
    <w:rsid w:val="00110465"/>
    <w:rsid w:val="0011047C"/>
    <w:rsid w:val="00110628"/>
    <w:rsid w:val="001113C5"/>
    <w:rsid w:val="001121BA"/>
    <w:rsid w:val="0011245A"/>
    <w:rsid w:val="0011493E"/>
    <w:rsid w:val="001157D0"/>
    <w:rsid w:val="00115B72"/>
    <w:rsid w:val="00116CCE"/>
    <w:rsid w:val="00117B96"/>
    <w:rsid w:val="001209EC"/>
    <w:rsid w:val="00120A9E"/>
    <w:rsid w:val="00120FD4"/>
    <w:rsid w:val="001257F2"/>
    <w:rsid w:val="00125A9C"/>
    <w:rsid w:val="001270A2"/>
    <w:rsid w:val="001302A7"/>
    <w:rsid w:val="00131198"/>
    <w:rsid w:val="00131237"/>
    <w:rsid w:val="001329AC"/>
    <w:rsid w:val="00133ECA"/>
    <w:rsid w:val="00134CA0"/>
    <w:rsid w:val="00134EE5"/>
    <w:rsid w:val="001356B1"/>
    <w:rsid w:val="00135E68"/>
    <w:rsid w:val="00136C8D"/>
    <w:rsid w:val="001373C8"/>
    <w:rsid w:val="0014026F"/>
    <w:rsid w:val="00140B46"/>
    <w:rsid w:val="00145FEC"/>
    <w:rsid w:val="00147A47"/>
    <w:rsid w:val="00147AA1"/>
    <w:rsid w:val="001505FB"/>
    <w:rsid w:val="00150F74"/>
    <w:rsid w:val="0015206B"/>
    <w:rsid w:val="001520CF"/>
    <w:rsid w:val="001538CE"/>
    <w:rsid w:val="00154DB0"/>
    <w:rsid w:val="0015667C"/>
    <w:rsid w:val="00157110"/>
    <w:rsid w:val="0015742A"/>
    <w:rsid w:val="00157DA1"/>
    <w:rsid w:val="00161F31"/>
    <w:rsid w:val="00162A92"/>
    <w:rsid w:val="00163147"/>
    <w:rsid w:val="00164C57"/>
    <w:rsid w:val="00164C9D"/>
    <w:rsid w:val="001654C5"/>
    <w:rsid w:val="00166824"/>
    <w:rsid w:val="0016768E"/>
    <w:rsid w:val="00167E94"/>
    <w:rsid w:val="00171C25"/>
    <w:rsid w:val="00172F7A"/>
    <w:rsid w:val="00173150"/>
    <w:rsid w:val="00173390"/>
    <w:rsid w:val="001736F0"/>
    <w:rsid w:val="00173BB3"/>
    <w:rsid w:val="001740D0"/>
    <w:rsid w:val="00174F2C"/>
    <w:rsid w:val="00177870"/>
    <w:rsid w:val="0018082B"/>
    <w:rsid w:val="00180F2A"/>
    <w:rsid w:val="00181F46"/>
    <w:rsid w:val="001844A7"/>
    <w:rsid w:val="00184B91"/>
    <w:rsid w:val="00184D4A"/>
    <w:rsid w:val="00186EC1"/>
    <w:rsid w:val="00187E16"/>
    <w:rsid w:val="00191E1F"/>
    <w:rsid w:val="0019473B"/>
    <w:rsid w:val="001947F1"/>
    <w:rsid w:val="00194A6D"/>
    <w:rsid w:val="001952B1"/>
    <w:rsid w:val="00195C68"/>
    <w:rsid w:val="00196E39"/>
    <w:rsid w:val="00197649"/>
    <w:rsid w:val="001A01FB"/>
    <w:rsid w:val="001A10E9"/>
    <w:rsid w:val="001A183D"/>
    <w:rsid w:val="001A2B65"/>
    <w:rsid w:val="001A2F49"/>
    <w:rsid w:val="001A336C"/>
    <w:rsid w:val="001A3CD3"/>
    <w:rsid w:val="001A5A62"/>
    <w:rsid w:val="001A5BEF"/>
    <w:rsid w:val="001A611D"/>
    <w:rsid w:val="001A78B0"/>
    <w:rsid w:val="001A7F15"/>
    <w:rsid w:val="001B1943"/>
    <w:rsid w:val="001B342E"/>
    <w:rsid w:val="001B7372"/>
    <w:rsid w:val="001C1832"/>
    <w:rsid w:val="001C188C"/>
    <w:rsid w:val="001C3C31"/>
    <w:rsid w:val="001C6D1A"/>
    <w:rsid w:val="001C795C"/>
    <w:rsid w:val="001D1783"/>
    <w:rsid w:val="001D53CD"/>
    <w:rsid w:val="001D55A3"/>
    <w:rsid w:val="001D5AF5"/>
    <w:rsid w:val="001D68D1"/>
    <w:rsid w:val="001D71F7"/>
    <w:rsid w:val="001D77B4"/>
    <w:rsid w:val="001E1E73"/>
    <w:rsid w:val="001E20AC"/>
    <w:rsid w:val="001E372C"/>
    <w:rsid w:val="001E3F0F"/>
    <w:rsid w:val="001E4CF9"/>
    <w:rsid w:val="001E4E0C"/>
    <w:rsid w:val="001E526D"/>
    <w:rsid w:val="001E5655"/>
    <w:rsid w:val="001E5EC4"/>
    <w:rsid w:val="001E71AB"/>
    <w:rsid w:val="001E7AA2"/>
    <w:rsid w:val="001F1832"/>
    <w:rsid w:val="001F220F"/>
    <w:rsid w:val="001F25B3"/>
    <w:rsid w:val="001F6616"/>
    <w:rsid w:val="001F6E32"/>
    <w:rsid w:val="00201716"/>
    <w:rsid w:val="00201A5C"/>
    <w:rsid w:val="00202BD4"/>
    <w:rsid w:val="00202F7B"/>
    <w:rsid w:val="002035B8"/>
    <w:rsid w:val="00204571"/>
    <w:rsid w:val="00204A97"/>
    <w:rsid w:val="00205C0B"/>
    <w:rsid w:val="00205EAA"/>
    <w:rsid w:val="002114EF"/>
    <w:rsid w:val="002122C4"/>
    <w:rsid w:val="00212CE8"/>
    <w:rsid w:val="00212FB7"/>
    <w:rsid w:val="00214D93"/>
    <w:rsid w:val="002166AD"/>
    <w:rsid w:val="00217871"/>
    <w:rsid w:val="00221ED8"/>
    <w:rsid w:val="002225E3"/>
    <w:rsid w:val="0022311E"/>
    <w:rsid w:val="002231EA"/>
    <w:rsid w:val="002235AB"/>
    <w:rsid w:val="00223A8C"/>
    <w:rsid w:val="00223FDF"/>
    <w:rsid w:val="00226FA5"/>
    <w:rsid w:val="002279C0"/>
    <w:rsid w:val="002279EF"/>
    <w:rsid w:val="00230813"/>
    <w:rsid w:val="002323D6"/>
    <w:rsid w:val="002347D8"/>
    <w:rsid w:val="0023727E"/>
    <w:rsid w:val="002413EF"/>
    <w:rsid w:val="00242081"/>
    <w:rsid w:val="00242644"/>
    <w:rsid w:val="00243777"/>
    <w:rsid w:val="002441CD"/>
    <w:rsid w:val="00244920"/>
    <w:rsid w:val="00246DCB"/>
    <w:rsid w:val="002501A3"/>
    <w:rsid w:val="00250491"/>
    <w:rsid w:val="0025166C"/>
    <w:rsid w:val="00253BFB"/>
    <w:rsid w:val="002541A6"/>
    <w:rsid w:val="002555D4"/>
    <w:rsid w:val="002601DC"/>
    <w:rsid w:val="00260433"/>
    <w:rsid w:val="00260755"/>
    <w:rsid w:val="00261A16"/>
    <w:rsid w:val="00261C34"/>
    <w:rsid w:val="0026339C"/>
    <w:rsid w:val="00263522"/>
    <w:rsid w:val="00263DDB"/>
    <w:rsid w:val="00264EC6"/>
    <w:rsid w:val="00265CB9"/>
    <w:rsid w:val="00266199"/>
    <w:rsid w:val="002665D4"/>
    <w:rsid w:val="00270B83"/>
    <w:rsid w:val="00271013"/>
    <w:rsid w:val="00271149"/>
    <w:rsid w:val="002716FA"/>
    <w:rsid w:val="00271947"/>
    <w:rsid w:val="0027321B"/>
    <w:rsid w:val="00273FE4"/>
    <w:rsid w:val="00274724"/>
    <w:rsid w:val="00274EE0"/>
    <w:rsid w:val="002765B4"/>
    <w:rsid w:val="00276A94"/>
    <w:rsid w:val="00284C72"/>
    <w:rsid w:val="00285303"/>
    <w:rsid w:val="00285640"/>
    <w:rsid w:val="0028685A"/>
    <w:rsid w:val="0029303A"/>
    <w:rsid w:val="00293346"/>
    <w:rsid w:val="00293AE3"/>
    <w:rsid w:val="0029405D"/>
    <w:rsid w:val="00294FA6"/>
    <w:rsid w:val="002954AD"/>
    <w:rsid w:val="00295A6F"/>
    <w:rsid w:val="00297C8C"/>
    <w:rsid w:val="002A0508"/>
    <w:rsid w:val="002A1C87"/>
    <w:rsid w:val="002A20C4"/>
    <w:rsid w:val="002A2DB6"/>
    <w:rsid w:val="002A394A"/>
    <w:rsid w:val="002A463B"/>
    <w:rsid w:val="002A4D0A"/>
    <w:rsid w:val="002A570F"/>
    <w:rsid w:val="002A7292"/>
    <w:rsid w:val="002A7358"/>
    <w:rsid w:val="002A7902"/>
    <w:rsid w:val="002B0B0F"/>
    <w:rsid w:val="002B0F6B"/>
    <w:rsid w:val="002B1D9C"/>
    <w:rsid w:val="002B212F"/>
    <w:rsid w:val="002B23B8"/>
    <w:rsid w:val="002B3A05"/>
    <w:rsid w:val="002B4429"/>
    <w:rsid w:val="002B4A19"/>
    <w:rsid w:val="002B613F"/>
    <w:rsid w:val="002B68A6"/>
    <w:rsid w:val="002B7FAF"/>
    <w:rsid w:val="002C46C6"/>
    <w:rsid w:val="002C4927"/>
    <w:rsid w:val="002C50E7"/>
    <w:rsid w:val="002D0C4F"/>
    <w:rsid w:val="002D11BE"/>
    <w:rsid w:val="002D1364"/>
    <w:rsid w:val="002D3674"/>
    <w:rsid w:val="002D3885"/>
    <w:rsid w:val="002D43CE"/>
    <w:rsid w:val="002D4D30"/>
    <w:rsid w:val="002D5000"/>
    <w:rsid w:val="002D598D"/>
    <w:rsid w:val="002D7188"/>
    <w:rsid w:val="002D79AC"/>
    <w:rsid w:val="002D7DF0"/>
    <w:rsid w:val="002E1DE3"/>
    <w:rsid w:val="002E250A"/>
    <w:rsid w:val="002E2AB6"/>
    <w:rsid w:val="002E3A7D"/>
    <w:rsid w:val="002E3F34"/>
    <w:rsid w:val="002E5F79"/>
    <w:rsid w:val="002E64FA"/>
    <w:rsid w:val="002F0A00"/>
    <w:rsid w:val="002F0CFA"/>
    <w:rsid w:val="002F51CD"/>
    <w:rsid w:val="002F60FC"/>
    <w:rsid w:val="002F669F"/>
    <w:rsid w:val="00301C97"/>
    <w:rsid w:val="003026C1"/>
    <w:rsid w:val="00306528"/>
    <w:rsid w:val="0031004C"/>
    <w:rsid w:val="003105F6"/>
    <w:rsid w:val="00311234"/>
    <w:rsid w:val="00311297"/>
    <w:rsid w:val="003113BE"/>
    <w:rsid w:val="00311C8C"/>
    <w:rsid w:val="003122CA"/>
    <w:rsid w:val="00313E28"/>
    <w:rsid w:val="003148FD"/>
    <w:rsid w:val="00315024"/>
    <w:rsid w:val="00321080"/>
    <w:rsid w:val="00322392"/>
    <w:rsid w:val="00322665"/>
    <w:rsid w:val="00322BA2"/>
    <w:rsid w:val="00322D45"/>
    <w:rsid w:val="003230C1"/>
    <w:rsid w:val="0032569A"/>
    <w:rsid w:val="00325A1F"/>
    <w:rsid w:val="003268F9"/>
    <w:rsid w:val="0032763F"/>
    <w:rsid w:val="00330BAF"/>
    <w:rsid w:val="00334E3A"/>
    <w:rsid w:val="003361DD"/>
    <w:rsid w:val="003376A6"/>
    <w:rsid w:val="003400B3"/>
    <w:rsid w:val="00341A6A"/>
    <w:rsid w:val="00342900"/>
    <w:rsid w:val="00345B9C"/>
    <w:rsid w:val="003460B9"/>
    <w:rsid w:val="003464A4"/>
    <w:rsid w:val="0034667C"/>
    <w:rsid w:val="00352DAE"/>
    <w:rsid w:val="00353CE8"/>
    <w:rsid w:val="00354EB9"/>
    <w:rsid w:val="003553BA"/>
    <w:rsid w:val="00355A5A"/>
    <w:rsid w:val="003571DF"/>
    <w:rsid w:val="00357DC8"/>
    <w:rsid w:val="003602AE"/>
    <w:rsid w:val="00360929"/>
    <w:rsid w:val="003647D5"/>
    <w:rsid w:val="003674B0"/>
    <w:rsid w:val="00367DAD"/>
    <w:rsid w:val="00375B21"/>
    <w:rsid w:val="00376145"/>
    <w:rsid w:val="00376156"/>
    <w:rsid w:val="0037727C"/>
    <w:rsid w:val="00377E70"/>
    <w:rsid w:val="00380904"/>
    <w:rsid w:val="003823EE"/>
    <w:rsid w:val="00382960"/>
    <w:rsid w:val="003846F7"/>
    <w:rsid w:val="0038511D"/>
    <w:rsid w:val="003851ED"/>
    <w:rsid w:val="00385B39"/>
    <w:rsid w:val="00386785"/>
    <w:rsid w:val="00386C58"/>
    <w:rsid w:val="0038758F"/>
    <w:rsid w:val="00390E89"/>
    <w:rsid w:val="00391B1A"/>
    <w:rsid w:val="00392083"/>
    <w:rsid w:val="00394423"/>
    <w:rsid w:val="00394C65"/>
    <w:rsid w:val="00396942"/>
    <w:rsid w:val="00396B49"/>
    <w:rsid w:val="00396E19"/>
    <w:rsid w:val="00396E3E"/>
    <w:rsid w:val="003A306E"/>
    <w:rsid w:val="003A581E"/>
    <w:rsid w:val="003A60DC"/>
    <w:rsid w:val="003A6634"/>
    <w:rsid w:val="003A6A46"/>
    <w:rsid w:val="003A7A63"/>
    <w:rsid w:val="003B000C"/>
    <w:rsid w:val="003B0116"/>
    <w:rsid w:val="003B04E9"/>
    <w:rsid w:val="003B0F1D"/>
    <w:rsid w:val="003B249A"/>
    <w:rsid w:val="003B4A57"/>
    <w:rsid w:val="003B5584"/>
    <w:rsid w:val="003B6E29"/>
    <w:rsid w:val="003B6EED"/>
    <w:rsid w:val="003C0425"/>
    <w:rsid w:val="003C0AD9"/>
    <w:rsid w:val="003C0ED0"/>
    <w:rsid w:val="003C1D49"/>
    <w:rsid w:val="003C30D8"/>
    <w:rsid w:val="003C35C4"/>
    <w:rsid w:val="003C6826"/>
    <w:rsid w:val="003D0984"/>
    <w:rsid w:val="003D12C2"/>
    <w:rsid w:val="003D31B9"/>
    <w:rsid w:val="003D3867"/>
    <w:rsid w:val="003D445D"/>
    <w:rsid w:val="003D568E"/>
    <w:rsid w:val="003D7D28"/>
    <w:rsid w:val="003D7D7A"/>
    <w:rsid w:val="003D7F09"/>
    <w:rsid w:val="003E0D1A"/>
    <w:rsid w:val="003E116E"/>
    <w:rsid w:val="003E2DA3"/>
    <w:rsid w:val="003E46D7"/>
    <w:rsid w:val="003E4B8A"/>
    <w:rsid w:val="003E4E3B"/>
    <w:rsid w:val="003E55EF"/>
    <w:rsid w:val="003F020D"/>
    <w:rsid w:val="003F03D9"/>
    <w:rsid w:val="003F27BE"/>
    <w:rsid w:val="003F2E09"/>
    <w:rsid w:val="003F2FBE"/>
    <w:rsid w:val="003F318D"/>
    <w:rsid w:val="003F5BAE"/>
    <w:rsid w:val="003F6ED7"/>
    <w:rsid w:val="003F6EE3"/>
    <w:rsid w:val="003F6FB6"/>
    <w:rsid w:val="004001C8"/>
    <w:rsid w:val="00400F13"/>
    <w:rsid w:val="00401A92"/>
    <w:rsid w:val="00401C84"/>
    <w:rsid w:val="00403210"/>
    <w:rsid w:val="004035BB"/>
    <w:rsid w:val="004035EB"/>
    <w:rsid w:val="00404D98"/>
    <w:rsid w:val="004057B8"/>
    <w:rsid w:val="00406449"/>
    <w:rsid w:val="004071C0"/>
    <w:rsid w:val="00407332"/>
    <w:rsid w:val="00407828"/>
    <w:rsid w:val="00407905"/>
    <w:rsid w:val="00413D8E"/>
    <w:rsid w:val="004140F2"/>
    <w:rsid w:val="00415732"/>
    <w:rsid w:val="00416390"/>
    <w:rsid w:val="00416431"/>
    <w:rsid w:val="00416ACA"/>
    <w:rsid w:val="00417124"/>
    <w:rsid w:val="00417B22"/>
    <w:rsid w:val="00421085"/>
    <w:rsid w:val="00423CFF"/>
    <w:rsid w:val="0042465E"/>
    <w:rsid w:val="00424DF7"/>
    <w:rsid w:val="00425545"/>
    <w:rsid w:val="00425C06"/>
    <w:rsid w:val="004279B3"/>
    <w:rsid w:val="00432742"/>
    <w:rsid w:val="00432B76"/>
    <w:rsid w:val="004339C6"/>
    <w:rsid w:val="00434ABD"/>
    <w:rsid w:val="00434D01"/>
    <w:rsid w:val="00435D26"/>
    <w:rsid w:val="00440C99"/>
    <w:rsid w:val="0044175C"/>
    <w:rsid w:val="00442C4F"/>
    <w:rsid w:val="00442FD8"/>
    <w:rsid w:val="00443B3C"/>
    <w:rsid w:val="00443E6A"/>
    <w:rsid w:val="00445F4D"/>
    <w:rsid w:val="0044696F"/>
    <w:rsid w:val="00447124"/>
    <w:rsid w:val="00447169"/>
    <w:rsid w:val="00447224"/>
    <w:rsid w:val="00447A7A"/>
    <w:rsid w:val="00447BEE"/>
    <w:rsid w:val="00447E29"/>
    <w:rsid w:val="004504C0"/>
    <w:rsid w:val="004550FB"/>
    <w:rsid w:val="00457522"/>
    <w:rsid w:val="0046111A"/>
    <w:rsid w:val="00461A52"/>
    <w:rsid w:val="00462400"/>
    <w:rsid w:val="00462946"/>
    <w:rsid w:val="00462AE3"/>
    <w:rsid w:val="00463F43"/>
    <w:rsid w:val="0046458C"/>
    <w:rsid w:val="00464B94"/>
    <w:rsid w:val="004653A8"/>
    <w:rsid w:val="00465A0B"/>
    <w:rsid w:val="0047077C"/>
    <w:rsid w:val="00470B05"/>
    <w:rsid w:val="0047207C"/>
    <w:rsid w:val="00472CD6"/>
    <w:rsid w:val="0047337E"/>
    <w:rsid w:val="00474CE3"/>
    <w:rsid w:val="00474E3C"/>
    <w:rsid w:val="0048046B"/>
    <w:rsid w:val="00480A58"/>
    <w:rsid w:val="004817B9"/>
    <w:rsid w:val="00482151"/>
    <w:rsid w:val="00482B33"/>
    <w:rsid w:val="00485FAD"/>
    <w:rsid w:val="004877C0"/>
    <w:rsid w:val="00487AED"/>
    <w:rsid w:val="0049178D"/>
    <w:rsid w:val="00491EDF"/>
    <w:rsid w:val="00492A3F"/>
    <w:rsid w:val="00492E1D"/>
    <w:rsid w:val="00493B44"/>
    <w:rsid w:val="00494F62"/>
    <w:rsid w:val="00495D4F"/>
    <w:rsid w:val="004A0647"/>
    <w:rsid w:val="004A0767"/>
    <w:rsid w:val="004A2001"/>
    <w:rsid w:val="004A3590"/>
    <w:rsid w:val="004A4B78"/>
    <w:rsid w:val="004A724C"/>
    <w:rsid w:val="004A785B"/>
    <w:rsid w:val="004B00A7"/>
    <w:rsid w:val="004B027E"/>
    <w:rsid w:val="004B1247"/>
    <w:rsid w:val="004B25E2"/>
    <w:rsid w:val="004B34D7"/>
    <w:rsid w:val="004B5037"/>
    <w:rsid w:val="004B5B2F"/>
    <w:rsid w:val="004B626A"/>
    <w:rsid w:val="004B660E"/>
    <w:rsid w:val="004B6E81"/>
    <w:rsid w:val="004C0569"/>
    <w:rsid w:val="004C05BD"/>
    <w:rsid w:val="004C2C20"/>
    <w:rsid w:val="004C314B"/>
    <w:rsid w:val="004C3B06"/>
    <w:rsid w:val="004C3D3E"/>
    <w:rsid w:val="004C3F97"/>
    <w:rsid w:val="004C5335"/>
    <w:rsid w:val="004C5B9C"/>
    <w:rsid w:val="004C7EE7"/>
    <w:rsid w:val="004D2DEE"/>
    <w:rsid w:val="004D2E1F"/>
    <w:rsid w:val="004D3450"/>
    <w:rsid w:val="004D7FD9"/>
    <w:rsid w:val="004E1324"/>
    <w:rsid w:val="004E19A5"/>
    <w:rsid w:val="004E29C8"/>
    <w:rsid w:val="004E37E5"/>
    <w:rsid w:val="004E3FDB"/>
    <w:rsid w:val="004E5DCC"/>
    <w:rsid w:val="004E66BD"/>
    <w:rsid w:val="004F06E2"/>
    <w:rsid w:val="004F1F4A"/>
    <w:rsid w:val="004F296D"/>
    <w:rsid w:val="004F502B"/>
    <w:rsid w:val="004F508B"/>
    <w:rsid w:val="004F695F"/>
    <w:rsid w:val="004F6CA4"/>
    <w:rsid w:val="00500752"/>
    <w:rsid w:val="00501A50"/>
    <w:rsid w:val="0050222D"/>
    <w:rsid w:val="005034E3"/>
    <w:rsid w:val="00503AF3"/>
    <w:rsid w:val="0050450F"/>
    <w:rsid w:val="005051B3"/>
    <w:rsid w:val="0050661B"/>
    <w:rsid w:val="0050696D"/>
    <w:rsid w:val="0051094B"/>
    <w:rsid w:val="005110D7"/>
    <w:rsid w:val="00511ACA"/>
    <w:rsid w:val="00511D99"/>
    <w:rsid w:val="005128D3"/>
    <w:rsid w:val="005147E8"/>
    <w:rsid w:val="005158F2"/>
    <w:rsid w:val="0052158D"/>
    <w:rsid w:val="005253D2"/>
    <w:rsid w:val="00526DFC"/>
    <w:rsid w:val="00526F43"/>
    <w:rsid w:val="00527651"/>
    <w:rsid w:val="0052794C"/>
    <w:rsid w:val="00531ADA"/>
    <w:rsid w:val="00536375"/>
    <w:rsid w:val="005363AB"/>
    <w:rsid w:val="00537797"/>
    <w:rsid w:val="00542FD1"/>
    <w:rsid w:val="00543046"/>
    <w:rsid w:val="00544197"/>
    <w:rsid w:val="00544B77"/>
    <w:rsid w:val="00544B86"/>
    <w:rsid w:val="00544EF4"/>
    <w:rsid w:val="00545E53"/>
    <w:rsid w:val="0054780A"/>
    <w:rsid w:val="005479D9"/>
    <w:rsid w:val="00551E50"/>
    <w:rsid w:val="00555D32"/>
    <w:rsid w:val="005572BD"/>
    <w:rsid w:val="00557A12"/>
    <w:rsid w:val="00560AC7"/>
    <w:rsid w:val="0056189F"/>
    <w:rsid w:val="00561AFB"/>
    <w:rsid w:val="00561FA8"/>
    <w:rsid w:val="00562FAD"/>
    <w:rsid w:val="005635ED"/>
    <w:rsid w:val="00565118"/>
    <w:rsid w:val="00565253"/>
    <w:rsid w:val="0056534A"/>
    <w:rsid w:val="00570191"/>
    <w:rsid w:val="00570570"/>
    <w:rsid w:val="00572512"/>
    <w:rsid w:val="00573EE6"/>
    <w:rsid w:val="0057547F"/>
    <w:rsid w:val="005754EE"/>
    <w:rsid w:val="0057617E"/>
    <w:rsid w:val="00576497"/>
    <w:rsid w:val="00576C4C"/>
    <w:rsid w:val="00580340"/>
    <w:rsid w:val="005835E7"/>
    <w:rsid w:val="0058397F"/>
    <w:rsid w:val="00583BF8"/>
    <w:rsid w:val="00584824"/>
    <w:rsid w:val="00585F33"/>
    <w:rsid w:val="00587DFE"/>
    <w:rsid w:val="00591124"/>
    <w:rsid w:val="005929EE"/>
    <w:rsid w:val="00594D7E"/>
    <w:rsid w:val="005954ED"/>
    <w:rsid w:val="0059573E"/>
    <w:rsid w:val="00597024"/>
    <w:rsid w:val="005978EE"/>
    <w:rsid w:val="005A0274"/>
    <w:rsid w:val="005A095C"/>
    <w:rsid w:val="005A304C"/>
    <w:rsid w:val="005A3F08"/>
    <w:rsid w:val="005A585B"/>
    <w:rsid w:val="005A669D"/>
    <w:rsid w:val="005A75D8"/>
    <w:rsid w:val="005B09E7"/>
    <w:rsid w:val="005B2ED5"/>
    <w:rsid w:val="005B64F0"/>
    <w:rsid w:val="005B6CDA"/>
    <w:rsid w:val="005B713E"/>
    <w:rsid w:val="005C03B6"/>
    <w:rsid w:val="005C1205"/>
    <w:rsid w:val="005C1896"/>
    <w:rsid w:val="005C348E"/>
    <w:rsid w:val="005C5DC9"/>
    <w:rsid w:val="005C6480"/>
    <w:rsid w:val="005C68E1"/>
    <w:rsid w:val="005D1168"/>
    <w:rsid w:val="005D214F"/>
    <w:rsid w:val="005D2BCC"/>
    <w:rsid w:val="005D375B"/>
    <w:rsid w:val="005D3763"/>
    <w:rsid w:val="005D55E1"/>
    <w:rsid w:val="005E19F7"/>
    <w:rsid w:val="005E4F04"/>
    <w:rsid w:val="005E5ACE"/>
    <w:rsid w:val="005E62C2"/>
    <w:rsid w:val="005E67D6"/>
    <w:rsid w:val="005E6C71"/>
    <w:rsid w:val="005F019B"/>
    <w:rsid w:val="005F0963"/>
    <w:rsid w:val="005F2824"/>
    <w:rsid w:val="005F2EBA"/>
    <w:rsid w:val="005F35ED"/>
    <w:rsid w:val="005F659D"/>
    <w:rsid w:val="005F7812"/>
    <w:rsid w:val="005F7A88"/>
    <w:rsid w:val="006001FE"/>
    <w:rsid w:val="00600496"/>
    <w:rsid w:val="00601407"/>
    <w:rsid w:val="00602E73"/>
    <w:rsid w:val="00603A1A"/>
    <w:rsid w:val="006046D5"/>
    <w:rsid w:val="00607A93"/>
    <w:rsid w:val="00610C08"/>
    <w:rsid w:val="00611F74"/>
    <w:rsid w:val="00612154"/>
    <w:rsid w:val="00612478"/>
    <w:rsid w:val="00612BB1"/>
    <w:rsid w:val="0061443F"/>
    <w:rsid w:val="00614FB4"/>
    <w:rsid w:val="00615772"/>
    <w:rsid w:val="00615D1E"/>
    <w:rsid w:val="00621256"/>
    <w:rsid w:val="00621401"/>
    <w:rsid w:val="00621FCC"/>
    <w:rsid w:val="00622E4B"/>
    <w:rsid w:val="00623F85"/>
    <w:rsid w:val="00623FAB"/>
    <w:rsid w:val="0062692F"/>
    <w:rsid w:val="0063179D"/>
    <w:rsid w:val="00632A7F"/>
    <w:rsid w:val="006333DA"/>
    <w:rsid w:val="006334D8"/>
    <w:rsid w:val="00635134"/>
    <w:rsid w:val="006351B7"/>
    <w:rsid w:val="006356E2"/>
    <w:rsid w:val="006417F7"/>
    <w:rsid w:val="00642A65"/>
    <w:rsid w:val="00645DCE"/>
    <w:rsid w:val="00645DE0"/>
    <w:rsid w:val="006465AC"/>
    <w:rsid w:val="006465BF"/>
    <w:rsid w:val="00647787"/>
    <w:rsid w:val="00650225"/>
    <w:rsid w:val="00652A90"/>
    <w:rsid w:val="00653B22"/>
    <w:rsid w:val="006551F2"/>
    <w:rsid w:val="00657BF4"/>
    <w:rsid w:val="00657E0E"/>
    <w:rsid w:val="006603FB"/>
    <w:rsid w:val="006608DF"/>
    <w:rsid w:val="00661DBF"/>
    <w:rsid w:val="006623AC"/>
    <w:rsid w:val="0066292A"/>
    <w:rsid w:val="00664F88"/>
    <w:rsid w:val="006678AF"/>
    <w:rsid w:val="006679F2"/>
    <w:rsid w:val="006701EF"/>
    <w:rsid w:val="00670700"/>
    <w:rsid w:val="00672522"/>
    <w:rsid w:val="00673BA5"/>
    <w:rsid w:val="006750D8"/>
    <w:rsid w:val="006753B2"/>
    <w:rsid w:val="00680058"/>
    <w:rsid w:val="00680FC8"/>
    <w:rsid w:val="00681F9F"/>
    <w:rsid w:val="00682FBE"/>
    <w:rsid w:val="00683F59"/>
    <w:rsid w:val="006840EA"/>
    <w:rsid w:val="006844E2"/>
    <w:rsid w:val="006846A3"/>
    <w:rsid w:val="00685267"/>
    <w:rsid w:val="00686840"/>
    <w:rsid w:val="0068714A"/>
    <w:rsid w:val="006872AE"/>
    <w:rsid w:val="00687D31"/>
    <w:rsid w:val="00690082"/>
    <w:rsid w:val="00690252"/>
    <w:rsid w:val="006932EB"/>
    <w:rsid w:val="006937C6"/>
    <w:rsid w:val="006946BB"/>
    <w:rsid w:val="00694E90"/>
    <w:rsid w:val="006969FA"/>
    <w:rsid w:val="006A35D5"/>
    <w:rsid w:val="006A5D85"/>
    <w:rsid w:val="006A748A"/>
    <w:rsid w:val="006B02AB"/>
    <w:rsid w:val="006B11A6"/>
    <w:rsid w:val="006B50C9"/>
    <w:rsid w:val="006B61DC"/>
    <w:rsid w:val="006C1492"/>
    <w:rsid w:val="006C1708"/>
    <w:rsid w:val="006C2EE6"/>
    <w:rsid w:val="006C419E"/>
    <w:rsid w:val="006C4A31"/>
    <w:rsid w:val="006C5AC2"/>
    <w:rsid w:val="006C6AFB"/>
    <w:rsid w:val="006C7345"/>
    <w:rsid w:val="006D0B01"/>
    <w:rsid w:val="006D266C"/>
    <w:rsid w:val="006D2735"/>
    <w:rsid w:val="006D45B2"/>
    <w:rsid w:val="006D5B27"/>
    <w:rsid w:val="006D7AF2"/>
    <w:rsid w:val="006E0FCC"/>
    <w:rsid w:val="006E1E96"/>
    <w:rsid w:val="006E3271"/>
    <w:rsid w:val="006E389A"/>
    <w:rsid w:val="006E5E21"/>
    <w:rsid w:val="006E6956"/>
    <w:rsid w:val="006F03D9"/>
    <w:rsid w:val="006F0C01"/>
    <w:rsid w:val="006F2648"/>
    <w:rsid w:val="006F2AF0"/>
    <w:rsid w:val="006F2F10"/>
    <w:rsid w:val="006F482B"/>
    <w:rsid w:val="006F6311"/>
    <w:rsid w:val="006F6C45"/>
    <w:rsid w:val="00701952"/>
    <w:rsid w:val="00701E89"/>
    <w:rsid w:val="00702556"/>
    <w:rsid w:val="0070277E"/>
    <w:rsid w:val="00702789"/>
    <w:rsid w:val="00703AC8"/>
    <w:rsid w:val="00704156"/>
    <w:rsid w:val="007069FC"/>
    <w:rsid w:val="0071045D"/>
    <w:rsid w:val="00711221"/>
    <w:rsid w:val="00711FAF"/>
    <w:rsid w:val="00711FED"/>
    <w:rsid w:val="00712675"/>
    <w:rsid w:val="00713679"/>
    <w:rsid w:val="00713808"/>
    <w:rsid w:val="007151B6"/>
    <w:rsid w:val="0071520D"/>
    <w:rsid w:val="00715374"/>
    <w:rsid w:val="00715747"/>
    <w:rsid w:val="00715EDB"/>
    <w:rsid w:val="007160D5"/>
    <w:rsid w:val="007163FB"/>
    <w:rsid w:val="007174FF"/>
    <w:rsid w:val="00717C2E"/>
    <w:rsid w:val="007204FA"/>
    <w:rsid w:val="007213B3"/>
    <w:rsid w:val="0072457F"/>
    <w:rsid w:val="00725406"/>
    <w:rsid w:val="0072621B"/>
    <w:rsid w:val="00730555"/>
    <w:rsid w:val="007312CC"/>
    <w:rsid w:val="00731E20"/>
    <w:rsid w:val="0073684F"/>
    <w:rsid w:val="00736A64"/>
    <w:rsid w:val="00737F6A"/>
    <w:rsid w:val="007410B6"/>
    <w:rsid w:val="00742CEA"/>
    <w:rsid w:val="00744C6F"/>
    <w:rsid w:val="007457F6"/>
    <w:rsid w:val="00745ABB"/>
    <w:rsid w:val="00746E38"/>
    <w:rsid w:val="00747CD5"/>
    <w:rsid w:val="007524F3"/>
    <w:rsid w:val="0075320A"/>
    <w:rsid w:val="00753B51"/>
    <w:rsid w:val="00754900"/>
    <w:rsid w:val="00755399"/>
    <w:rsid w:val="00756629"/>
    <w:rsid w:val="007570DB"/>
    <w:rsid w:val="007575D2"/>
    <w:rsid w:val="00757B4F"/>
    <w:rsid w:val="00757B6A"/>
    <w:rsid w:val="00757F58"/>
    <w:rsid w:val="007610E0"/>
    <w:rsid w:val="007612F0"/>
    <w:rsid w:val="007621AA"/>
    <w:rsid w:val="0076260A"/>
    <w:rsid w:val="007632F8"/>
    <w:rsid w:val="0076336E"/>
    <w:rsid w:val="00764A67"/>
    <w:rsid w:val="00770F6B"/>
    <w:rsid w:val="00771883"/>
    <w:rsid w:val="00773F56"/>
    <w:rsid w:val="00776DC2"/>
    <w:rsid w:val="00780122"/>
    <w:rsid w:val="007806D6"/>
    <w:rsid w:val="0078214B"/>
    <w:rsid w:val="0078271A"/>
    <w:rsid w:val="007833FB"/>
    <w:rsid w:val="0078498A"/>
    <w:rsid w:val="007878FE"/>
    <w:rsid w:val="007915D6"/>
    <w:rsid w:val="00791CF3"/>
    <w:rsid w:val="00792207"/>
    <w:rsid w:val="007926A0"/>
    <w:rsid w:val="00792B64"/>
    <w:rsid w:val="00792E29"/>
    <w:rsid w:val="0079379A"/>
    <w:rsid w:val="00794953"/>
    <w:rsid w:val="00794F85"/>
    <w:rsid w:val="007A1F2F"/>
    <w:rsid w:val="007A2A5C"/>
    <w:rsid w:val="007A5150"/>
    <w:rsid w:val="007A5373"/>
    <w:rsid w:val="007A789F"/>
    <w:rsid w:val="007A7B1D"/>
    <w:rsid w:val="007B3881"/>
    <w:rsid w:val="007B6B30"/>
    <w:rsid w:val="007B75BC"/>
    <w:rsid w:val="007C0BD6"/>
    <w:rsid w:val="007C0C98"/>
    <w:rsid w:val="007C2528"/>
    <w:rsid w:val="007C3806"/>
    <w:rsid w:val="007C5BB7"/>
    <w:rsid w:val="007C66D4"/>
    <w:rsid w:val="007C7F39"/>
    <w:rsid w:val="007D07D5"/>
    <w:rsid w:val="007D1C64"/>
    <w:rsid w:val="007D32DD"/>
    <w:rsid w:val="007D4108"/>
    <w:rsid w:val="007D6B1C"/>
    <w:rsid w:val="007D6DCE"/>
    <w:rsid w:val="007D72C4"/>
    <w:rsid w:val="007D7497"/>
    <w:rsid w:val="007E00D3"/>
    <w:rsid w:val="007E2CFE"/>
    <w:rsid w:val="007E3DDC"/>
    <w:rsid w:val="007E4C64"/>
    <w:rsid w:val="007E59C9"/>
    <w:rsid w:val="007E6AA9"/>
    <w:rsid w:val="007E6FA4"/>
    <w:rsid w:val="007E7CA8"/>
    <w:rsid w:val="007F0072"/>
    <w:rsid w:val="007F0C42"/>
    <w:rsid w:val="007F2EB6"/>
    <w:rsid w:val="007F3582"/>
    <w:rsid w:val="007F4BA1"/>
    <w:rsid w:val="007F53B6"/>
    <w:rsid w:val="007F54C3"/>
    <w:rsid w:val="007F5973"/>
    <w:rsid w:val="007F6B0E"/>
    <w:rsid w:val="007F79DF"/>
    <w:rsid w:val="008005A1"/>
    <w:rsid w:val="008011F9"/>
    <w:rsid w:val="00802949"/>
    <w:rsid w:val="00802A85"/>
    <w:rsid w:val="0080301E"/>
    <w:rsid w:val="0080365F"/>
    <w:rsid w:val="00804A85"/>
    <w:rsid w:val="00807DDA"/>
    <w:rsid w:val="008113F0"/>
    <w:rsid w:val="00812BE5"/>
    <w:rsid w:val="00817429"/>
    <w:rsid w:val="008204B4"/>
    <w:rsid w:val="00821514"/>
    <w:rsid w:val="00821DD2"/>
    <w:rsid w:val="00821E35"/>
    <w:rsid w:val="008227D0"/>
    <w:rsid w:val="00824591"/>
    <w:rsid w:val="00824AED"/>
    <w:rsid w:val="00827820"/>
    <w:rsid w:val="00830982"/>
    <w:rsid w:val="00831B8B"/>
    <w:rsid w:val="008329F2"/>
    <w:rsid w:val="00833DF0"/>
    <w:rsid w:val="0083405D"/>
    <w:rsid w:val="008352D4"/>
    <w:rsid w:val="0083690C"/>
    <w:rsid w:val="00836DB9"/>
    <w:rsid w:val="00837C67"/>
    <w:rsid w:val="008415B0"/>
    <w:rsid w:val="00842028"/>
    <w:rsid w:val="0084235F"/>
    <w:rsid w:val="008436B8"/>
    <w:rsid w:val="00844E6E"/>
    <w:rsid w:val="008460B6"/>
    <w:rsid w:val="00847387"/>
    <w:rsid w:val="00850C9D"/>
    <w:rsid w:val="00851660"/>
    <w:rsid w:val="00851C7D"/>
    <w:rsid w:val="00852B59"/>
    <w:rsid w:val="00855180"/>
    <w:rsid w:val="00856272"/>
    <w:rsid w:val="008563FF"/>
    <w:rsid w:val="0085729F"/>
    <w:rsid w:val="008577E4"/>
    <w:rsid w:val="0086018B"/>
    <w:rsid w:val="008611DD"/>
    <w:rsid w:val="008620DE"/>
    <w:rsid w:val="00863A21"/>
    <w:rsid w:val="0086533A"/>
    <w:rsid w:val="00865EA3"/>
    <w:rsid w:val="00866867"/>
    <w:rsid w:val="00866CB2"/>
    <w:rsid w:val="008675D3"/>
    <w:rsid w:val="00872257"/>
    <w:rsid w:val="00872C4E"/>
    <w:rsid w:val="008753E6"/>
    <w:rsid w:val="00876393"/>
    <w:rsid w:val="008767D5"/>
    <w:rsid w:val="0087738C"/>
    <w:rsid w:val="008802AF"/>
    <w:rsid w:val="008816B9"/>
    <w:rsid w:val="00881926"/>
    <w:rsid w:val="00882205"/>
    <w:rsid w:val="0088318F"/>
    <w:rsid w:val="0088331D"/>
    <w:rsid w:val="008852B0"/>
    <w:rsid w:val="00885AE7"/>
    <w:rsid w:val="00886544"/>
    <w:rsid w:val="00886595"/>
    <w:rsid w:val="00886B60"/>
    <w:rsid w:val="00887889"/>
    <w:rsid w:val="008920FF"/>
    <w:rsid w:val="008925AA"/>
    <w:rsid w:val="008926E8"/>
    <w:rsid w:val="00894F19"/>
    <w:rsid w:val="00896A10"/>
    <w:rsid w:val="008971B5"/>
    <w:rsid w:val="0089790B"/>
    <w:rsid w:val="008A122A"/>
    <w:rsid w:val="008A3747"/>
    <w:rsid w:val="008A4C15"/>
    <w:rsid w:val="008A5D26"/>
    <w:rsid w:val="008A6B13"/>
    <w:rsid w:val="008A6ECB"/>
    <w:rsid w:val="008B0BF9"/>
    <w:rsid w:val="008B1DCE"/>
    <w:rsid w:val="008B2866"/>
    <w:rsid w:val="008B3859"/>
    <w:rsid w:val="008B436D"/>
    <w:rsid w:val="008B4E49"/>
    <w:rsid w:val="008B5338"/>
    <w:rsid w:val="008B5FC5"/>
    <w:rsid w:val="008B7712"/>
    <w:rsid w:val="008B7B26"/>
    <w:rsid w:val="008C0994"/>
    <w:rsid w:val="008C3524"/>
    <w:rsid w:val="008C4061"/>
    <w:rsid w:val="008C4229"/>
    <w:rsid w:val="008C4B30"/>
    <w:rsid w:val="008C5BE0"/>
    <w:rsid w:val="008C7233"/>
    <w:rsid w:val="008C7C17"/>
    <w:rsid w:val="008D2434"/>
    <w:rsid w:val="008D28B3"/>
    <w:rsid w:val="008D6024"/>
    <w:rsid w:val="008E013E"/>
    <w:rsid w:val="008E0B57"/>
    <w:rsid w:val="008E171D"/>
    <w:rsid w:val="008E2785"/>
    <w:rsid w:val="008E2B7B"/>
    <w:rsid w:val="008E34CB"/>
    <w:rsid w:val="008E5766"/>
    <w:rsid w:val="008E78A3"/>
    <w:rsid w:val="008E7D0F"/>
    <w:rsid w:val="008F0654"/>
    <w:rsid w:val="008F06CB"/>
    <w:rsid w:val="008F2B48"/>
    <w:rsid w:val="008F2E83"/>
    <w:rsid w:val="008F612A"/>
    <w:rsid w:val="008F6397"/>
    <w:rsid w:val="008F73C6"/>
    <w:rsid w:val="00901A9D"/>
    <w:rsid w:val="00902866"/>
    <w:rsid w:val="0090293D"/>
    <w:rsid w:val="009034DE"/>
    <w:rsid w:val="00903B7C"/>
    <w:rsid w:val="00903D68"/>
    <w:rsid w:val="009040B3"/>
    <w:rsid w:val="009044B3"/>
    <w:rsid w:val="00905396"/>
    <w:rsid w:val="0090605D"/>
    <w:rsid w:val="0090617F"/>
    <w:rsid w:val="00906419"/>
    <w:rsid w:val="0091256B"/>
    <w:rsid w:val="00912889"/>
    <w:rsid w:val="00913A42"/>
    <w:rsid w:val="00913E68"/>
    <w:rsid w:val="00914167"/>
    <w:rsid w:val="009143DB"/>
    <w:rsid w:val="00915065"/>
    <w:rsid w:val="00916878"/>
    <w:rsid w:val="00917CE5"/>
    <w:rsid w:val="009217C0"/>
    <w:rsid w:val="00924348"/>
    <w:rsid w:val="00925028"/>
    <w:rsid w:val="00925241"/>
    <w:rsid w:val="0092584E"/>
    <w:rsid w:val="00925CEC"/>
    <w:rsid w:val="00925DA0"/>
    <w:rsid w:val="00926A3F"/>
    <w:rsid w:val="00926C44"/>
    <w:rsid w:val="0092794E"/>
    <w:rsid w:val="00930D30"/>
    <w:rsid w:val="009332A2"/>
    <w:rsid w:val="00937598"/>
    <w:rsid w:val="0093790B"/>
    <w:rsid w:val="00941ED4"/>
    <w:rsid w:val="00942563"/>
    <w:rsid w:val="009431C3"/>
    <w:rsid w:val="00943751"/>
    <w:rsid w:val="00946DD0"/>
    <w:rsid w:val="00946F3C"/>
    <w:rsid w:val="00950226"/>
    <w:rsid w:val="009509E6"/>
    <w:rsid w:val="00952018"/>
    <w:rsid w:val="00952800"/>
    <w:rsid w:val="0095300D"/>
    <w:rsid w:val="00956812"/>
    <w:rsid w:val="0095691B"/>
    <w:rsid w:val="0095694B"/>
    <w:rsid w:val="00956AC7"/>
    <w:rsid w:val="0095719A"/>
    <w:rsid w:val="009623E9"/>
    <w:rsid w:val="00962937"/>
    <w:rsid w:val="00963EEB"/>
    <w:rsid w:val="009648BC"/>
    <w:rsid w:val="00964C2F"/>
    <w:rsid w:val="00965F88"/>
    <w:rsid w:val="00974296"/>
    <w:rsid w:val="00982B95"/>
    <w:rsid w:val="009834B2"/>
    <w:rsid w:val="00984E03"/>
    <w:rsid w:val="00984ED8"/>
    <w:rsid w:val="009869C7"/>
    <w:rsid w:val="00987E85"/>
    <w:rsid w:val="00990DC2"/>
    <w:rsid w:val="00993CC2"/>
    <w:rsid w:val="00997614"/>
    <w:rsid w:val="009A07B6"/>
    <w:rsid w:val="009A0D12"/>
    <w:rsid w:val="009A1987"/>
    <w:rsid w:val="009A2BEE"/>
    <w:rsid w:val="009A5289"/>
    <w:rsid w:val="009A6338"/>
    <w:rsid w:val="009A7760"/>
    <w:rsid w:val="009A7A53"/>
    <w:rsid w:val="009B0402"/>
    <w:rsid w:val="009B0B75"/>
    <w:rsid w:val="009B16DF"/>
    <w:rsid w:val="009B4CB2"/>
    <w:rsid w:val="009B6701"/>
    <w:rsid w:val="009B6719"/>
    <w:rsid w:val="009B6EF7"/>
    <w:rsid w:val="009B7000"/>
    <w:rsid w:val="009B739C"/>
    <w:rsid w:val="009C04EC"/>
    <w:rsid w:val="009C2BCD"/>
    <w:rsid w:val="009C2C0A"/>
    <w:rsid w:val="009C328C"/>
    <w:rsid w:val="009C4444"/>
    <w:rsid w:val="009C45A7"/>
    <w:rsid w:val="009C4C2C"/>
    <w:rsid w:val="009C528E"/>
    <w:rsid w:val="009C79AD"/>
    <w:rsid w:val="009C7CA6"/>
    <w:rsid w:val="009D3316"/>
    <w:rsid w:val="009D41B3"/>
    <w:rsid w:val="009D55AA"/>
    <w:rsid w:val="009E3E77"/>
    <w:rsid w:val="009E3FAB"/>
    <w:rsid w:val="009E5B3F"/>
    <w:rsid w:val="009E7D90"/>
    <w:rsid w:val="009F027D"/>
    <w:rsid w:val="009F1AB0"/>
    <w:rsid w:val="009F4E18"/>
    <w:rsid w:val="009F501D"/>
    <w:rsid w:val="00A01FD1"/>
    <w:rsid w:val="00A039D5"/>
    <w:rsid w:val="00A043BE"/>
    <w:rsid w:val="00A046AD"/>
    <w:rsid w:val="00A0480F"/>
    <w:rsid w:val="00A048CA"/>
    <w:rsid w:val="00A079C1"/>
    <w:rsid w:val="00A101B2"/>
    <w:rsid w:val="00A102AE"/>
    <w:rsid w:val="00A110EF"/>
    <w:rsid w:val="00A12520"/>
    <w:rsid w:val="00A130FD"/>
    <w:rsid w:val="00A13D6D"/>
    <w:rsid w:val="00A14769"/>
    <w:rsid w:val="00A16151"/>
    <w:rsid w:val="00A16EC6"/>
    <w:rsid w:val="00A17A72"/>
    <w:rsid w:val="00A17C06"/>
    <w:rsid w:val="00A20ECF"/>
    <w:rsid w:val="00A2126E"/>
    <w:rsid w:val="00A216AB"/>
    <w:rsid w:val="00A21706"/>
    <w:rsid w:val="00A23100"/>
    <w:rsid w:val="00A24FCC"/>
    <w:rsid w:val="00A26A90"/>
    <w:rsid w:val="00A26B27"/>
    <w:rsid w:val="00A30105"/>
    <w:rsid w:val="00A30E4F"/>
    <w:rsid w:val="00A32253"/>
    <w:rsid w:val="00A32AA4"/>
    <w:rsid w:val="00A3310E"/>
    <w:rsid w:val="00A333A0"/>
    <w:rsid w:val="00A335E1"/>
    <w:rsid w:val="00A361D3"/>
    <w:rsid w:val="00A37E70"/>
    <w:rsid w:val="00A400EC"/>
    <w:rsid w:val="00A41036"/>
    <w:rsid w:val="00A437E1"/>
    <w:rsid w:val="00A45D54"/>
    <w:rsid w:val="00A4685E"/>
    <w:rsid w:val="00A46D20"/>
    <w:rsid w:val="00A47AF4"/>
    <w:rsid w:val="00A501F7"/>
    <w:rsid w:val="00A503D7"/>
    <w:rsid w:val="00A50CD4"/>
    <w:rsid w:val="00A50E5B"/>
    <w:rsid w:val="00A51191"/>
    <w:rsid w:val="00A51283"/>
    <w:rsid w:val="00A54FA5"/>
    <w:rsid w:val="00A55462"/>
    <w:rsid w:val="00A56D62"/>
    <w:rsid w:val="00A56F07"/>
    <w:rsid w:val="00A5762C"/>
    <w:rsid w:val="00A6007B"/>
    <w:rsid w:val="00A600FC"/>
    <w:rsid w:val="00A60BCA"/>
    <w:rsid w:val="00A6122F"/>
    <w:rsid w:val="00A638DA"/>
    <w:rsid w:val="00A65B41"/>
    <w:rsid w:val="00A65E00"/>
    <w:rsid w:val="00A66911"/>
    <w:rsid w:val="00A66A78"/>
    <w:rsid w:val="00A701D0"/>
    <w:rsid w:val="00A704C3"/>
    <w:rsid w:val="00A71C0D"/>
    <w:rsid w:val="00A7249B"/>
    <w:rsid w:val="00A73DAC"/>
    <w:rsid w:val="00A7436E"/>
    <w:rsid w:val="00A74E96"/>
    <w:rsid w:val="00A75A8E"/>
    <w:rsid w:val="00A815F9"/>
    <w:rsid w:val="00A824DD"/>
    <w:rsid w:val="00A83676"/>
    <w:rsid w:val="00A83B7B"/>
    <w:rsid w:val="00A84274"/>
    <w:rsid w:val="00A850F3"/>
    <w:rsid w:val="00A85FAA"/>
    <w:rsid w:val="00A864E3"/>
    <w:rsid w:val="00A86B4F"/>
    <w:rsid w:val="00A86F20"/>
    <w:rsid w:val="00A92CCB"/>
    <w:rsid w:val="00A94574"/>
    <w:rsid w:val="00A95936"/>
    <w:rsid w:val="00A96265"/>
    <w:rsid w:val="00A97084"/>
    <w:rsid w:val="00AA08B5"/>
    <w:rsid w:val="00AA124C"/>
    <w:rsid w:val="00AA1C2C"/>
    <w:rsid w:val="00AA2229"/>
    <w:rsid w:val="00AA27C6"/>
    <w:rsid w:val="00AA35F6"/>
    <w:rsid w:val="00AA3DAB"/>
    <w:rsid w:val="00AA667C"/>
    <w:rsid w:val="00AA6E91"/>
    <w:rsid w:val="00AA7439"/>
    <w:rsid w:val="00AB047E"/>
    <w:rsid w:val="00AB0B0A"/>
    <w:rsid w:val="00AB0BB7"/>
    <w:rsid w:val="00AB22C6"/>
    <w:rsid w:val="00AB2AD0"/>
    <w:rsid w:val="00AB58C7"/>
    <w:rsid w:val="00AB62AF"/>
    <w:rsid w:val="00AB67FC"/>
    <w:rsid w:val="00AC00F2"/>
    <w:rsid w:val="00AC31B5"/>
    <w:rsid w:val="00AC4EA1"/>
    <w:rsid w:val="00AC4F92"/>
    <w:rsid w:val="00AC52EE"/>
    <w:rsid w:val="00AC5381"/>
    <w:rsid w:val="00AC5920"/>
    <w:rsid w:val="00AC6842"/>
    <w:rsid w:val="00AD0E65"/>
    <w:rsid w:val="00AD1027"/>
    <w:rsid w:val="00AD1C80"/>
    <w:rsid w:val="00AD271F"/>
    <w:rsid w:val="00AD2BF2"/>
    <w:rsid w:val="00AD31DF"/>
    <w:rsid w:val="00AD3AF9"/>
    <w:rsid w:val="00AD4E90"/>
    <w:rsid w:val="00AD5422"/>
    <w:rsid w:val="00AD56EB"/>
    <w:rsid w:val="00AD5A0E"/>
    <w:rsid w:val="00AE0C9E"/>
    <w:rsid w:val="00AE1BE1"/>
    <w:rsid w:val="00AE2610"/>
    <w:rsid w:val="00AE4179"/>
    <w:rsid w:val="00AE4425"/>
    <w:rsid w:val="00AE4FBE"/>
    <w:rsid w:val="00AE650F"/>
    <w:rsid w:val="00AE6555"/>
    <w:rsid w:val="00AE7D16"/>
    <w:rsid w:val="00AF4CAA"/>
    <w:rsid w:val="00AF4F4D"/>
    <w:rsid w:val="00AF571A"/>
    <w:rsid w:val="00AF60A0"/>
    <w:rsid w:val="00AF635C"/>
    <w:rsid w:val="00AF67E1"/>
    <w:rsid w:val="00AF67FC"/>
    <w:rsid w:val="00AF7DF5"/>
    <w:rsid w:val="00B006E5"/>
    <w:rsid w:val="00B024C2"/>
    <w:rsid w:val="00B03892"/>
    <w:rsid w:val="00B047FA"/>
    <w:rsid w:val="00B0688D"/>
    <w:rsid w:val="00B07700"/>
    <w:rsid w:val="00B07FE8"/>
    <w:rsid w:val="00B11371"/>
    <w:rsid w:val="00B13921"/>
    <w:rsid w:val="00B13C06"/>
    <w:rsid w:val="00B1528C"/>
    <w:rsid w:val="00B15F93"/>
    <w:rsid w:val="00B16ACD"/>
    <w:rsid w:val="00B21487"/>
    <w:rsid w:val="00B232D1"/>
    <w:rsid w:val="00B24DB5"/>
    <w:rsid w:val="00B30FA2"/>
    <w:rsid w:val="00B31B3C"/>
    <w:rsid w:val="00B31F9E"/>
    <w:rsid w:val="00B3268F"/>
    <w:rsid w:val="00B32C2C"/>
    <w:rsid w:val="00B33A1A"/>
    <w:rsid w:val="00B33E6C"/>
    <w:rsid w:val="00B34523"/>
    <w:rsid w:val="00B3698E"/>
    <w:rsid w:val="00B36F77"/>
    <w:rsid w:val="00B371CC"/>
    <w:rsid w:val="00B41CD9"/>
    <w:rsid w:val="00B41DC1"/>
    <w:rsid w:val="00B427E6"/>
    <w:rsid w:val="00B428A6"/>
    <w:rsid w:val="00B43E1F"/>
    <w:rsid w:val="00B43EB2"/>
    <w:rsid w:val="00B440B5"/>
    <w:rsid w:val="00B4417C"/>
    <w:rsid w:val="00B45FBC"/>
    <w:rsid w:val="00B51A7D"/>
    <w:rsid w:val="00B51E12"/>
    <w:rsid w:val="00B535C2"/>
    <w:rsid w:val="00B550CF"/>
    <w:rsid w:val="00B55544"/>
    <w:rsid w:val="00B56752"/>
    <w:rsid w:val="00B5697A"/>
    <w:rsid w:val="00B57C00"/>
    <w:rsid w:val="00B61234"/>
    <w:rsid w:val="00B642FC"/>
    <w:rsid w:val="00B64D26"/>
    <w:rsid w:val="00B64FBB"/>
    <w:rsid w:val="00B677CB"/>
    <w:rsid w:val="00B70E22"/>
    <w:rsid w:val="00B71EDF"/>
    <w:rsid w:val="00B72707"/>
    <w:rsid w:val="00B744A3"/>
    <w:rsid w:val="00B74DE2"/>
    <w:rsid w:val="00B774CB"/>
    <w:rsid w:val="00B77973"/>
    <w:rsid w:val="00B80402"/>
    <w:rsid w:val="00B80B9A"/>
    <w:rsid w:val="00B830B7"/>
    <w:rsid w:val="00B831B1"/>
    <w:rsid w:val="00B835B6"/>
    <w:rsid w:val="00B8435E"/>
    <w:rsid w:val="00B848EA"/>
    <w:rsid w:val="00B84B2B"/>
    <w:rsid w:val="00B865E3"/>
    <w:rsid w:val="00B87283"/>
    <w:rsid w:val="00B87483"/>
    <w:rsid w:val="00B902EA"/>
    <w:rsid w:val="00B90500"/>
    <w:rsid w:val="00B9176C"/>
    <w:rsid w:val="00B91A3B"/>
    <w:rsid w:val="00B935A4"/>
    <w:rsid w:val="00B9364B"/>
    <w:rsid w:val="00B93AB5"/>
    <w:rsid w:val="00B94A73"/>
    <w:rsid w:val="00B96ABB"/>
    <w:rsid w:val="00B97861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B7DC4"/>
    <w:rsid w:val="00BC11E5"/>
    <w:rsid w:val="00BC3AF8"/>
    <w:rsid w:val="00BC3F02"/>
    <w:rsid w:val="00BC4BA0"/>
    <w:rsid w:val="00BC4BC6"/>
    <w:rsid w:val="00BC52FD"/>
    <w:rsid w:val="00BC6E62"/>
    <w:rsid w:val="00BC7443"/>
    <w:rsid w:val="00BD0648"/>
    <w:rsid w:val="00BD1040"/>
    <w:rsid w:val="00BD34AA"/>
    <w:rsid w:val="00BD3D83"/>
    <w:rsid w:val="00BD7F34"/>
    <w:rsid w:val="00BE0C44"/>
    <w:rsid w:val="00BE1B8B"/>
    <w:rsid w:val="00BE1DC5"/>
    <w:rsid w:val="00BE27AC"/>
    <w:rsid w:val="00BE297C"/>
    <w:rsid w:val="00BE2A18"/>
    <w:rsid w:val="00BE2C01"/>
    <w:rsid w:val="00BE381F"/>
    <w:rsid w:val="00BE41EC"/>
    <w:rsid w:val="00BE54BC"/>
    <w:rsid w:val="00BE56FB"/>
    <w:rsid w:val="00BE58A1"/>
    <w:rsid w:val="00BE766D"/>
    <w:rsid w:val="00BF21D8"/>
    <w:rsid w:val="00BF34B0"/>
    <w:rsid w:val="00BF3BB7"/>
    <w:rsid w:val="00BF3C8E"/>
    <w:rsid w:val="00BF3DDE"/>
    <w:rsid w:val="00BF645C"/>
    <w:rsid w:val="00BF6589"/>
    <w:rsid w:val="00BF6F7F"/>
    <w:rsid w:val="00C00647"/>
    <w:rsid w:val="00C00C0C"/>
    <w:rsid w:val="00C00F83"/>
    <w:rsid w:val="00C01632"/>
    <w:rsid w:val="00C02764"/>
    <w:rsid w:val="00C041B5"/>
    <w:rsid w:val="00C04CEF"/>
    <w:rsid w:val="00C05146"/>
    <w:rsid w:val="00C0662F"/>
    <w:rsid w:val="00C115D2"/>
    <w:rsid w:val="00C11943"/>
    <w:rsid w:val="00C12E96"/>
    <w:rsid w:val="00C137C5"/>
    <w:rsid w:val="00C1394F"/>
    <w:rsid w:val="00C14763"/>
    <w:rsid w:val="00C155B2"/>
    <w:rsid w:val="00C16141"/>
    <w:rsid w:val="00C227DF"/>
    <w:rsid w:val="00C2363F"/>
    <w:rsid w:val="00C236C8"/>
    <w:rsid w:val="00C23D9A"/>
    <w:rsid w:val="00C24080"/>
    <w:rsid w:val="00C260B1"/>
    <w:rsid w:val="00C26E56"/>
    <w:rsid w:val="00C31406"/>
    <w:rsid w:val="00C31670"/>
    <w:rsid w:val="00C33A57"/>
    <w:rsid w:val="00C34813"/>
    <w:rsid w:val="00C34AE7"/>
    <w:rsid w:val="00C37194"/>
    <w:rsid w:val="00C40637"/>
    <w:rsid w:val="00C40F6C"/>
    <w:rsid w:val="00C41D69"/>
    <w:rsid w:val="00C42DB4"/>
    <w:rsid w:val="00C42E20"/>
    <w:rsid w:val="00C43DA0"/>
    <w:rsid w:val="00C44426"/>
    <w:rsid w:val="00C445F3"/>
    <w:rsid w:val="00C451F4"/>
    <w:rsid w:val="00C45EB1"/>
    <w:rsid w:val="00C4681D"/>
    <w:rsid w:val="00C46CDF"/>
    <w:rsid w:val="00C51342"/>
    <w:rsid w:val="00C51508"/>
    <w:rsid w:val="00C52BE3"/>
    <w:rsid w:val="00C54A3A"/>
    <w:rsid w:val="00C55566"/>
    <w:rsid w:val="00C56448"/>
    <w:rsid w:val="00C56619"/>
    <w:rsid w:val="00C6010B"/>
    <w:rsid w:val="00C667BE"/>
    <w:rsid w:val="00C675CC"/>
    <w:rsid w:val="00C6766B"/>
    <w:rsid w:val="00C72223"/>
    <w:rsid w:val="00C7471A"/>
    <w:rsid w:val="00C76417"/>
    <w:rsid w:val="00C7726F"/>
    <w:rsid w:val="00C8025D"/>
    <w:rsid w:val="00C81D42"/>
    <w:rsid w:val="00C823DA"/>
    <w:rsid w:val="00C8259F"/>
    <w:rsid w:val="00C82746"/>
    <w:rsid w:val="00C8312F"/>
    <w:rsid w:val="00C84A1B"/>
    <w:rsid w:val="00C84C13"/>
    <w:rsid w:val="00C84C47"/>
    <w:rsid w:val="00C858A4"/>
    <w:rsid w:val="00C86AFA"/>
    <w:rsid w:val="00C87380"/>
    <w:rsid w:val="00C87B44"/>
    <w:rsid w:val="00C911EF"/>
    <w:rsid w:val="00C92EE7"/>
    <w:rsid w:val="00C97BA6"/>
    <w:rsid w:val="00CA1A28"/>
    <w:rsid w:val="00CA1BFF"/>
    <w:rsid w:val="00CA7211"/>
    <w:rsid w:val="00CA7B6D"/>
    <w:rsid w:val="00CB18D0"/>
    <w:rsid w:val="00CB1C8A"/>
    <w:rsid w:val="00CB2014"/>
    <w:rsid w:val="00CB24F5"/>
    <w:rsid w:val="00CB2663"/>
    <w:rsid w:val="00CB3BBE"/>
    <w:rsid w:val="00CB3E37"/>
    <w:rsid w:val="00CB3F24"/>
    <w:rsid w:val="00CB4EE4"/>
    <w:rsid w:val="00CB59E9"/>
    <w:rsid w:val="00CB748B"/>
    <w:rsid w:val="00CC0D6A"/>
    <w:rsid w:val="00CC18F9"/>
    <w:rsid w:val="00CC3138"/>
    <w:rsid w:val="00CC3831"/>
    <w:rsid w:val="00CC3E3D"/>
    <w:rsid w:val="00CC4BE6"/>
    <w:rsid w:val="00CC4CDA"/>
    <w:rsid w:val="00CC519B"/>
    <w:rsid w:val="00CC5684"/>
    <w:rsid w:val="00CC5A82"/>
    <w:rsid w:val="00CD12C1"/>
    <w:rsid w:val="00CD214E"/>
    <w:rsid w:val="00CD46FA"/>
    <w:rsid w:val="00CD55F6"/>
    <w:rsid w:val="00CD581E"/>
    <w:rsid w:val="00CD5973"/>
    <w:rsid w:val="00CD6EFF"/>
    <w:rsid w:val="00CE06E1"/>
    <w:rsid w:val="00CE31A6"/>
    <w:rsid w:val="00CE7733"/>
    <w:rsid w:val="00CE794F"/>
    <w:rsid w:val="00CE7F7F"/>
    <w:rsid w:val="00CF09AA"/>
    <w:rsid w:val="00CF178F"/>
    <w:rsid w:val="00CF17D3"/>
    <w:rsid w:val="00CF1B34"/>
    <w:rsid w:val="00CF22E8"/>
    <w:rsid w:val="00CF23F0"/>
    <w:rsid w:val="00CF4813"/>
    <w:rsid w:val="00CF4A22"/>
    <w:rsid w:val="00CF5233"/>
    <w:rsid w:val="00CF571B"/>
    <w:rsid w:val="00D029B8"/>
    <w:rsid w:val="00D02F60"/>
    <w:rsid w:val="00D0464E"/>
    <w:rsid w:val="00D04A96"/>
    <w:rsid w:val="00D07A7B"/>
    <w:rsid w:val="00D10E06"/>
    <w:rsid w:val="00D11968"/>
    <w:rsid w:val="00D1290D"/>
    <w:rsid w:val="00D131A5"/>
    <w:rsid w:val="00D14C69"/>
    <w:rsid w:val="00D15197"/>
    <w:rsid w:val="00D15CF3"/>
    <w:rsid w:val="00D16820"/>
    <w:rsid w:val="00D169C8"/>
    <w:rsid w:val="00D173E5"/>
    <w:rsid w:val="00D1793F"/>
    <w:rsid w:val="00D17BA8"/>
    <w:rsid w:val="00D2033A"/>
    <w:rsid w:val="00D206A0"/>
    <w:rsid w:val="00D216CC"/>
    <w:rsid w:val="00D22AF5"/>
    <w:rsid w:val="00D235EA"/>
    <w:rsid w:val="00D24176"/>
    <w:rsid w:val="00D247A9"/>
    <w:rsid w:val="00D25EC2"/>
    <w:rsid w:val="00D32721"/>
    <w:rsid w:val="00D328DC"/>
    <w:rsid w:val="00D33387"/>
    <w:rsid w:val="00D33719"/>
    <w:rsid w:val="00D33E90"/>
    <w:rsid w:val="00D34E7C"/>
    <w:rsid w:val="00D37394"/>
    <w:rsid w:val="00D402FB"/>
    <w:rsid w:val="00D405DE"/>
    <w:rsid w:val="00D428FE"/>
    <w:rsid w:val="00D47D7A"/>
    <w:rsid w:val="00D503D7"/>
    <w:rsid w:val="00D50ABD"/>
    <w:rsid w:val="00D55290"/>
    <w:rsid w:val="00D56960"/>
    <w:rsid w:val="00D57791"/>
    <w:rsid w:val="00D57818"/>
    <w:rsid w:val="00D6046A"/>
    <w:rsid w:val="00D62870"/>
    <w:rsid w:val="00D63490"/>
    <w:rsid w:val="00D6361F"/>
    <w:rsid w:val="00D655D9"/>
    <w:rsid w:val="00D65872"/>
    <w:rsid w:val="00D66D7C"/>
    <w:rsid w:val="00D676F3"/>
    <w:rsid w:val="00D70EF5"/>
    <w:rsid w:val="00D71024"/>
    <w:rsid w:val="00D71A25"/>
    <w:rsid w:val="00D71FCF"/>
    <w:rsid w:val="00D72A54"/>
    <w:rsid w:val="00D72CC1"/>
    <w:rsid w:val="00D7671B"/>
    <w:rsid w:val="00D76EC9"/>
    <w:rsid w:val="00D7757E"/>
    <w:rsid w:val="00D779B4"/>
    <w:rsid w:val="00D80E7D"/>
    <w:rsid w:val="00D81397"/>
    <w:rsid w:val="00D817E1"/>
    <w:rsid w:val="00D84455"/>
    <w:rsid w:val="00D848B9"/>
    <w:rsid w:val="00D84AD6"/>
    <w:rsid w:val="00D86756"/>
    <w:rsid w:val="00D87210"/>
    <w:rsid w:val="00D90E69"/>
    <w:rsid w:val="00D91368"/>
    <w:rsid w:val="00D93106"/>
    <w:rsid w:val="00D933E9"/>
    <w:rsid w:val="00D9505D"/>
    <w:rsid w:val="00D953D0"/>
    <w:rsid w:val="00D954E1"/>
    <w:rsid w:val="00D959F5"/>
    <w:rsid w:val="00D9608F"/>
    <w:rsid w:val="00D96550"/>
    <w:rsid w:val="00D96884"/>
    <w:rsid w:val="00D96F16"/>
    <w:rsid w:val="00DA1B29"/>
    <w:rsid w:val="00DA2043"/>
    <w:rsid w:val="00DA3FDD"/>
    <w:rsid w:val="00DA4C96"/>
    <w:rsid w:val="00DA7017"/>
    <w:rsid w:val="00DA7028"/>
    <w:rsid w:val="00DB1AD2"/>
    <w:rsid w:val="00DB2B58"/>
    <w:rsid w:val="00DB5206"/>
    <w:rsid w:val="00DB6276"/>
    <w:rsid w:val="00DB63F5"/>
    <w:rsid w:val="00DC1464"/>
    <w:rsid w:val="00DC1C6B"/>
    <w:rsid w:val="00DC2C2E"/>
    <w:rsid w:val="00DC375F"/>
    <w:rsid w:val="00DC4AF0"/>
    <w:rsid w:val="00DC57D8"/>
    <w:rsid w:val="00DC6C1A"/>
    <w:rsid w:val="00DC6C78"/>
    <w:rsid w:val="00DC7886"/>
    <w:rsid w:val="00DC79E4"/>
    <w:rsid w:val="00DD0CF2"/>
    <w:rsid w:val="00DD162E"/>
    <w:rsid w:val="00DD2C59"/>
    <w:rsid w:val="00DD7F4F"/>
    <w:rsid w:val="00DE066E"/>
    <w:rsid w:val="00DE1554"/>
    <w:rsid w:val="00DE2324"/>
    <w:rsid w:val="00DE2378"/>
    <w:rsid w:val="00DE24C2"/>
    <w:rsid w:val="00DE2901"/>
    <w:rsid w:val="00DE415E"/>
    <w:rsid w:val="00DE5796"/>
    <w:rsid w:val="00DE590F"/>
    <w:rsid w:val="00DE7DC1"/>
    <w:rsid w:val="00DF2950"/>
    <w:rsid w:val="00DF304D"/>
    <w:rsid w:val="00DF3F7E"/>
    <w:rsid w:val="00DF7648"/>
    <w:rsid w:val="00E00E29"/>
    <w:rsid w:val="00E026A2"/>
    <w:rsid w:val="00E02BAB"/>
    <w:rsid w:val="00E036C6"/>
    <w:rsid w:val="00E04CEB"/>
    <w:rsid w:val="00E060BC"/>
    <w:rsid w:val="00E11420"/>
    <w:rsid w:val="00E11D0A"/>
    <w:rsid w:val="00E12619"/>
    <w:rsid w:val="00E132FB"/>
    <w:rsid w:val="00E14288"/>
    <w:rsid w:val="00E17084"/>
    <w:rsid w:val="00E170B7"/>
    <w:rsid w:val="00E177DD"/>
    <w:rsid w:val="00E2014A"/>
    <w:rsid w:val="00E20900"/>
    <w:rsid w:val="00E20C7F"/>
    <w:rsid w:val="00E21CC4"/>
    <w:rsid w:val="00E2396E"/>
    <w:rsid w:val="00E24728"/>
    <w:rsid w:val="00E2609E"/>
    <w:rsid w:val="00E268A7"/>
    <w:rsid w:val="00E26C2B"/>
    <w:rsid w:val="00E276AC"/>
    <w:rsid w:val="00E32D19"/>
    <w:rsid w:val="00E34A35"/>
    <w:rsid w:val="00E37C2F"/>
    <w:rsid w:val="00E400A4"/>
    <w:rsid w:val="00E41C28"/>
    <w:rsid w:val="00E43C1C"/>
    <w:rsid w:val="00E46308"/>
    <w:rsid w:val="00E47A8D"/>
    <w:rsid w:val="00E51E17"/>
    <w:rsid w:val="00E52DAB"/>
    <w:rsid w:val="00E539B0"/>
    <w:rsid w:val="00E55994"/>
    <w:rsid w:val="00E57A48"/>
    <w:rsid w:val="00E60606"/>
    <w:rsid w:val="00E60C66"/>
    <w:rsid w:val="00E6164D"/>
    <w:rsid w:val="00E618C9"/>
    <w:rsid w:val="00E62774"/>
    <w:rsid w:val="00E6307C"/>
    <w:rsid w:val="00E636FA"/>
    <w:rsid w:val="00E64A1C"/>
    <w:rsid w:val="00E653CA"/>
    <w:rsid w:val="00E66C50"/>
    <w:rsid w:val="00E679D3"/>
    <w:rsid w:val="00E71208"/>
    <w:rsid w:val="00E71444"/>
    <w:rsid w:val="00E71C91"/>
    <w:rsid w:val="00E720A1"/>
    <w:rsid w:val="00E735F5"/>
    <w:rsid w:val="00E7577E"/>
    <w:rsid w:val="00E75DDA"/>
    <w:rsid w:val="00E773E8"/>
    <w:rsid w:val="00E81036"/>
    <w:rsid w:val="00E8371F"/>
    <w:rsid w:val="00E83ADD"/>
    <w:rsid w:val="00E84813"/>
    <w:rsid w:val="00E84F38"/>
    <w:rsid w:val="00E85623"/>
    <w:rsid w:val="00E858B6"/>
    <w:rsid w:val="00E87441"/>
    <w:rsid w:val="00E8756A"/>
    <w:rsid w:val="00E91FAE"/>
    <w:rsid w:val="00E93FC6"/>
    <w:rsid w:val="00E954B8"/>
    <w:rsid w:val="00E95F87"/>
    <w:rsid w:val="00E96E3F"/>
    <w:rsid w:val="00EA182E"/>
    <w:rsid w:val="00EA270C"/>
    <w:rsid w:val="00EA4974"/>
    <w:rsid w:val="00EA4CFC"/>
    <w:rsid w:val="00EA51EE"/>
    <w:rsid w:val="00EA532E"/>
    <w:rsid w:val="00EA5DDF"/>
    <w:rsid w:val="00EA5F33"/>
    <w:rsid w:val="00EB06D9"/>
    <w:rsid w:val="00EB097F"/>
    <w:rsid w:val="00EB112B"/>
    <w:rsid w:val="00EB192B"/>
    <w:rsid w:val="00EB19ED"/>
    <w:rsid w:val="00EB1CAB"/>
    <w:rsid w:val="00EB6D86"/>
    <w:rsid w:val="00EC0F5A"/>
    <w:rsid w:val="00EC4265"/>
    <w:rsid w:val="00EC4887"/>
    <w:rsid w:val="00EC4CEB"/>
    <w:rsid w:val="00EC5D7E"/>
    <w:rsid w:val="00EC5F9B"/>
    <w:rsid w:val="00EC647F"/>
    <w:rsid w:val="00EC659E"/>
    <w:rsid w:val="00EC6C2E"/>
    <w:rsid w:val="00EC7C2D"/>
    <w:rsid w:val="00ED1B38"/>
    <w:rsid w:val="00ED2072"/>
    <w:rsid w:val="00ED2AE0"/>
    <w:rsid w:val="00ED36EF"/>
    <w:rsid w:val="00ED5553"/>
    <w:rsid w:val="00ED5E36"/>
    <w:rsid w:val="00ED61B1"/>
    <w:rsid w:val="00ED6961"/>
    <w:rsid w:val="00EE1ED0"/>
    <w:rsid w:val="00EE37B8"/>
    <w:rsid w:val="00EE5F37"/>
    <w:rsid w:val="00EE78CA"/>
    <w:rsid w:val="00EF08EE"/>
    <w:rsid w:val="00EF0B96"/>
    <w:rsid w:val="00EF3486"/>
    <w:rsid w:val="00EF39F8"/>
    <w:rsid w:val="00EF3DBC"/>
    <w:rsid w:val="00EF47AF"/>
    <w:rsid w:val="00EF53B6"/>
    <w:rsid w:val="00EF5598"/>
    <w:rsid w:val="00EF5BA5"/>
    <w:rsid w:val="00F005D8"/>
    <w:rsid w:val="00F00B73"/>
    <w:rsid w:val="00F06631"/>
    <w:rsid w:val="00F10AD7"/>
    <w:rsid w:val="00F115CA"/>
    <w:rsid w:val="00F14817"/>
    <w:rsid w:val="00F14EBA"/>
    <w:rsid w:val="00F1510F"/>
    <w:rsid w:val="00F1533A"/>
    <w:rsid w:val="00F153A9"/>
    <w:rsid w:val="00F15E5A"/>
    <w:rsid w:val="00F17F0A"/>
    <w:rsid w:val="00F24098"/>
    <w:rsid w:val="00F2668F"/>
    <w:rsid w:val="00F26E14"/>
    <w:rsid w:val="00F2742F"/>
    <w:rsid w:val="00F2753B"/>
    <w:rsid w:val="00F30711"/>
    <w:rsid w:val="00F32275"/>
    <w:rsid w:val="00F33F8B"/>
    <w:rsid w:val="00F340B2"/>
    <w:rsid w:val="00F34EFC"/>
    <w:rsid w:val="00F355D9"/>
    <w:rsid w:val="00F419FF"/>
    <w:rsid w:val="00F423E5"/>
    <w:rsid w:val="00F43390"/>
    <w:rsid w:val="00F443B2"/>
    <w:rsid w:val="00F458D8"/>
    <w:rsid w:val="00F460C9"/>
    <w:rsid w:val="00F50237"/>
    <w:rsid w:val="00F53596"/>
    <w:rsid w:val="00F55BA8"/>
    <w:rsid w:val="00F55DB1"/>
    <w:rsid w:val="00F56ACA"/>
    <w:rsid w:val="00F600FE"/>
    <w:rsid w:val="00F613C6"/>
    <w:rsid w:val="00F61C9A"/>
    <w:rsid w:val="00F62E4D"/>
    <w:rsid w:val="00F66B34"/>
    <w:rsid w:val="00F675B9"/>
    <w:rsid w:val="00F67CED"/>
    <w:rsid w:val="00F711C9"/>
    <w:rsid w:val="00F71FC7"/>
    <w:rsid w:val="00F73D76"/>
    <w:rsid w:val="00F74C59"/>
    <w:rsid w:val="00F75C3A"/>
    <w:rsid w:val="00F762B0"/>
    <w:rsid w:val="00F76A91"/>
    <w:rsid w:val="00F77977"/>
    <w:rsid w:val="00F8088A"/>
    <w:rsid w:val="00F8113C"/>
    <w:rsid w:val="00F82E30"/>
    <w:rsid w:val="00F831CB"/>
    <w:rsid w:val="00F83818"/>
    <w:rsid w:val="00F83F1B"/>
    <w:rsid w:val="00F841DB"/>
    <w:rsid w:val="00F848A3"/>
    <w:rsid w:val="00F84ACF"/>
    <w:rsid w:val="00F85742"/>
    <w:rsid w:val="00F85BF8"/>
    <w:rsid w:val="00F871CE"/>
    <w:rsid w:val="00F87802"/>
    <w:rsid w:val="00F87C54"/>
    <w:rsid w:val="00F91DDE"/>
    <w:rsid w:val="00F92C0A"/>
    <w:rsid w:val="00F93B22"/>
    <w:rsid w:val="00F9415B"/>
    <w:rsid w:val="00FA13C2"/>
    <w:rsid w:val="00FA155B"/>
    <w:rsid w:val="00FA42D9"/>
    <w:rsid w:val="00FA4371"/>
    <w:rsid w:val="00FA7F91"/>
    <w:rsid w:val="00FB121C"/>
    <w:rsid w:val="00FB1CDD"/>
    <w:rsid w:val="00FB1D1A"/>
    <w:rsid w:val="00FB1FBF"/>
    <w:rsid w:val="00FB2C2F"/>
    <w:rsid w:val="00FB305C"/>
    <w:rsid w:val="00FB3149"/>
    <w:rsid w:val="00FB4E74"/>
    <w:rsid w:val="00FB6FAE"/>
    <w:rsid w:val="00FB7B5C"/>
    <w:rsid w:val="00FB7E83"/>
    <w:rsid w:val="00FB7F2E"/>
    <w:rsid w:val="00FC250D"/>
    <w:rsid w:val="00FC2E3D"/>
    <w:rsid w:val="00FC3B7E"/>
    <w:rsid w:val="00FC3BDE"/>
    <w:rsid w:val="00FC3C2E"/>
    <w:rsid w:val="00FC5FF5"/>
    <w:rsid w:val="00FC72E2"/>
    <w:rsid w:val="00FC78E2"/>
    <w:rsid w:val="00FD1040"/>
    <w:rsid w:val="00FD1B7B"/>
    <w:rsid w:val="00FD1DBE"/>
    <w:rsid w:val="00FD20B2"/>
    <w:rsid w:val="00FD23A5"/>
    <w:rsid w:val="00FD25A7"/>
    <w:rsid w:val="00FD27B6"/>
    <w:rsid w:val="00FD2EF5"/>
    <w:rsid w:val="00FD3689"/>
    <w:rsid w:val="00FD42A3"/>
    <w:rsid w:val="00FD7468"/>
    <w:rsid w:val="00FD7CE0"/>
    <w:rsid w:val="00FE0B3B"/>
    <w:rsid w:val="00FE1BE2"/>
    <w:rsid w:val="00FE38DB"/>
    <w:rsid w:val="00FE39CD"/>
    <w:rsid w:val="00FE730A"/>
    <w:rsid w:val="00FF0FA6"/>
    <w:rsid w:val="00FF1885"/>
    <w:rsid w:val="00FF1DD7"/>
    <w:rsid w:val="00FF4453"/>
    <w:rsid w:val="00FF5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0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C33A57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uiPriority w:val="99"/>
    <w:unhideWhenUsed/>
    <w:rsid w:val="00E81036"/>
    <w:rPr>
      <w:color w:val="0000FF"/>
      <w:u w:val="single"/>
    </w:rPr>
  </w:style>
  <w:style w:type="paragraph" w:styleId="Poprawka">
    <w:name w:val="Revision"/>
    <w:hidden/>
    <w:uiPriority w:val="99"/>
    <w:semiHidden/>
    <w:rsid w:val="00E81036"/>
    <w:pPr>
      <w:spacing w:line="240" w:lineRule="auto"/>
    </w:pPr>
    <w:rPr>
      <w:rFonts w:ascii="Times New Roman" w:hAnsi="Times New Roman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C33A57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uiPriority w:val="99"/>
    <w:unhideWhenUsed/>
    <w:rsid w:val="00E81036"/>
    <w:rPr>
      <w:color w:val="0000FF"/>
      <w:u w:val="single"/>
    </w:rPr>
  </w:style>
  <w:style w:type="paragraph" w:styleId="Poprawka">
    <w:name w:val="Revision"/>
    <w:hidden/>
    <w:uiPriority w:val="99"/>
    <w:semiHidden/>
    <w:rsid w:val="00E81036"/>
    <w:pPr>
      <w:spacing w:line="240" w:lineRule="auto"/>
    </w:pPr>
    <w:rPr>
      <w:rFonts w:ascii="Times New Roman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3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sip.legalis.pl/document-view.seam?documentId=mfrxilrtg4ytgmrygq4daltqmfyc4nbxgi3tenzzgi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321F93-D6C2-4072-8943-0D86D476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36</Pages>
  <Words>9311</Words>
  <Characters>55871</Characters>
  <Application>Microsoft Office Word</Application>
  <DocSecurity>0</DocSecurity>
  <Lines>465</Lines>
  <Paragraphs>130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65052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Anna Herman</cp:lastModifiedBy>
  <cp:revision>2</cp:revision>
  <cp:lastPrinted>2021-07-07T10:43:00Z</cp:lastPrinted>
  <dcterms:created xsi:type="dcterms:W3CDTF">2021-09-06T12:23:00Z</dcterms:created>
  <dcterms:modified xsi:type="dcterms:W3CDTF">2021-09-06T12:23:00Z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